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43F697D3" w:rsidR="0016385D" w:rsidRPr="00075EA6" w:rsidRDefault="005A26DB" w:rsidP="00D30640">
      <w:pPr>
        <w:pStyle w:val="PaperTitle"/>
        <w:spacing w:before="0"/>
        <w:rPr>
          <w:b w:val="0"/>
          <w:bCs/>
          <w:sz w:val="24"/>
          <w:szCs w:val="24"/>
        </w:rPr>
      </w:pPr>
      <w:bookmarkStart w:id="0" w:name="_GoBack"/>
      <w:r w:rsidRPr="00FD0EB0">
        <w:rPr>
          <w:rFonts w:eastAsia="SimSun"/>
          <w:bCs/>
          <w:szCs w:val="36"/>
        </w:rPr>
        <w:t xml:space="preserve">Advancements </w:t>
      </w:r>
      <w:proofErr w:type="gramStart"/>
      <w:r>
        <w:rPr>
          <w:rFonts w:eastAsia="SimSun"/>
          <w:b w:val="0"/>
          <w:bCs/>
          <w:szCs w:val="36"/>
        </w:rPr>
        <w:t>I</w:t>
      </w:r>
      <w:r w:rsidRPr="00FD0EB0">
        <w:rPr>
          <w:rFonts w:eastAsia="SimSun"/>
          <w:bCs/>
          <w:szCs w:val="36"/>
        </w:rPr>
        <w:t>n</w:t>
      </w:r>
      <w:proofErr w:type="gramEnd"/>
      <w:r w:rsidRPr="00FD0EB0">
        <w:rPr>
          <w:rFonts w:eastAsia="SimSun"/>
          <w:bCs/>
          <w:szCs w:val="36"/>
        </w:rPr>
        <w:t xml:space="preserve"> Informed Search Techniques </w:t>
      </w:r>
      <w:r>
        <w:rPr>
          <w:rFonts w:eastAsia="SimSun"/>
          <w:b w:val="0"/>
          <w:bCs/>
          <w:szCs w:val="36"/>
        </w:rPr>
        <w:t>F</w:t>
      </w:r>
      <w:r w:rsidRPr="00FD0EB0">
        <w:rPr>
          <w:rFonts w:eastAsia="SimSun"/>
          <w:bCs/>
          <w:szCs w:val="36"/>
        </w:rPr>
        <w:t xml:space="preserve">or Efficient Problem Solving </w:t>
      </w:r>
      <w:r>
        <w:rPr>
          <w:rFonts w:eastAsia="SimSun"/>
          <w:b w:val="0"/>
          <w:bCs/>
          <w:szCs w:val="36"/>
        </w:rPr>
        <w:t>I</w:t>
      </w:r>
      <w:r w:rsidRPr="00FD0EB0">
        <w:rPr>
          <w:rFonts w:eastAsia="SimSun"/>
          <w:bCs/>
          <w:szCs w:val="36"/>
        </w:rPr>
        <w:t>n Artificial Intelligence</w:t>
      </w:r>
      <w:r w:rsidR="00BE5FD1" w:rsidRPr="002B5648">
        <w:t xml:space="preserve"> </w:t>
      </w:r>
    </w:p>
    <w:p w14:paraId="548D96A3" w14:textId="033E5C28" w:rsidR="00C14B14" w:rsidRDefault="005A26DB" w:rsidP="2F830975">
      <w:pPr>
        <w:pStyle w:val="AuthorName"/>
        <w:rPr>
          <w:sz w:val="20"/>
          <w:lang w:val="en-GB" w:eastAsia="en-GB"/>
        </w:rPr>
      </w:pPr>
      <w:r>
        <w:t>Swapnali R. Teli</w:t>
      </w:r>
      <w:r w:rsidR="00EF6940" w:rsidRPr="2F830975">
        <w:rPr>
          <w:vertAlign w:val="superscript"/>
        </w:rPr>
        <w:t>1,</w:t>
      </w:r>
      <w:r w:rsidR="003A5C85" w:rsidRPr="2F830975">
        <w:rPr>
          <w:vertAlign w:val="superscript"/>
        </w:rPr>
        <w:t xml:space="preserve"> </w:t>
      </w:r>
      <w:proofErr w:type="gramStart"/>
      <w:r w:rsidR="009F298B">
        <w:rPr>
          <w:vertAlign w:val="superscript"/>
        </w:rPr>
        <w:t xml:space="preserve">a </w:t>
      </w:r>
      <w:r w:rsidR="0016385D">
        <w:t xml:space="preserve"> </w:t>
      </w:r>
      <w:proofErr w:type="spellStart"/>
      <w:r>
        <w:t>Sprooha</w:t>
      </w:r>
      <w:proofErr w:type="spellEnd"/>
      <w:proofErr w:type="gramEnd"/>
      <w:r>
        <w:t xml:space="preserve"> S. Athalye</w:t>
      </w:r>
      <w:r w:rsidR="00EF6940" w:rsidRPr="2F830975">
        <w:rPr>
          <w:vertAlign w:val="superscript"/>
        </w:rPr>
        <w:t>2</w:t>
      </w:r>
      <w:r>
        <w:rPr>
          <w:vertAlign w:val="superscript"/>
        </w:rPr>
        <w:t>,</w:t>
      </w:r>
      <w:r w:rsidR="009F298B">
        <w:rPr>
          <w:vertAlign w:val="superscript"/>
        </w:rPr>
        <w:t xml:space="preserve"> b </w:t>
      </w:r>
      <w:proofErr w:type="spellStart"/>
      <w:r>
        <w:t>Mrunmayee</w:t>
      </w:r>
      <w:proofErr w:type="spellEnd"/>
      <w:r>
        <w:t xml:space="preserve"> M. </w:t>
      </w:r>
      <w:proofErr w:type="spellStart"/>
      <w:r>
        <w:t>Hatiskar</w:t>
      </w:r>
      <w:proofErr w:type="spellEnd"/>
      <w:r>
        <w:t xml:space="preserve"> </w:t>
      </w:r>
      <w:r>
        <w:rPr>
          <w:vertAlign w:val="superscript"/>
        </w:rPr>
        <w:t>3,</w:t>
      </w:r>
      <w:r w:rsidRPr="2F830975">
        <w:rPr>
          <w:vertAlign w:val="superscript"/>
        </w:rPr>
        <w:t xml:space="preserve"> </w:t>
      </w:r>
      <w:r>
        <w:rPr>
          <w:vertAlign w:val="superscript"/>
        </w:rPr>
        <w:t>c</w:t>
      </w:r>
      <w:r w:rsidR="009F298B">
        <w:rPr>
          <w:vertAlign w:val="superscript"/>
        </w:rPr>
        <w:t xml:space="preserve"> </w:t>
      </w:r>
      <w:proofErr w:type="spellStart"/>
      <w:r>
        <w:t>Manasi</w:t>
      </w:r>
      <w:proofErr w:type="spellEnd"/>
      <w:r>
        <w:t xml:space="preserve"> G. Gore</w:t>
      </w:r>
      <w:r>
        <w:rPr>
          <w:vertAlign w:val="superscript"/>
        </w:rPr>
        <w:t>4,</w:t>
      </w:r>
      <w:r w:rsidRPr="2F830975">
        <w:rPr>
          <w:vertAlign w:val="superscript"/>
        </w:rPr>
        <w:t xml:space="preserve"> </w:t>
      </w:r>
      <w:r>
        <w:rPr>
          <w:vertAlign w:val="superscript"/>
        </w:rPr>
        <w:t>d</w:t>
      </w:r>
    </w:p>
    <w:p w14:paraId="3EAF16AE" w14:textId="4460761E" w:rsidR="005A26DB" w:rsidRPr="00075EA6" w:rsidRDefault="00027428" w:rsidP="005A26DB">
      <w:pPr>
        <w:pStyle w:val="AuthorAffiliation"/>
      </w:pPr>
      <w:r w:rsidRPr="00075EA6">
        <w:rPr>
          <w:i w:val="0"/>
          <w:iCs/>
          <w:vertAlign w:val="superscript"/>
        </w:rPr>
        <w:t>1</w:t>
      </w:r>
      <w:r w:rsidR="005A26DB">
        <w:rPr>
          <w:i w:val="0"/>
          <w:iCs/>
          <w:vertAlign w:val="superscript"/>
        </w:rPr>
        <w:t xml:space="preserve">,2,3,4 </w:t>
      </w:r>
      <w:proofErr w:type="spellStart"/>
      <w:r w:rsidR="005A26DB">
        <w:t>Finolex</w:t>
      </w:r>
      <w:proofErr w:type="spellEnd"/>
      <w:r w:rsidR="005A26DB">
        <w:t xml:space="preserve"> Academy of Management and Technology, Ratnagiri, Maharashtra, India,415712</w:t>
      </w:r>
    </w:p>
    <w:p w14:paraId="3B9571A9" w14:textId="1E44301B" w:rsidR="005A26DB" w:rsidRPr="006F43E8" w:rsidRDefault="00ED4A2C">
      <w:pPr>
        <w:pStyle w:val="AuthorEmail"/>
        <w:rPr>
          <w:i/>
          <w:iCs/>
          <w:color w:val="0000FF"/>
          <w:u w:val="single"/>
        </w:rPr>
      </w:pPr>
      <w:r w:rsidRPr="00075EA6">
        <w:br/>
      </w:r>
      <w:r w:rsidR="00003D7C" w:rsidRPr="00075EA6">
        <w:rPr>
          <w:szCs w:val="28"/>
          <w:vertAlign w:val="superscript"/>
        </w:rPr>
        <w:t>a)</w:t>
      </w:r>
      <w:r w:rsidR="009F298B">
        <w:t xml:space="preserve"> </w:t>
      </w:r>
      <w:r w:rsidR="005A26DB" w:rsidRPr="006F43E8">
        <w:rPr>
          <w:i/>
          <w:iCs/>
          <w:color w:val="0000FF"/>
          <w:u w:val="single"/>
        </w:rPr>
        <w:t>swapnali.teli@famt.ac.in</w:t>
      </w:r>
      <w:r w:rsidR="001D469C" w:rsidRPr="005A26DB">
        <w:rPr>
          <w:i/>
          <w:iCs/>
        </w:rPr>
        <w:br/>
      </w:r>
      <w:r w:rsidR="003A5C85" w:rsidRPr="005A26DB">
        <w:rPr>
          <w:i/>
          <w:iCs/>
          <w:szCs w:val="28"/>
          <w:vertAlign w:val="superscript"/>
        </w:rPr>
        <w:t>b)</w:t>
      </w:r>
      <w:proofErr w:type="spellStart"/>
      <w:r w:rsidR="005A26DB" w:rsidRPr="006F43E8">
        <w:rPr>
          <w:i/>
          <w:iCs/>
          <w:color w:val="0000FF"/>
          <w:u w:val="single"/>
        </w:rPr>
        <w:t>sprooha,athalye@famt.ac.in</w:t>
      </w:r>
      <w:proofErr w:type="spellEnd"/>
    </w:p>
    <w:p w14:paraId="35075B90" w14:textId="19EE7280" w:rsidR="005A26DB" w:rsidRPr="006F43E8" w:rsidRDefault="005A26DB">
      <w:pPr>
        <w:pStyle w:val="AuthorEmail"/>
        <w:rPr>
          <w:i/>
          <w:iCs/>
          <w:color w:val="0000FF"/>
          <w:u w:val="single"/>
        </w:rPr>
      </w:pPr>
      <w:r w:rsidRPr="005A26DB">
        <w:rPr>
          <w:i/>
          <w:iCs/>
          <w:szCs w:val="28"/>
          <w:vertAlign w:val="superscript"/>
        </w:rPr>
        <w:t>c)</w:t>
      </w:r>
      <w:r w:rsidRPr="006F43E8">
        <w:rPr>
          <w:i/>
          <w:iCs/>
          <w:color w:val="0000FF"/>
          <w:u w:val="single"/>
        </w:rPr>
        <w:t>mrunmayee.hatiskar@famt.ac.in</w:t>
      </w:r>
    </w:p>
    <w:p w14:paraId="5E05E235" w14:textId="6A1ACCBE" w:rsidR="003A5C85" w:rsidRPr="006F43E8" w:rsidRDefault="005A26DB">
      <w:pPr>
        <w:pStyle w:val="AuthorEmail"/>
        <w:rPr>
          <w:color w:val="0000FF"/>
          <w:u w:val="single"/>
        </w:rPr>
      </w:pPr>
      <w:r w:rsidRPr="005A26DB">
        <w:rPr>
          <w:i/>
          <w:iCs/>
          <w:szCs w:val="28"/>
          <w:vertAlign w:val="superscript"/>
        </w:rPr>
        <w:t>d)</w:t>
      </w:r>
      <w:r w:rsidRPr="006F43E8">
        <w:rPr>
          <w:i/>
          <w:iCs/>
          <w:color w:val="0000FF"/>
          <w:u w:val="single"/>
        </w:rPr>
        <w:t>manasi.gore@famt.ac.in</w:t>
      </w:r>
    </w:p>
    <w:p w14:paraId="52285FCC" w14:textId="6C4B8C9B" w:rsidR="0018722C" w:rsidRDefault="0016385D" w:rsidP="0018722C">
      <w:pPr>
        <w:pStyle w:val="Abstract"/>
        <w:ind w:left="113" w:right="113"/>
        <w:rPr>
          <w:bCs/>
          <w:spacing w:val="1"/>
        </w:rPr>
      </w:pPr>
      <w:r w:rsidRPr="00075EA6">
        <w:rPr>
          <w:b/>
          <w:bCs/>
        </w:rPr>
        <w:t>Abstract</w:t>
      </w:r>
      <w:r w:rsidR="00DE14CF">
        <w:rPr>
          <w:b/>
          <w:bCs/>
        </w:rPr>
        <w:t>.</w:t>
      </w:r>
      <w:r w:rsidR="0018722C">
        <w:rPr>
          <w:b/>
          <w:bCs/>
        </w:rPr>
        <w:t xml:space="preserve"> </w:t>
      </w:r>
      <w:bookmarkStart w:id="1" w:name="_Hlk193969773"/>
      <w:r w:rsidR="0018722C" w:rsidRPr="0018722C">
        <w:rPr>
          <w:bCs/>
          <w:spacing w:val="1"/>
        </w:rPr>
        <w:t>By applying heuristic knowledge to direct the search process, informed search strategies are crucial for resolving difficult artificial intelligence (AI) problems. By calculating the cost of achieving a goal from a particular state, algorithms like A* and Greedy Best-First Search increase efficiency by prioritizing the most promising routes. Compared to ignorant approaches, this leads to a more targeted search with less computing cost. To overcome the shortcomings of previous methods, fresh iterations of these search algorithms have been created over time. More sophisticated approaches, such as Anytime Repairing A* (ARA*), Weighted A*, and Adaptive A*, improve on conventional search strategies by providing superior performance in larger and more complicated problem spaces as well as dynamic and real-time contexts.</w:t>
      </w:r>
      <w:r w:rsidR="00CC4122">
        <w:rPr>
          <w:bCs/>
          <w:spacing w:val="1"/>
        </w:rPr>
        <w:t xml:space="preserve"> </w:t>
      </w:r>
      <w:r w:rsidR="0018722C" w:rsidRPr="0018722C">
        <w:rPr>
          <w:bCs/>
          <w:spacing w:val="1"/>
        </w:rPr>
        <w:t xml:space="preserve">With an emphasis on their concepts, methods, and uses in fields including robotics, gaming, autonomous navigation, and automated planning, this study offers a thorough analysis of both traditional and contemporary informed search algorithms. The study also examines the advantages and disadvantages of these methods and talks about new advancements that try to increase their effectiveness, scalability, and flexibility in difficult, real-world situations. </w:t>
      </w:r>
    </w:p>
    <w:p w14:paraId="2522E730" w14:textId="442B74B0" w:rsidR="0018722C" w:rsidRPr="0018722C" w:rsidRDefault="0018722C" w:rsidP="0018722C">
      <w:pPr>
        <w:pStyle w:val="Abstract"/>
        <w:ind w:left="113" w:right="113"/>
        <w:rPr>
          <w:bCs/>
          <w:iCs/>
        </w:rPr>
      </w:pPr>
      <w:r w:rsidRPr="0018722C">
        <w:rPr>
          <w:bCs/>
          <w:iCs/>
        </w:rPr>
        <w:t>Keywords—</w:t>
      </w:r>
      <w:r w:rsidRPr="0018722C">
        <w:rPr>
          <w:bCs/>
          <w:iCs/>
          <w:spacing w:val="1"/>
        </w:rPr>
        <w:t xml:space="preserve"> </w:t>
      </w:r>
      <w:r w:rsidRPr="0018722C">
        <w:rPr>
          <w:bCs/>
          <w:iCs/>
        </w:rPr>
        <w:t>heuristic</w:t>
      </w:r>
      <w:r w:rsidRPr="0018722C">
        <w:rPr>
          <w:bCs/>
          <w:iCs/>
          <w:spacing w:val="1"/>
        </w:rPr>
        <w:t xml:space="preserve"> </w:t>
      </w:r>
      <w:r w:rsidRPr="0018722C">
        <w:rPr>
          <w:bCs/>
          <w:iCs/>
        </w:rPr>
        <w:t>search,</w:t>
      </w:r>
      <w:r w:rsidRPr="0018722C">
        <w:rPr>
          <w:bCs/>
          <w:iCs/>
          <w:spacing w:val="1"/>
        </w:rPr>
        <w:t xml:space="preserve"> </w:t>
      </w:r>
      <w:r w:rsidRPr="0018722C">
        <w:rPr>
          <w:bCs/>
          <w:iCs/>
        </w:rPr>
        <w:t>A*</w:t>
      </w:r>
      <w:r w:rsidRPr="0018722C">
        <w:rPr>
          <w:bCs/>
          <w:iCs/>
          <w:spacing w:val="1"/>
        </w:rPr>
        <w:t xml:space="preserve"> </w:t>
      </w:r>
      <w:r w:rsidRPr="0018722C">
        <w:rPr>
          <w:bCs/>
          <w:iCs/>
        </w:rPr>
        <w:t>algorithm,</w:t>
      </w:r>
      <w:r w:rsidRPr="0018722C">
        <w:rPr>
          <w:bCs/>
          <w:iCs/>
          <w:spacing w:val="1"/>
        </w:rPr>
        <w:t xml:space="preserve"> </w:t>
      </w:r>
      <w:r w:rsidRPr="0018722C">
        <w:rPr>
          <w:bCs/>
          <w:iCs/>
        </w:rPr>
        <w:t>Greedy</w:t>
      </w:r>
      <w:r w:rsidRPr="0018722C">
        <w:rPr>
          <w:bCs/>
          <w:iCs/>
          <w:spacing w:val="1"/>
        </w:rPr>
        <w:t xml:space="preserve"> </w:t>
      </w:r>
      <w:r w:rsidRPr="0018722C">
        <w:rPr>
          <w:bCs/>
          <w:iCs/>
        </w:rPr>
        <w:t>Best-</w:t>
      </w:r>
      <w:r w:rsidRPr="0018722C">
        <w:rPr>
          <w:bCs/>
          <w:iCs/>
          <w:spacing w:val="1"/>
        </w:rPr>
        <w:t xml:space="preserve"> </w:t>
      </w:r>
      <w:r w:rsidRPr="0018722C">
        <w:rPr>
          <w:bCs/>
          <w:iCs/>
        </w:rPr>
        <w:t>First</w:t>
      </w:r>
      <w:r w:rsidRPr="0018722C">
        <w:rPr>
          <w:bCs/>
          <w:iCs/>
          <w:spacing w:val="1"/>
        </w:rPr>
        <w:t xml:space="preserve"> </w:t>
      </w:r>
      <w:r w:rsidRPr="0018722C">
        <w:rPr>
          <w:bCs/>
          <w:iCs/>
        </w:rPr>
        <w:t>Search,</w:t>
      </w:r>
      <w:r w:rsidRPr="0018722C">
        <w:rPr>
          <w:bCs/>
          <w:iCs/>
          <w:spacing w:val="1"/>
        </w:rPr>
        <w:t xml:space="preserve"> </w:t>
      </w:r>
      <w:r w:rsidRPr="0018722C">
        <w:rPr>
          <w:bCs/>
          <w:iCs/>
        </w:rPr>
        <w:t>artificial</w:t>
      </w:r>
      <w:r w:rsidRPr="0018722C">
        <w:rPr>
          <w:bCs/>
          <w:iCs/>
          <w:spacing w:val="1"/>
        </w:rPr>
        <w:t xml:space="preserve"> </w:t>
      </w:r>
      <w:r w:rsidRPr="0018722C">
        <w:rPr>
          <w:bCs/>
          <w:iCs/>
        </w:rPr>
        <w:t>intelligence,</w:t>
      </w:r>
      <w:r w:rsidRPr="0018722C">
        <w:rPr>
          <w:bCs/>
          <w:iCs/>
          <w:spacing w:val="1"/>
        </w:rPr>
        <w:t xml:space="preserve"> </w:t>
      </w:r>
      <w:r w:rsidRPr="0018722C">
        <w:rPr>
          <w:bCs/>
          <w:iCs/>
        </w:rPr>
        <w:t>problem-solving,</w:t>
      </w:r>
      <w:r w:rsidRPr="0018722C">
        <w:rPr>
          <w:bCs/>
          <w:iCs/>
          <w:spacing w:val="1"/>
        </w:rPr>
        <w:t xml:space="preserve"> </w:t>
      </w:r>
      <w:r w:rsidRPr="0018722C">
        <w:rPr>
          <w:bCs/>
          <w:iCs/>
        </w:rPr>
        <w:t>heuristic</w:t>
      </w:r>
      <w:r w:rsidRPr="0018722C">
        <w:rPr>
          <w:bCs/>
          <w:iCs/>
          <w:spacing w:val="1"/>
        </w:rPr>
        <w:t xml:space="preserve"> </w:t>
      </w:r>
      <w:r w:rsidRPr="0018722C">
        <w:rPr>
          <w:bCs/>
          <w:iCs/>
        </w:rPr>
        <w:t>functions,</w:t>
      </w:r>
      <w:r w:rsidRPr="0018722C">
        <w:rPr>
          <w:bCs/>
          <w:iCs/>
          <w:spacing w:val="-1"/>
        </w:rPr>
        <w:t xml:space="preserve"> </w:t>
      </w:r>
      <w:r w:rsidRPr="0018722C">
        <w:rPr>
          <w:bCs/>
          <w:iCs/>
        </w:rPr>
        <w:t>search</w:t>
      </w:r>
      <w:r w:rsidRPr="0018722C">
        <w:rPr>
          <w:bCs/>
          <w:iCs/>
          <w:spacing w:val="-3"/>
        </w:rPr>
        <w:t xml:space="preserve"> </w:t>
      </w:r>
      <w:r w:rsidRPr="0018722C">
        <w:rPr>
          <w:bCs/>
          <w:iCs/>
        </w:rPr>
        <w:t>efficiency</w:t>
      </w:r>
    </w:p>
    <w:bookmarkEnd w:id="1"/>
    <w:p w14:paraId="06D6FCD3" w14:textId="339EFE6F" w:rsidR="00D50109" w:rsidRDefault="00D50109" w:rsidP="00003D7C">
      <w:pPr>
        <w:pStyle w:val="Heading1"/>
      </w:pPr>
      <w:r>
        <w:t>INtroduction</w:t>
      </w:r>
    </w:p>
    <w:p w14:paraId="743C3D98" w14:textId="77777777" w:rsidR="00D50109" w:rsidRDefault="00D50109" w:rsidP="00D50109">
      <w:pPr>
        <w:ind w:firstLine="113"/>
        <w:jc w:val="both"/>
        <w:rPr>
          <w:rFonts w:eastAsia="SimSun"/>
          <w:sz w:val="20"/>
          <w:lang w:eastAsia="zh-CN" w:bidi="ar"/>
        </w:rPr>
      </w:pPr>
      <w:r>
        <w:rPr>
          <w:rFonts w:eastAsia="SimSun"/>
          <w:sz w:val="20"/>
          <w:lang w:eastAsia="zh-CN" w:bidi="ar"/>
        </w:rPr>
        <w:t xml:space="preserve">The field of artificial intelligence (AI) relies heavily on informed search strategies, which use heuristics to leverage </w:t>
      </w:r>
    </w:p>
    <w:p w14:paraId="14919CE4" w14:textId="25CE3E64" w:rsidR="00D50109" w:rsidRDefault="00D50109" w:rsidP="00D50109">
      <w:pPr>
        <w:jc w:val="both"/>
        <w:rPr>
          <w:sz w:val="20"/>
        </w:rPr>
      </w:pPr>
      <w:r>
        <w:rPr>
          <w:rFonts w:eastAsia="SimSun"/>
          <w:sz w:val="20"/>
          <w:lang w:eastAsia="zh-CN" w:bidi="ar"/>
        </w:rPr>
        <w:t>domain-specific information to solve problems efficiently. Informed search algorithms greatly reduce the search space and processing cost by prioritizing paths that are more likely to lead to an optimal solution, in contrast to uninformed search methods that aimlessly investigate every potential solution. A* and Greedy Best-First Search are two examples of classical informed search algorithms that have gained popularity because they strike a balance between computational efficiency and solution quality. In order to direct the search process towards the most promising avenues, these algorithms combine the actual cost to reach a state with a heuristic estimate of the remaining cost to the target.</w:t>
      </w:r>
    </w:p>
    <w:p w14:paraId="313C8EF3" w14:textId="3B9089B0" w:rsidR="00D50109" w:rsidRPr="00893DBC" w:rsidRDefault="00893DBC" w:rsidP="00893DBC">
      <w:pPr>
        <w:ind w:firstLine="113"/>
        <w:jc w:val="both"/>
        <w:rPr>
          <w:rFonts w:eastAsia="SimSun"/>
          <w:sz w:val="20"/>
          <w:lang w:val="en-IN" w:eastAsia="zh-CN" w:bidi="ar"/>
        </w:rPr>
      </w:pPr>
      <w:r w:rsidRPr="00893DBC">
        <w:rPr>
          <w:rFonts w:eastAsia="SimSun"/>
          <w:sz w:val="20"/>
          <w:lang w:val="en-IN" w:eastAsia="zh-CN" w:bidi="ar"/>
        </w:rPr>
        <w:t>But as real-world problems have become more complex, it has also become apparent that more advanced search</w:t>
      </w:r>
      <w:r w:rsidRPr="00893DBC">
        <w:rPr>
          <w:rFonts w:eastAsia="SimSun"/>
          <w:sz w:val="20"/>
          <w:lang w:val="en-IN" w:eastAsia="zh-CN" w:bidi="ar"/>
        </w:rPr>
        <w:t> </w:t>
      </w:r>
      <w:r w:rsidRPr="00893DBC">
        <w:rPr>
          <w:rFonts w:eastAsia="SimSun"/>
          <w:sz w:val="20"/>
          <w:lang w:val="en-IN" w:eastAsia="zh-CN" w:bidi="ar"/>
        </w:rPr>
        <w:t>techniques are needed. Traditional methods often struggle with large-scale problems, evolving contexts, and pressing decision-making in</w:t>
      </w:r>
      <w:r w:rsidRPr="00893DBC">
        <w:rPr>
          <w:rFonts w:eastAsia="SimSun"/>
          <w:sz w:val="20"/>
          <w:lang w:val="en-IN" w:eastAsia="zh-CN" w:bidi="ar"/>
        </w:rPr>
        <w:t> </w:t>
      </w:r>
      <w:r w:rsidRPr="00893DBC">
        <w:rPr>
          <w:rFonts w:eastAsia="SimSun"/>
          <w:sz w:val="20"/>
          <w:lang w:val="en-IN" w:eastAsia="zh-CN" w:bidi="ar"/>
        </w:rPr>
        <w:t>real-time. To</w:t>
      </w:r>
      <w:r w:rsidRPr="00893DBC">
        <w:rPr>
          <w:rFonts w:eastAsia="SimSun"/>
          <w:sz w:val="20"/>
          <w:lang w:val="en-IN" w:eastAsia="zh-CN" w:bidi="ar"/>
        </w:rPr>
        <w:t> </w:t>
      </w:r>
      <w:r w:rsidRPr="00893DBC">
        <w:rPr>
          <w:rFonts w:eastAsia="SimSun"/>
          <w:sz w:val="20"/>
          <w:lang w:val="en-IN" w:eastAsia="zh-CN" w:bidi="ar"/>
        </w:rPr>
        <w:t>tackle these challenges, new informed search algorithms, including Anytime Repairing A* (ARA</w:t>
      </w:r>
      <w:r w:rsidR="00CC670D">
        <w:rPr>
          <w:rFonts w:eastAsia="SimSun"/>
          <w:sz w:val="20"/>
          <w:lang w:val="en-IN" w:eastAsia="zh-CN" w:bidi="ar"/>
        </w:rPr>
        <w:t>*</w:t>
      </w:r>
      <w:r w:rsidRPr="00893DBC">
        <w:rPr>
          <w:rFonts w:eastAsia="SimSun"/>
          <w:sz w:val="20"/>
          <w:lang w:val="en-IN" w:eastAsia="zh-CN" w:bidi="ar"/>
        </w:rPr>
        <w:t>), Weighted A</w:t>
      </w:r>
      <w:r w:rsidR="00CC670D">
        <w:rPr>
          <w:rFonts w:eastAsia="SimSun"/>
          <w:sz w:val="20"/>
          <w:lang w:val="en-IN" w:eastAsia="zh-CN" w:bidi="ar"/>
        </w:rPr>
        <w:t>*</w:t>
      </w:r>
      <w:r w:rsidRPr="00893DBC">
        <w:rPr>
          <w:rFonts w:eastAsia="SimSun"/>
          <w:sz w:val="20"/>
          <w:lang w:val="en-IN" w:eastAsia="zh-CN" w:bidi="ar"/>
        </w:rPr>
        <w:t>, and Adaptive A* have been proposed. These modern approaches improve efficiency of memory, adaptability, and</w:t>
      </w:r>
      <w:r w:rsidRPr="00893DBC">
        <w:rPr>
          <w:rFonts w:eastAsia="SimSun"/>
          <w:sz w:val="20"/>
          <w:lang w:val="en-IN" w:eastAsia="zh-CN" w:bidi="ar"/>
        </w:rPr>
        <w:t> </w:t>
      </w:r>
      <w:r w:rsidRPr="00893DBC">
        <w:rPr>
          <w:rFonts w:eastAsia="SimSun"/>
          <w:sz w:val="20"/>
          <w:lang w:val="en-IN" w:eastAsia="zh-CN" w:bidi="ar"/>
        </w:rPr>
        <w:t>speed of computation and are constructed on classical algorithmic foundations</w:t>
      </w:r>
      <w:r w:rsidR="00D50109">
        <w:rPr>
          <w:rFonts w:eastAsia="SimSun"/>
          <w:sz w:val="20"/>
          <w:lang w:eastAsia="zh-CN" w:bidi="ar"/>
        </w:rPr>
        <w:t>.</w:t>
      </w:r>
      <w:r>
        <w:rPr>
          <w:rFonts w:eastAsia="SimSun"/>
          <w:sz w:val="20"/>
          <w:lang w:eastAsia="zh-CN" w:bidi="ar"/>
        </w:rPr>
        <w:t xml:space="preserve"> </w:t>
      </w:r>
      <w:r w:rsidRPr="00893DBC">
        <w:rPr>
          <w:rFonts w:eastAsia="SimSun"/>
          <w:sz w:val="20"/>
          <w:lang w:val="en-IN" w:eastAsia="zh-CN" w:bidi="ar"/>
        </w:rPr>
        <w:t>For time-sensitive applications, a weighted version also exists, known as weighted A</w:t>
      </w:r>
      <w:r w:rsidR="00CC670D">
        <w:rPr>
          <w:rFonts w:eastAsia="SimSun"/>
          <w:sz w:val="20"/>
          <w:lang w:val="en-IN" w:eastAsia="zh-CN" w:bidi="ar"/>
        </w:rPr>
        <w:t>*</w:t>
      </w:r>
      <w:r w:rsidRPr="00893DBC">
        <w:rPr>
          <w:rFonts w:eastAsia="SimSun"/>
          <w:sz w:val="20"/>
          <w:lang w:val="en-IN" w:eastAsia="zh-CN" w:bidi="ar"/>
        </w:rPr>
        <w:t>, which gives a weight factor that</w:t>
      </w:r>
      <w:r w:rsidRPr="00893DBC">
        <w:rPr>
          <w:rFonts w:eastAsia="SimSun"/>
          <w:sz w:val="20"/>
          <w:lang w:val="en-IN" w:eastAsia="zh-CN" w:bidi="ar"/>
        </w:rPr>
        <w:t> </w:t>
      </w:r>
      <w:r w:rsidRPr="00893DBC">
        <w:rPr>
          <w:rFonts w:eastAsia="SimSun"/>
          <w:sz w:val="20"/>
          <w:lang w:val="en-IN" w:eastAsia="zh-CN" w:bidi="ar"/>
        </w:rPr>
        <w:t>prioritizes speed over optimality while adaptive A</w:t>
      </w:r>
      <w:r w:rsidR="00CC670D">
        <w:rPr>
          <w:rFonts w:eastAsia="SimSun"/>
          <w:sz w:val="20"/>
          <w:lang w:val="en-IN" w:eastAsia="zh-CN" w:bidi="ar"/>
        </w:rPr>
        <w:t>*</w:t>
      </w:r>
      <w:r w:rsidRPr="00893DBC">
        <w:rPr>
          <w:rFonts w:eastAsia="SimSun"/>
          <w:sz w:val="20"/>
          <w:lang w:val="en-IN" w:eastAsia="zh-CN" w:bidi="ar"/>
        </w:rPr>
        <w:t>, dynamically adjusts its heuristic function to adapt to changing conditions. Meanwhile, ARA</w:t>
      </w:r>
      <w:r w:rsidR="00CC670D">
        <w:rPr>
          <w:rFonts w:eastAsia="SimSun"/>
          <w:sz w:val="20"/>
          <w:lang w:val="en-IN" w:eastAsia="zh-CN" w:bidi="ar"/>
        </w:rPr>
        <w:t>*</w:t>
      </w:r>
      <w:r w:rsidRPr="00893DBC">
        <w:rPr>
          <w:rFonts w:eastAsia="SimSun"/>
          <w:sz w:val="20"/>
          <w:lang w:val="en-IN" w:eastAsia="zh-CN" w:bidi="ar"/>
        </w:rPr>
        <w:t xml:space="preserve"> comes to the rescue by achieving a good balance between finding a reasonably good solution fast with the step of having an incomplete one</w:t>
      </w:r>
      <w:r w:rsidRPr="00893DBC">
        <w:rPr>
          <w:rFonts w:eastAsia="SimSun"/>
          <w:sz w:val="20"/>
          <w:lang w:val="en-IN" w:eastAsia="zh-CN" w:bidi="ar"/>
        </w:rPr>
        <w:t> </w:t>
      </w:r>
      <w:r w:rsidRPr="00893DBC">
        <w:rPr>
          <w:rFonts w:eastAsia="SimSun"/>
          <w:sz w:val="20"/>
          <w:lang w:val="en-IN" w:eastAsia="zh-CN" w:bidi="ar"/>
        </w:rPr>
        <w:t xml:space="preserve">that in a </w:t>
      </w:r>
      <w:r w:rsidR="00CC670D" w:rsidRPr="00893DBC">
        <w:rPr>
          <w:rFonts w:eastAsia="SimSun"/>
          <w:sz w:val="20"/>
          <w:lang w:val="en-IN" w:eastAsia="zh-CN" w:bidi="ar"/>
        </w:rPr>
        <w:t>later state</w:t>
      </w:r>
      <w:r w:rsidRPr="00893DBC">
        <w:rPr>
          <w:rFonts w:eastAsia="SimSun"/>
          <w:sz w:val="20"/>
          <w:lang w:val="en-IN" w:eastAsia="zh-CN" w:bidi="ar"/>
        </w:rPr>
        <w:t xml:space="preserve"> will lead a new and better solution.</w:t>
      </w:r>
    </w:p>
    <w:p w14:paraId="7B44DBFC" w14:textId="2CDCDDA9" w:rsidR="00D50109" w:rsidRPr="000C3D93" w:rsidRDefault="00D50109" w:rsidP="000C3D93">
      <w:pPr>
        <w:ind w:firstLine="113"/>
        <w:jc w:val="both"/>
        <w:rPr>
          <w:rFonts w:eastAsia="SimSun"/>
          <w:sz w:val="20"/>
          <w:lang w:val="en-IN" w:eastAsia="zh-CN" w:bidi="ar"/>
        </w:rPr>
      </w:pPr>
      <w:r>
        <w:rPr>
          <w:rFonts w:eastAsia="SimSun"/>
          <w:sz w:val="20"/>
          <w:lang w:eastAsia="zh-CN" w:bidi="ar"/>
        </w:rPr>
        <w:t xml:space="preserve">This study </w:t>
      </w:r>
      <w:r w:rsidR="003F17EB">
        <w:rPr>
          <w:rFonts w:eastAsia="SimSun"/>
          <w:sz w:val="20"/>
          <w:lang w:eastAsia="zh-CN" w:bidi="ar"/>
        </w:rPr>
        <w:t>describes</w:t>
      </w:r>
      <w:r>
        <w:rPr>
          <w:rFonts w:eastAsia="SimSun"/>
          <w:sz w:val="20"/>
          <w:lang w:eastAsia="zh-CN" w:bidi="ar"/>
        </w:rPr>
        <w:t xml:space="preserve"> </w:t>
      </w:r>
      <w:r w:rsidR="003F17EB" w:rsidRPr="003F17EB">
        <w:rPr>
          <w:rFonts w:eastAsia="SimSun"/>
          <w:sz w:val="20"/>
          <w:lang w:val="en-IN" w:eastAsia="zh-CN" w:bidi="ar"/>
        </w:rPr>
        <w:t>traditional and</w:t>
      </w:r>
      <w:r w:rsidR="003F17EB" w:rsidRPr="003F17EB">
        <w:rPr>
          <w:rFonts w:eastAsia="SimSun"/>
          <w:sz w:val="20"/>
          <w:lang w:val="en-IN" w:eastAsia="zh-CN" w:bidi="ar"/>
        </w:rPr>
        <w:t> </w:t>
      </w:r>
      <w:r w:rsidR="003F17EB" w:rsidRPr="003F17EB">
        <w:rPr>
          <w:rFonts w:eastAsia="SimSun"/>
          <w:sz w:val="20"/>
          <w:lang w:val="en-IN" w:eastAsia="zh-CN" w:bidi="ar"/>
        </w:rPr>
        <w:t>modern informed search strategies, providing an in-depth exploration of their theoretical foundations, methods of operation, and applications in diverse areas of artificial intelligence, including robotics, gaming, autonomous practice, and automated planning. In addition to</w:t>
      </w:r>
      <w:r w:rsidR="003F17EB" w:rsidRPr="003F17EB">
        <w:rPr>
          <w:rFonts w:eastAsia="SimSun"/>
          <w:sz w:val="20"/>
          <w:lang w:val="en-IN" w:eastAsia="zh-CN" w:bidi="ar"/>
        </w:rPr>
        <w:t> </w:t>
      </w:r>
      <w:r w:rsidR="003F17EB" w:rsidRPr="003F17EB">
        <w:rPr>
          <w:rFonts w:eastAsia="SimSun"/>
          <w:sz w:val="20"/>
          <w:lang w:val="en-IN" w:eastAsia="zh-CN" w:bidi="ar"/>
        </w:rPr>
        <w:t xml:space="preserve">discussion of the strengths and weaknesses of each algorithm, it conducts a comparison analysis to see how well each one is suited to different classes </w:t>
      </w:r>
      <w:r w:rsidR="003F17EB" w:rsidRPr="003F17EB">
        <w:rPr>
          <w:rFonts w:eastAsia="SimSun"/>
          <w:sz w:val="20"/>
          <w:lang w:val="en-IN" w:eastAsia="zh-CN" w:bidi="ar"/>
        </w:rPr>
        <w:lastRenderedPageBreak/>
        <w:t>of problem. The current studies and recent developments in the field, with a focus on enhancing the efficiency and efficacy of</w:t>
      </w:r>
      <w:r w:rsidR="003F17EB" w:rsidRPr="003F17EB">
        <w:rPr>
          <w:rFonts w:eastAsia="SimSun"/>
          <w:sz w:val="20"/>
          <w:lang w:val="en-IN" w:eastAsia="zh-CN" w:bidi="ar"/>
        </w:rPr>
        <w:t> </w:t>
      </w:r>
      <w:r w:rsidR="003F17EB" w:rsidRPr="003F17EB">
        <w:rPr>
          <w:rFonts w:eastAsia="SimSun"/>
          <w:sz w:val="20"/>
          <w:lang w:val="en-IN" w:eastAsia="zh-CN" w:bidi="ar"/>
        </w:rPr>
        <w:t>these algorithms in demanding real-world scenarios, are also discussed.</w:t>
      </w:r>
    </w:p>
    <w:p w14:paraId="1732CC97" w14:textId="66951827" w:rsidR="00D50109" w:rsidRDefault="00D50109" w:rsidP="00D50109">
      <w:pPr>
        <w:pStyle w:val="Heading1"/>
      </w:pPr>
      <w:r>
        <w:t>Literature review</w:t>
      </w:r>
    </w:p>
    <w:p w14:paraId="6C0A0C82" w14:textId="2159A18E" w:rsidR="00D50109" w:rsidRPr="00D909FF" w:rsidRDefault="00D909FF" w:rsidP="00D909FF">
      <w:pPr>
        <w:pStyle w:val="BodyText"/>
        <w:ind w:left="0" w:firstLine="113"/>
        <w:jc w:val="both"/>
        <w:rPr>
          <w:lang w:val="en-IN"/>
        </w:rPr>
      </w:pPr>
      <w:r w:rsidRPr="00D909FF">
        <w:rPr>
          <w:lang w:val="en-IN"/>
        </w:rPr>
        <w:t>Informed search techniques are one of the core AI methods to solve problems that</w:t>
      </w:r>
      <w:r w:rsidRPr="00D909FF">
        <w:rPr>
          <w:lang w:val="en-IN"/>
        </w:rPr>
        <w:t> </w:t>
      </w:r>
      <w:r w:rsidRPr="00D909FF">
        <w:rPr>
          <w:lang w:val="en-IN"/>
        </w:rPr>
        <w:t>are too complex to be solved in their entirety before a solution is found. These algorithms use heuristic functions to guide the search and</w:t>
      </w:r>
      <w:r w:rsidRPr="00D909FF">
        <w:rPr>
          <w:lang w:val="en-IN"/>
        </w:rPr>
        <w:t> </w:t>
      </w:r>
      <w:r w:rsidRPr="00D909FF">
        <w:rPr>
          <w:lang w:val="en-IN"/>
        </w:rPr>
        <w:t>reduce the computational overhead and search space. Search</w:t>
      </w:r>
      <w:r w:rsidRPr="00D909FF">
        <w:rPr>
          <w:lang w:val="en-IN"/>
        </w:rPr>
        <w:t> </w:t>
      </w:r>
      <w:r w:rsidRPr="00D909FF">
        <w:rPr>
          <w:lang w:val="en-IN"/>
        </w:rPr>
        <w:t>without a heuristic was first highlighted with Dijkstra's shortest path [1] where it was shown that with a cost to explore the algorithm could solve for the shortest path. This was later extended by</w:t>
      </w:r>
      <w:r w:rsidRPr="00D909FF">
        <w:rPr>
          <w:lang w:val="en-IN"/>
        </w:rPr>
        <w:t> </w:t>
      </w:r>
      <w:r w:rsidRPr="00D909FF">
        <w:rPr>
          <w:lang w:val="en-IN"/>
        </w:rPr>
        <w:t>Hart, Nilsson, and Raphael using the A* algorithm, which built on actual path costs with heuristic estimates, guaranteeing optimality and completeness given admissible heuristics [2]</w:t>
      </w:r>
      <w:r w:rsidR="00D50109">
        <w:t>.</w:t>
      </w:r>
    </w:p>
    <w:p w14:paraId="1A3931D8" w14:textId="62156440" w:rsidR="00D92D47" w:rsidRPr="00D92D47" w:rsidRDefault="00D92D47" w:rsidP="007353A7">
      <w:pPr>
        <w:pStyle w:val="BodyText"/>
        <w:ind w:left="0" w:firstLine="113"/>
        <w:jc w:val="both"/>
        <w:rPr>
          <w:lang w:val="en-IN"/>
        </w:rPr>
      </w:pPr>
      <w:r w:rsidRPr="00D92D47">
        <w:rPr>
          <w:lang w:val="en-IN"/>
        </w:rPr>
        <w:t>Informed search algorithms have gained prominence recently</w:t>
      </w:r>
      <w:r w:rsidRPr="00D92D47">
        <w:rPr>
          <w:lang w:val="en-IN"/>
        </w:rPr>
        <w:t> </w:t>
      </w:r>
      <w:r w:rsidRPr="00D92D47">
        <w:rPr>
          <w:lang w:val="en-IN"/>
        </w:rPr>
        <w:t>due to the efforts in practical use and enhancements in practical domains such as robotics, gaming, and logistics. A well-known example is the A* algorithm that is still employed in navigation and path finding applications because it strikes a good balance between</w:t>
      </w:r>
      <w:r w:rsidRPr="00D92D47">
        <w:rPr>
          <w:lang w:val="en-IN"/>
        </w:rPr>
        <w:t> </w:t>
      </w:r>
      <w:r w:rsidRPr="00D92D47">
        <w:rPr>
          <w:lang w:val="en-IN"/>
        </w:rPr>
        <w:t>efficiency and accuracy. Nonetheless, the resource-intensive character of</w:t>
      </w:r>
      <w:r w:rsidRPr="00D92D47">
        <w:rPr>
          <w:lang w:val="en-IN"/>
        </w:rPr>
        <w:t> </w:t>
      </w:r>
      <w:r w:rsidRPr="00D92D47">
        <w:rPr>
          <w:lang w:val="en-IN"/>
        </w:rPr>
        <w:t>IDA* has inspired some researchers to introduce memory-bounded extensions such as Simplified Memory-Bounded A* (SMA*) to deliver well-ordered solutions in limited memory environments [3]</w:t>
      </w:r>
      <w:r w:rsidR="00D50109">
        <w:t xml:space="preserve">. </w:t>
      </w:r>
      <w:r w:rsidRPr="00D92D47">
        <w:rPr>
          <w:lang w:val="en-IN"/>
        </w:rPr>
        <w:t>In a similar manner, iterative deepening approaches, such as Iterative Deepening A*</w:t>
      </w:r>
      <w:r w:rsidRPr="00D92D47">
        <w:rPr>
          <w:lang w:val="en-IN"/>
        </w:rPr>
        <w:t> </w:t>
      </w:r>
      <w:r w:rsidRPr="00D92D47">
        <w:rPr>
          <w:lang w:val="en-IN"/>
        </w:rPr>
        <w:t>(IDA) have been introduced to mitigate the drawbacks of A</w:t>
      </w:r>
      <w:r>
        <w:rPr>
          <w:lang w:val="en-IN"/>
        </w:rPr>
        <w:t>*</w:t>
      </w:r>
      <w:r w:rsidRPr="00D92D47">
        <w:rPr>
          <w:lang w:val="en-IN"/>
        </w:rPr>
        <w:t xml:space="preserve"> by merging depth first search and heuristic evaluation, which minimizes memory usage while still being optimal</w:t>
      </w:r>
      <w:r>
        <w:rPr>
          <w:lang w:val="en-IN"/>
        </w:rPr>
        <w:t xml:space="preserve"> [4][5]</w:t>
      </w:r>
      <w:r w:rsidRPr="00D92D47">
        <w:rPr>
          <w:lang w:val="en-IN"/>
        </w:rPr>
        <w:t>.</w:t>
      </w:r>
    </w:p>
    <w:p w14:paraId="4B4F0FD4" w14:textId="53B752FD" w:rsidR="00D92D47" w:rsidRPr="00D92D47" w:rsidRDefault="00D92D47" w:rsidP="00D92D47">
      <w:pPr>
        <w:pStyle w:val="BodyText"/>
        <w:ind w:left="0" w:firstLine="113"/>
        <w:jc w:val="both"/>
        <w:rPr>
          <w:lang w:val="en-IN"/>
        </w:rPr>
      </w:pPr>
      <w:r w:rsidRPr="00D92D47">
        <w:rPr>
          <w:lang w:val="en-IN"/>
        </w:rPr>
        <w:t>GBFS (Greedy Best-First Search) is another informed search method, but it</w:t>
      </w:r>
      <w:r w:rsidRPr="00D92D47">
        <w:rPr>
          <w:lang w:val="en-IN"/>
        </w:rPr>
        <w:t> </w:t>
      </w:r>
      <w:r w:rsidRPr="00D92D47">
        <w:rPr>
          <w:lang w:val="en-IN"/>
        </w:rPr>
        <w:t>prioritizes nodes according to the heuristic value only. Although this method usually produces faster solutions for real-time applications, it</w:t>
      </w:r>
      <w:r w:rsidRPr="00D92D47">
        <w:rPr>
          <w:lang w:val="en-IN"/>
        </w:rPr>
        <w:t> </w:t>
      </w:r>
      <w:r w:rsidRPr="00D92D47">
        <w:rPr>
          <w:lang w:val="en-IN"/>
        </w:rPr>
        <w:t>does not guarantee optimality, especially for problems with complex cost functions [6].</w:t>
      </w:r>
      <w:r>
        <w:rPr>
          <w:lang w:val="en-IN"/>
        </w:rPr>
        <w:t xml:space="preserve"> </w:t>
      </w:r>
      <w:r w:rsidRPr="00D92D47">
        <w:rPr>
          <w:lang w:val="en-IN"/>
        </w:rPr>
        <w:t>Hybrid algorithms that</w:t>
      </w:r>
      <w:r w:rsidRPr="00D92D47">
        <w:rPr>
          <w:lang w:val="en-IN"/>
        </w:rPr>
        <w:t> </w:t>
      </w:r>
      <w:r w:rsidRPr="00D92D47">
        <w:rPr>
          <w:lang w:val="en-IN"/>
        </w:rPr>
        <w:t>combine GBFS with cost-aware strategies, which aim to address this trade-off have been studied recently [7].</w:t>
      </w:r>
    </w:p>
    <w:p w14:paraId="6AF68932" w14:textId="4EED3C95" w:rsidR="00772437" w:rsidRPr="00772437" w:rsidRDefault="00D92D47" w:rsidP="00772437">
      <w:pPr>
        <w:pStyle w:val="BodyText"/>
        <w:ind w:left="0" w:firstLine="113"/>
        <w:jc w:val="both"/>
        <w:rPr>
          <w:lang w:val="en-IN"/>
        </w:rPr>
      </w:pPr>
      <w:r w:rsidRPr="00D92D47">
        <w:rPr>
          <w:lang w:val="en-IN"/>
        </w:rPr>
        <w:t>Informed search has</w:t>
      </w:r>
      <w:r w:rsidRPr="00D92D47">
        <w:rPr>
          <w:lang w:val="en-IN"/>
        </w:rPr>
        <w:t> </w:t>
      </w:r>
      <w:r w:rsidRPr="00D92D47">
        <w:rPr>
          <w:lang w:val="en-IN"/>
        </w:rPr>
        <w:t>wide applications, and has made great strides in real-world domains. In the field of robotics, A* has been used for effective navigation in dynamic establishments, including the routing of autonomous vehicles</w:t>
      </w:r>
      <w:r w:rsidRPr="00D92D47">
        <w:rPr>
          <w:lang w:val="en-IN"/>
        </w:rPr>
        <w:t> </w:t>
      </w:r>
      <w:r w:rsidRPr="00D92D47">
        <w:rPr>
          <w:lang w:val="en-IN"/>
        </w:rPr>
        <w:t xml:space="preserve">and unmanned aerial systems [8]. </w:t>
      </w:r>
      <w:r>
        <w:rPr>
          <w:lang w:val="en-IN"/>
        </w:rPr>
        <w:t xml:space="preserve">Integrating </w:t>
      </w:r>
      <w:r w:rsidRPr="00D92D47">
        <w:rPr>
          <w:lang w:val="en-IN"/>
        </w:rPr>
        <w:t>informed search with machine learning has significantly improved performance due to the learning of heuristic</w:t>
      </w:r>
      <w:r w:rsidRPr="00D92D47">
        <w:rPr>
          <w:lang w:val="en-IN"/>
        </w:rPr>
        <w:t> </w:t>
      </w:r>
      <w:r w:rsidRPr="00D92D47">
        <w:rPr>
          <w:lang w:val="en-IN"/>
        </w:rPr>
        <w:t xml:space="preserve">functions during </w:t>
      </w:r>
      <w:r>
        <w:rPr>
          <w:lang w:val="en-IN"/>
        </w:rPr>
        <w:t>dynamic</w:t>
      </w:r>
      <w:r w:rsidRPr="00D92D47">
        <w:rPr>
          <w:lang w:val="en-IN"/>
        </w:rPr>
        <w:t xml:space="preserve"> </w:t>
      </w:r>
      <w:r>
        <w:rPr>
          <w:lang w:val="en-IN"/>
        </w:rPr>
        <w:t>adaptation</w:t>
      </w:r>
      <w:r w:rsidRPr="00D92D47">
        <w:rPr>
          <w:lang w:val="en-IN"/>
        </w:rPr>
        <w:t>.</w:t>
      </w:r>
      <w:r w:rsidR="00772437">
        <w:rPr>
          <w:lang w:val="en-IN"/>
        </w:rPr>
        <w:t xml:space="preserve"> </w:t>
      </w:r>
      <w:r w:rsidR="00772437" w:rsidRPr="00772437">
        <w:rPr>
          <w:lang w:val="en-IN"/>
        </w:rPr>
        <w:t>Deep reinforcement learning models, for instance, have been used to fine-tune heuristics for pathfinding in heterogeneous</w:t>
      </w:r>
      <w:r w:rsidR="00772437" w:rsidRPr="00772437">
        <w:rPr>
          <w:lang w:val="en-IN"/>
        </w:rPr>
        <w:t> </w:t>
      </w:r>
      <w:r w:rsidR="00772437" w:rsidRPr="00772437">
        <w:rPr>
          <w:lang w:val="en-IN"/>
        </w:rPr>
        <w:t>multi-agent systems [9]. For example, in logistics, heuristic search algorithms [10] have been used to</w:t>
      </w:r>
      <w:r w:rsidR="00772437" w:rsidRPr="00772437">
        <w:rPr>
          <w:lang w:val="en-IN"/>
        </w:rPr>
        <w:t> </w:t>
      </w:r>
      <w:r w:rsidR="00772437" w:rsidRPr="00772437">
        <w:rPr>
          <w:lang w:val="en-IN"/>
        </w:rPr>
        <w:t>improve resource allocation and route optimization, which resulted in considerable cost savings and operational efficiency.</w:t>
      </w:r>
    </w:p>
    <w:p w14:paraId="116FC9A8" w14:textId="22CF10E0" w:rsidR="00772437" w:rsidRPr="00772437" w:rsidRDefault="00772437" w:rsidP="00772437">
      <w:pPr>
        <w:pStyle w:val="BodyText"/>
        <w:ind w:left="0" w:firstLine="113"/>
        <w:jc w:val="both"/>
        <w:rPr>
          <w:lang w:val="en-IN"/>
        </w:rPr>
      </w:pPr>
      <w:r w:rsidRPr="00772437">
        <w:rPr>
          <w:lang w:val="en-IN"/>
        </w:rPr>
        <w:t>Applications of heuristic search in natural language processing (NLP) are receiving attention from</w:t>
      </w:r>
      <w:r w:rsidRPr="00772437">
        <w:rPr>
          <w:lang w:val="en-IN"/>
        </w:rPr>
        <w:t> </w:t>
      </w:r>
      <w:r w:rsidRPr="00772437">
        <w:rPr>
          <w:lang w:val="en-IN"/>
        </w:rPr>
        <w:t>researches as well. For this reason, techniques such as A* have been adapted to help improve</w:t>
      </w:r>
      <w:r w:rsidRPr="00772437">
        <w:rPr>
          <w:lang w:val="en-IN"/>
        </w:rPr>
        <w:t> </w:t>
      </w:r>
      <w:r w:rsidRPr="00772437">
        <w:rPr>
          <w:lang w:val="en-IN"/>
        </w:rPr>
        <w:t>both syntactic parsing and semantic analysis in order to increase the capability and efficiency of machine translation</w:t>
      </w:r>
      <w:r>
        <w:rPr>
          <w:lang w:val="en-IN"/>
        </w:rPr>
        <w:t xml:space="preserve"> </w:t>
      </w:r>
      <w:r w:rsidR="00D50109">
        <w:t xml:space="preserve">[11]. </w:t>
      </w:r>
      <w:r w:rsidRPr="00772437">
        <w:rPr>
          <w:lang w:val="en-IN"/>
        </w:rPr>
        <w:t>In addition, MCTS-dependent gam</w:t>
      </w:r>
      <w:r>
        <w:rPr>
          <w:lang w:val="en-IN"/>
        </w:rPr>
        <w:t>ing</w:t>
      </w:r>
      <w:r w:rsidRPr="00772437">
        <w:rPr>
          <w:lang w:val="en-IN"/>
        </w:rPr>
        <w:t xml:space="preserve"> AI has combined with informed search methods to</w:t>
      </w:r>
      <w:r w:rsidRPr="00772437">
        <w:rPr>
          <w:lang w:val="en-IN"/>
        </w:rPr>
        <w:t> </w:t>
      </w:r>
      <w:r w:rsidRPr="00772437">
        <w:rPr>
          <w:lang w:val="en-IN"/>
        </w:rPr>
        <w:t>achieve superhuman performance in Go and Chess. One example would be DeepMind's AlphaGo, which integrates MCTS with deep neural</w:t>
      </w:r>
      <w:r w:rsidRPr="00772437">
        <w:rPr>
          <w:lang w:val="en-IN"/>
        </w:rPr>
        <w:t> </w:t>
      </w:r>
      <w:r w:rsidRPr="00772437">
        <w:rPr>
          <w:lang w:val="en-IN"/>
        </w:rPr>
        <w:t>networks to evaluate game states and direct search processes [12].</w:t>
      </w:r>
    </w:p>
    <w:p w14:paraId="1C06484B" w14:textId="77777777" w:rsidR="004F02C0" w:rsidRPr="004F02C0" w:rsidRDefault="00772437" w:rsidP="004F02C0">
      <w:pPr>
        <w:pStyle w:val="BodyText"/>
        <w:ind w:left="0" w:firstLine="113"/>
        <w:jc w:val="both"/>
        <w:rPr>
          <w:lang w:val="en-IN"/>
        </w:rPr>
      </w:pPr>
      <w:r w:rsidRPr="00772437">
        <w:rPr>
          <w:lang w:val="en-IN"/>
        </w:rPr>
        <w:t>Informed search strategies are both</w:t>
      </w:r>
      <w:r w:rsidRPr="00772437">
        <w:rPr>
          <w:lang w:val="en-IN"/>
        </w:rPr>
        <w:t> </w:t>
      </w:r>
      <w:r w:rsidRPr="00772437">
        <w:rPr>
          <w:lang w:val="en-IN"/>
        </w:rPr>
        <w:t>versatile and efficient, making them essential for addressing contemporary AI problems. Nevertheless, the trade-offs among computation time, memory usage, and solution quality are</w:t>
      </w:r>
      <w:r w:rsidRPr="00772437">
        <w:rPr>
          <w:lang w:val="en-IN"/>
        </w:rPr>
        <w:t> </w:t>
      </w:r>
      <w:r w:rsidRPr="00772437">
        <w:rPr>
          <w:lang w:val="en-IN"/>
        </w:rPr>
        <w:t>still active research topics.</w:t>
      </w:r>
      <w:r>
        <w:rPr>
          <w:lang w:val="en-IN"/>
        </w:rPr>
        <w:t xml:space="preserve"> </w:t>
      </w:r>
      <w:r w:rsidR="00D50109">
        <w:t xml:space="preserve">Recent research has proposed hybrid approaches, combining memory-efficient algorithms like IDA* with advanced heuristic weighting strategies to improve scalability and effectiveness [13]. </w:t>
      </w:r>
      <w:r w:rsidR="004F02C0" w:rsidRPr="004F02C0">
        <w:rPr>
          <w:lang w:val="en-IN"/>
        </w:rPr>
        <w:t>Additionally, incorporating AI techniques, such as neural networks and genetic algorithms, to generate</w:t>
      </w:r>
      <w:r w:rsidR="004F02C0" w:rsidRPr="004F02C0">
        <w:rPr>
          <w:lang w:val="en-IN"/>
        </w:rPr>
        <w:t> </w:t>
      </w:r>
      <w:r w:rsidR="004F02C0" w:rsidRPr="004F02C0">
        <w:rPr>
          <w:lang w:val="en-IN"/>
        </w:rPr>
        <w:t>heuristic solutions is another promising research avenue [14].</w:t>
      </w:r>
    </w:p>
    <w:p w14:paraId="0AEC0B56" w14:textId="0E39A34B" w:rsidR="00D50109" w:rsidRPr="004F02C0" w:rsidRDefault="004F02C0" w:rsidP="004F02C0">
      <w:pPr>
        <w:pStyle w:val="BodyText"/>
        <w:ind w:left="0" w:firstLine="113"/>
        <w:jc w:val="both"/>
        <w:rPr>
          <w:lang w:val="en-IN"/>
        </w:rPr>
      </w:pPr>
      <w:r w:rsidRPr="004F02C0">
        <w:rPr>
          <w:lang w:val="en-IN"/>
        </w:rPr>
        <w:t>Despite their effectiveness, however, many challenges still exist when applying these algorithms to large-scale and dynamic</w:t>
      </w:r>
      <w:r w:rsidRPr="004F02C0">
        <w:rPr>
          <w:lang w:val="en-IN"/>
        </w:rPr>
        <w:t> </w:t>
      </w:r>
      <w:r w:rsidRPr="004F02C0">
        <w:rPr>
          <w:lang w:val="en-IN"/>
        </w:rPr>
        <w:t>environments. The need for fast decision-making in real-time systems can put pressure on computational resources and reduce the</w:t>
      </w:r>
      <w:r w:rsidRPr="004F02C0">
        <w:rPr>
          <w:lang w:val="en-IN"/>
        </w:rPr>
        <w:t> </w:t>
      </w:r>
      <w:r w:rsidRPr="004F02C0">
        <w:rPr>
          <w:lang w:val="en-IN"/>
        </w:rPr>
        <w:t>usefulness of conventional algorithms. Consequently, there has been an increasing interest</w:t>
      </w:r>
      <w:r w:rsidRPr="004F02C0">
        <w:rPr>
          <w:lang w:val="en-IN"/>
        </w:rPr>
        <w:t> </w:t>
      </w:r>
      <w:r w:rsidRPr="004F02C0">
        <w:rPr>
          <w:lang w:val="en-IN"/>
        </w:rPr>
        <w:t>in finding lightweight, adaptive approaches that are efficient but still find solutions of reasonable quality.</w:t>
      </w:r>
      <w:r>
        <w:rPr>
          <w:lang w:val="en-IN"/>
        </w:rPr>
        <w:t xml:space="preserve"> </w:t>
      </w:r>
      <w:r w:rsidR="00D50109">
        <w:t>Future work in this domain is expected to leverage advancements in machine learning, quantum computing, and parallel processing to further enhance the capabilities of informed search techniques.</w:t>
      </w:r>
    </w:p>
    <w:p w14:paraId="07F9C07A" w14:textId="07138621" w:rsidR="00983411" w:rsidRDefault="00983411" w:rsidP="00983411">
      <w:pPr>
        <w:pStyle w:val="Heading1"/>
      </w:pPr>
      <w:r>
        <w:t>Methodology</w:t>
      </w:r>
    </w:p>
    <w:p w14:paraId="1DC90CDC" w14:textId="77777777" w:rsidR="00983411" w:rsidRDefault="00983411" w:rsidP="00983411">
      <w:pPr>
        <w:pStyle w:val="BodyText"/>
        <w:ind w:left="0" w:firstLine="113"/>
        <w:jc w:val="both"/>
      </w:pPr>
      <w:r>
        <w:t xml:space="preserve">By leveraging heuristics, Artificial Intelligence employs informed search techniques to solve complex problems efficiently. Heuristics are functions that estimate the cost to move from one state to the goal state. These techniques are more efficient than uninformed methods because they guide the search process by favoring paths that appear to be promising based on heuristic evaluations. The older informed search techniques, while groundbreaking at their time, </w:t>
      </w:r>
      <w:r>
        <w:lastRenderedPageBreak/>
        <w:t>often present challenges in handling large, dynamic, or resource-constrained environments. Newer algorithms have been developed to address these limitations, offering enhanced efficiency and flexibility.</w:t>
      </w:r>
    </w:p>
    <w:p w14:paraId="44FF1629" w14:textId="77777777" w:rsidR="00983411" w:rsidRDefault="00983411" w:rsidP="00983411">
      <w:pPr>
        <w:pStyle w:val="BodyText"/>
        <w:ind w:right="39"/>
        <w:jc w:val="both"/>
      </w:pPr>
    </w:p>
    <w:p w14:paraId="0901EC41" w14:textId="2823A921" w:rsidR="00983411" w:rsidRPr="0052527A" w:rsidRDefault="00983411" w:rsidP="00983411">
      <w:pPr>
        <w:pStyle w:val="BodyText"/>
        <w:ind w:left="0" w:right="39"/>
        <w:jc w:val="both"/>
        <w:rPr>
          <w:rStyle w:val="Emphasis"/>
          <w:b/>
          <w:bCs/>
        </w:rPr>
      </w:pPr>
      <w:r w:rsidRPr="0052527A">
        <w:rPr>
          <w:rStyle w:val="Strong"/>
          <w:b w:val="0"/>
          <w:bCs w:val="0"/>
        </w:rPr>
        <w:t>Older Informed Search Techniques and Their Limitations:</w:t>
      </w:r>
    </w:p>
    <w:p w14:paraId="29D1266C" w14:textId="131C804E" w:rsidR="00983411" w:rsidRPr="0052527A" w:rsidRDefault="00983411" w:rsidP="00FC5986">
      <w:pPr>
        <w:pStyle w:val="BodyText"/>
        <w:numPr>
          <w:ilvl w:val="0"/>
          <w:numId w:val="4"/>
        </w:numPr>
        <w:ind w:right="39"/>
        <w:jc w:val="center"/>
        <w:rPr>
          <w:i/>
          <w:iCs/>
          <w:sz w:val="24"/>
          <w:szCs w:val="24"/>
        </w:rPr>
      </w:pPr>
      <w:r w:rsidRPr="0052527A">
        <w:rPr>
          <w:rStyle w:val="Emphasis"/>
          <w:b/>
          <w:bCs/>
          <w:i w:val="0"/>
          <w:iCs w:val="0"/>
          <w:sz w:val="24"/>
          <w:szCs w:val="24"/>
        </w:rPr>
        <w:t xml:space="preserve">A </w:t>
      </w:r>
      <w:r w:rsidRPr="0052527A">
        <w:rPr>
          <w:b/>
          <w:bCs/>
          <w:i/>
          <w:iCs/>
          <w:sz w:val="24"/>
          <w:szCs w:val="24"/>
        </w:rPr>
        <w:t xml:space="preserve">* </w:t>
      </w:r>
      <w:r w:rsidR="0052527A">
        <w:rPr>
          <w:b/>
          <w:bCs/>
          <w:sz w:val="24"/>
          <w:szCs w:val="24"/>
        </w:rPr>
        <w:t>S</w:t>
      </w:r>
      <w:r w:rsidRPr="0052527A">
        <w:rPr>
          <w:b/>
          <w:bCs/>
          <w:sz w:val="24"/>
          <w:szCs w:val="24"/>
        </w:rPr>
        <w:t>earch</w:t>
      </w:r>
    </w:p>
    <w:p w14:paraId="57BBC889" w14:textId="298DF7FE" w:rsidR="00983411" w:rsidRDefault="00983411" w:rsidP="0052527A">
      <w:pPr>
        <w:pStyle w:val="BodyText"/>
        <w:ind w:left="0" w:firstLine="113"/>
        <w:jc w:val="both"/>
      </w:pPr>
      <w:r>
        <w:t xml:space="preserve">A* search is one of the </w:t>
      </w:r>
      <w:r w:rsidR="007C2EA5">
        <w:t>prominent, well known and mostly used</w:t>
      </w:r>
      <w:r>
        <w:t xml:space="preserve"> informed search algorithms. </w:t>
      </w:r>
      <w:r w:rsidR="007C2EA5">
        <w:t>For evaluating function</w:t>
      </w:r>
      <w:r w:rsidR="00C06DDF">
        <w:t xml:space="preserve"> f(n), i</w:t>
      </w:r>
      <w:r>
        <w:t>t combines</w:t>
      </w:r>
      <w:r w:rsidR="00C06DDF">
        <w:t xml:space="preserve"> </w:t>
      </w:r>
      <w:r>
        <w:t>the actual cost</w:t>
      </w:r>
      <w:r w:rsidR="00C06DDF">
        <w:t xml:space="preserve"> of particular node</w:t>
      </w:r>
      <w:r>
        <w:t xml:space="preserve"> to reach a </w:t>
      </w:r>
      <w:r w:rsidR="00C06DDF">
        <w:t xml:space="preserve">goal </w:t>
      </w:r>
      <w:r>
        <w:t xml:space="preserve">node </w:t>
      </w:r>
      <w:r w:rsidR="00C06DDF">
        <w:t xml:space="preserve">that is </w:t>
      </w:r>
      <w:r>
        <w:t xml:space="preserve">(g(n)) and a heuristic </w:t>
      </w:r>
      <w:r w:rsidR="00C06DDF">
        <w:t>estimation</w:t>
      </w:r>
      <w:r>
        <w:t xml:space="preserve"> of th</w:t>
      </w:r>
      <w:r w:rsidR="00C06DDF">
        <w:t>at node that is heuristic</w:t>
      </w:r>
      <w:r>
        <w:t xml:space="preserve"> cost </w:t>
      </w:r>
      <w:r w:rsidR="00C06DDF">
        <w:t>of</w:t>
      </w:r>
      <w:r>
        <w:t xml:space="preserve"> the </w:t>
      </w:r>
      <w:r w:rsidR="00C06DDF">
        <w:t>node to reach goal</w:t>
      </w:r>
      <w:r>
        <w:t xml:space="preserve"> (h(n))</w:t>
      </w:r>
      <w:r w:rsidR="00C06DDF">
        <w:t>. So,</w:t>
      </w:r>
      <w:r>
        <w:t xml:space="preserve"> the evaluation function</w:t>
      </w:r>
      <w:r w:rsidR="00C06DDF">
        <w:t xml:space="preserve"> for A* is as follows</w:t>
      </w:r>
      <w:r>
        <w:t>:</w:t>
      </w:r>
    </w:p>
    <w:p w14:paraId="5A091EAA" w14:textId="77777777" w:rsidR="00983411" w:rsidRDefault="00983411" w:rsidP="00983411">
      <w:pPr>
        <w:pStyle w:val="BodyText"/>
        <w:ind w:right="39"/>
        <w:jc w:val="both"/>
        <w:rPr>
          <w:rFonts w:eastAsia="SimSun"/>
          <w:lang w:eastAsia="zh-CN" w:bidi="ar"/>
        </w:rPr>
      </w:pPr>
    </w:p>
    <w:p w14:paraId="2AEA3301" w14:textId="3AAAC80A" w:rsidR="00983411" w:rsidRDefault="00983411" w:rsidP="00983411">
      <w:pPr>
        <w:pStyle w:val="BodyText"/>
        <w:ind w:left="0" w:right="39"/>
        <w:jc w:val="both"/>
        <w:rPr>
          <w:rFonts w:eastAsia="SimSun"/>
          <w:lang w:eastAsia="zh-CN" w:bidi="ar"/>
        </w:rPr>
      </w:pPr>
      <w:r>
        <w:rPr>
          <w:rFonts w:eastAsia="SimSun"/>
          <w:lang w:eastAsia="zh-CN" w:bidi="ar"/>
        </w:rPr>
        <w:t>f(n)=g(n)+h(n</w:t>
      </w:r>
      <w:proofErr w:type="gramStart"/>
      <w:r>
        <w:rPr>
          <w:rFonts w:eastAsia="SimSun"/>
          <w:lang w:eastAsia="zh-CN" w:bidi="ar"/>
        </w:rPr>
        <w:t>)</w:t>
      </w:r>
      <w:r w:rsidR="00C06DDF">
        <w:rPr>
          <w:rFonts w:eastAsia="SimSun"/>
          <w:lang w:eastAsia="zh-CN" w:bidi="ar"/>
        </w:rPr>
        <w:t xml:space="preserve"> ,</w:t>
      </w:r>
      <w:proofErr w:type="gramEnd"/>
      <w:r w:rsidR="00C06DDF">
        <w:rPr>
          <w:rFonts w:eastAsia="SimSun"/>
          <w:lang w:eastAsia="zh-CN" w:bidi="ar"/>
        </w:rPr>
        <w:t xml:space="preserve"> where g(n) and h(n) are the actual cost and heuristic cost of node respectively. </w:t>
      </w:r>
    </w:p>
    <w:p w14:paraId="75B37FA2" w14:textId="77777777" w:rsidR="00983411" w:rsidRDefault="00983411" w:rsidP="00983411">
      <w:pPr>
        <w:pStyle w:val="BodyText"/>
        <w:ind w:right="39"/>
        <w:jc w:val="both"/>
      </w:pPr>
    </w:p>
    <w:p w14:paraId="023454A1" w14:textId="52380AB6" w:rsidR="00983411" w:rsidRDefault="00983411" w:rsidP="00983411">
      <w:pPr>
        <w:pStyle w:val="BodyText"/>
        <w:ind w:left="0" w:right="39"/>
        <w:jc w:val="both"/>
      </w:pPr>
      <w:r>
        <w:t xml:space="preserve">This </w:t>
      </w:r>
      <w:r w:rsidR="00815034">
        <w:t xml:space="preserve">evaluation function </w:t>
      </w:r>
      <w:r w:rsidR="00BC39FC">
        <w:t>encourages</w:t>
      </w:r>
      <w:r>
        <w:t xml:space="preserve"> A* to prioritize nodes </w:t>
      </w:r>
      <w:r w:rsidR="00815034">
        <w:t>which are</w:t>
      </w:r>
      <w:r>
        <w:t xml:space="preserve"> lead</w:t>
      </w:r>
      <w:r w:rsidR="00815034">
        <w:t>ing</w:t>
      </w:r>
      <w:r>
        <w:t xml:space="preserve"> to</w:t>
      </w:r>
      <w:r w:rsidR="00815034">
        <w:t>wards</w:t>
      </w:r>
      <w:r>
        <w:t xml:space="preserve"> the goal while </w:t>
      </w:r>
      <w:r w:rsidR="00815034">
        <w:t>keeping</w:t>
      </w:r>
      <w:r>
        <w:t xml:space="preserve"> optimality, </w:t>
      </w:r>
      <w:r w:rsidR="00BC39FC">
        <w:t>because of</w:t>
      </w:r>
      <w:r>
        <w:t xml:space="preserve"> heuristic function</w:t>
      </w:r>
      <w:r w:rsidR="00BC39FC">
        <w:t>’s</w:t>
      </w:r>
      <w:r>
        <w:t xml:space="preserve"> admissible and consisten</w:t>
      </w:r>
      <w:r w:rsidR="00BC39FC">
        <w:t>t approach</w:t>
      </w:r>
      <w:r>
        <w:t>.</w:t>
      </w:r>
    </w:p>
    <w:p w14:paraId="2C9F51D2" w14:textId="77777777" w:rsidR="00983411" w:rsidRDefault="00983411" w:rsidP="00983411">
      <w:pPr>
        <w:pStyle w:val="BodyText"/>
        <w:ind w:right="39"/>
        <w:jc w:val="both"/>
      </w:pPr>
    </w:p>
    <w:p w14:paraId="7712BB02" w14:textId="4444C1EC" w:rsidR="00983411" w:rsidRDefault="00983411" w:rsidP="008B68AE">
      <w:pPr>
        <w:pStyle w:val="BodyText"/>
        <w:ind w:left="0" w:right="39"/>
      </w:pPr>
      <w:r>
        <w:rPr>
          <w:rStyle w:val="Emphasis"/>
        </w:rPr>
        <w:t>Limitations of A</w:t>
      </w:r>
      <w:r>
        <w:t>*</w:t>
      </w:r>
    </w:p>
    <w:p w14:paraId="249D24C7" w14:textId="65FCA62A" w:rsidR="00983411" w:rsidRPr="0052527A" w:rsidRDefault="0052527A" w:rsidP="00983411">
      <w:pPr>
        <w:pStyle w:val="BodyText"/>
        <w:ind w:left="0" w:right="39"/>
        <w:jc w:val="both"/>
      </w:pPr>
      <w:r>
        <w:rPr>
          <w:rStyle w:val="Strong"/>
          <w:b w:val="0"/>
          <w:bCs w:val="0"/>
        </w:rPr>
        <w:t xml:space="preserve">A] </w:t>
      </w:r>
      <w:r w:rsidR="00983411" w:rsidRPr="0052527A">
        <w:rPr>
          <w:rStyle w:val="Strong"/>
          <w:b w:val="0"/>
          <w:bCs w:val="0"/>
        </w:rPr>
        <w:t>High</w:t>
      </w:r>
      <w:r w:rsidR="006F6482">
        <w:rPr>
          <w:rStyle w:val="Strong"/>
          <w:b w:val="0"/>
          <w:bCs w:val="0"/>
        </w:rPr>
        <w:t>er</w:t>
      </w:r>
      <w:r w:rsidR="00983411" w:rsidRPr="0052527A">
        <w:rPr>
          <w:rStyle w:val="Strong"/>
          <w:b w:val="0"/>
          <w:bCs w:val="0"/>
        </w:rPr>
        <w:t xml:space="preserve"> Memory </w:t>
      </w:r>
      <w:r w:rsidR="006F6482">
        <w:rPr>
          <w:rStyle w:val="Strong"/>
          <w:b w:val="0"/>
          <w:bCs w:val="0"/>
        </w:rPr>
        <w:t>Usage</w:t>
      </w:r>
      <w:r w:rsidR="00983411" w:rsidRPr="0052527A">
        <w:rPr>
          <w:rStyle w:val="Strong"/>
          <w:b w:val="0"/>
          <w:bCs w:val="0"/>
        </w:rPr>
        <w:t>:</w:t>
      </w:r>
      <w:r w:rsidR="006F6482">
        <w:rPr>
          <w:rStyle w:val="Strong"/>
          <w:b w:val="0"/>
          <w:bCs w:val="0"/>
        </w:rPr>
        <w:t xml:space="preserve"> A* needs to store</w:t>
      </w:r>
      <w:r w:rsidR="006F6482">
        <w:t xml:space="preserve"> </w:t>
      </w:r>
      <w:r w:rsidR="00983411" w:rsidRPr="0052527A">
        <w:t xml:space="preserve">all explored nodes in memory, which can lead to high memory </w:t>
      </w:r>
      <w:r w:rsidR="006F6482">
        <w:t>consumption</w:t>
      </w:r>
      <w:r w:rsidR="007353A7">
        <w:t>. It</w:t>
      </w:r>
      <w:r w:rsidR="006F6482">
        <w:t xml:space="preserve"> will get hectic while using</w:t>
      </w:r>
      <w:r w:rsidR="00983411" w:rsidRPr="0052527A">
        <w:t xml:space="preserve"> </w:t>
      </w:r>
      <w:r w:rsidR="006F6482">
        <w:t xml:space="preserve">for </w:t>
      </w:r>
      <w:r w:rsidR="00983411" w:rsidRPr="0052527A">
        <w:t xml:space="preserve">large problem spaces </w:t>
      </w:r>
      <w:r w:rsidR="006F6482">
        <w:t>and also</w:t>
      </w:r>
      <w:r w:rsidR="00983411" w:rsidRPr="0052527A">
        <w:t xml:space="preserve"> when the environment </w:t>
      </w:r>
      <w:r w:rsidR="006F6482">
        <w:t xml:space="preserve">is </w:t>
      </w:r>
      <w:r w:rsidR="00983411" w:rsidRPr="0052527A">
        <w:t>chang</w:t>
      </w:r>
      <w:r w:rsidR="006F6482">
        <w:t>ing</w:t>
      </w:r>
      <w:r w:rsidR="00983411" w:rsidRPr="0052527A">
        <w:t xml:space="preserve"> dynamically.</w:t>
      </w:r>
    </w:p>
    <w:p w14:paraId="3B98B33F" w14:textId="6A26E84C" w:rsidR="00983411" w:rsidRPr="0052527A" w:rsidRDefault="0052527A" w:rsidP="00983411">
      <w:pPr>
        <w:pStyle w:val="BodyText"/>
        <w:ind w:left="0" w:right="39"/>
        <w:jc w:val="both"/>
      </w:pPr>
      <w:r>
        <w:rPr>
          <w:rStyle w:val="Strong"/>
          <w:b w:val="0"/>
          <w:bCs w:val="0"/>
        </w:rPr>
        <w:t xml:space="preserve">B] </w:t>
      </w:r>
      <w:r w:rsidR="0079035D">
        <w:rPr>
          <w:rStyle w:val="Strong"/>
          <w:b w:val="0"/>
          <w:bCs w:val="0"/>
        </w:rPr>
        <w:t>Time Consuming</w:t>
      </w:r>
      <w:r w:rsidR="00983411" w:rsidRPr="0052527A">
        <w:rPr>
          <w:rStyle w:val="Strong"/>
          <w:b w:val="0"/>
          <w:bCs w:val="0"/>
        </w:rPr>
        <w:t xml:space="preserve"> </w:t>
      </w:r>
      <w:r w:rsidR="0079035D">
        <w:rPr>
          <w:rStyle w:val="Strong"/>
          <w:b w:val="0"/>
          <w:bCs w:val="0"/>
        </w:rPr>
        <w:t>for</w:t>
      </w:r>
      <w:r w:rsidR="00983411" w:rsidRPr="0052527A">
        <w:rPr>
          <w:rStyle w:val="Strong"/>
          <w:b w:val="0"/>
          <w:bCs w:val="0"/>
        </w:rPr>
        <w:t xml:space="preserve"> Large Problem</w:t>
      </w:r>
      <w:r w:rsidR="0079035D">
        <w:rPr>
          <w:rStyle w:val="Strong"/>
          <w:b w:val="0"/>
          <w:bCs w:val="0"/>
        </w:rPr>
        <w:t xml:space="preserve"> Space</w:t>
      </w:r>
      <w:r w:rsidR="00983411" w:rsidRPr="0052527A">
        <w:rPr>
          <w:rStyle w:val="Strong"/>
          <w:b w:val="0"/>
          <w:bCs w:val="0"/>
        </w:rPr>
        <w:t>:</w:t>
      </w:r>
      <w:r w:rsidR="00983411" w:rsidRPr="0052527A">
        <w:t xml:space="preserve"> </w:t>
      </w:r>
      <w:r w:rsidR="0079035D">
        <w:t>If the</w:t>
      </w:r>
      <w:r w:rsidR="00983411" w:rsidRPr="0052527A">
        <w:t xml:space="preserve"> size of the </w:t>
      </w:r>
      <w:r w:rsidR="0079035D">
        <w:t>problem space increases</w:t>
      </w:r>
      <w:r w:rsidR="00983411" w:rsidRPr="0052527A">
        <w:t>,</w:t>
      </w:r>
      <w:r w:rsidR="0079035D">
        <w:t xml:space="preserve"> </w:t>
      </w:r>
      <w:r w:rsidR="0079035D" w:rsidRPr="0052527A">
        <w:t>exponentially</w:t>
      </w:r>
      <w:r w:rsidR="00983411" w:rsidRPr="0052527A">
        <w:t xml:space="preserve"> the </w:t>
      </w:r>
      <w:r w:rsidR="00B05245" w:rsidRPr="0052527A">
        <w:t xml:space="preserve">time </w:t>
      </w:r>
      <w:r w:rsidR="00B05245">
        <w:t>require</w:t>
      </w:r>
      <w:r w:rsidR="00DB5172">
        <w:t xml:space="preserve"> for computation </w:t>
      </w:r>
      <w:r w:rsidR="0079035D">
        <w:t xml:space="preserve">also </w:t>
      </w:r>
      <w:r w:rsidR="00983411" w:rsidRPr="0052527A">
        <w:t>grows</w:t>
      </w:r>
      <w:r w:rsidR="0079035D">
        <w:t>.</w:t>
      </w:r>
    </w:p>
    <w:p w14:paraId="6C214044" w14:textId="178215EB" w:rsidR="00983411" w:rsidRPr="0052527A" w:rsidRDefault="0052527A" w:rsidP="00983411">
      <w:pPr>
        <w:pStyle w:val="BodyText"/>
        <w:ind w:left="0" w:right="39"/>
        <w:jc w:val="both"/>
      </w:pPr>
      <w:r>
        <w:rPr>
          <w:rStyle w:val="Strong"/>
          <w:b w:val="0"/>
          <w:bCs w:val="0"/>
        </w:rPr>
        <w:t xml:space="preserve">C] </w:t>
      </w:r>
      <w:r w:rsidR="00983411" w:rsidRPr="0052527A">
        <w:rPr>
          <w:rStyle w:val="Strong"/>
          <w:b w:val="0"/>
          <w:bCs w:val="0"/>
        </w:rPr>
        <w:t>Dynamic Environment</w:t>
      </w:r>
      <w:r w:rsidR="003B06EC">
        <w:rPr>
          <w:rStyle w:val="Strong"/>
          <w:b w:val="0"/>
          <w:bCs w:val="0"/>
        </w:rPr>
        <w:t xml:space="preserve"> </w:t>
      </w:r>
      <w:r w:rsidR="003B06EC" w:rsidRPr="0052527A">
        <w:rPr>
          <w:rStyle w:val="Strong"/>
          <w:b w:val="0"/>
          <w:bCs w:val="0"/>
        </w:rPr>
        <w:t>Difficulty</w:t>
      </w:r>
      <w:r w:rsidR="00983411" w:rsidRPr="0052527A">
        <w:rPr>
          <w:rStyle w:val="Strong"/>
          <w:b w:val="0"/>
          <w:bCs w:val="0"/>
        </w:rPr>
        <w:t>:</w:t>
      </w:r>
      <w:r w:rsidR="00B05245">
        <w:rPr>
          <w:rStyle w:val="Strong"/>
          <w:b w:val="0"/>
          <w:bCs w:val="0"/>
        </w:rPr>
        <w:t xml:space="preserve"> A* does not update its search policy dynamically so that it will get more challenging for adaption of change in dynamic environment. </w:t>
      </w:r>
    </w:p>
    <w:p w14:paraId="52AB5C60" w14:textId="77777777" w:rsidR="00983411" w:rsidRDefault="00983411" w:rsidP="002E5289">
      <w:pPr>
        <w:pStyle w:val="BodyText"/>
        <w:ind w:left="0" w:right="39"/>
        <w:jc w:val="both"/>
      </w:pPr>
    </w:p>
    <w:p w14:paraId="1303A977" w14:textId="77777777" w:rsidR="00983411" w:rsidRPr="0052527A" w:rsidRDefault="00983411" w:rsidP="00FC5986">
      <w:pPr>
        <w:pStyle w:val="BodyText"/>
        <w:numPr>
          <w:ilvl w:val="0"/>
          <w:numId w:val="4"/>
        </w:numPr>
        <w:ind w:right="39"/>
        <w:jc w:val="center"/>
        <w:rPr>
          <w:rStyle w:val="Strong"/>
          <w:sz w:val="24"/>
          <w:szCs w:val="24"/>
        </w:rPr>
      </w:pPr>
      <w:r w:rsidRPr="0052527A">
        <w:rPr>
          <w:rStyle w:val="Strong"/>
          <w:sz w:val="24"/>
          <w:szCs w:val="24"/>
        </w:rPr>
        <w:t>Greedy Best-First Search (GBFS)</w:t>
      </w:r>
    </w:p>
    <w:p w14:paraId="0E8904DD" w14:textId="67029C69" w:rsidR="00983411" w:rsidRDefault="00C30970" w:rsidP="0052527A">
      <w:pPr>
        <w:pStyle w:val="BodyText"/>
        <w:ind w:left="0" w:firstLine="113"/>
        <w:jc w:val="both"/>
      </w:pPr>
      <w:r>
        <w:t xml:space="preserve">Unlike A*, </w:t>
      </w:r>
      <w:r w:rsidR="00983411">
        <w:t xml:space="preserve">Greedy Best-First Search </w:t>
      </w:r>
      <w:r>
        <w:t>depends</w:t>
      </w:r>
      <w:r w:rsidR="00983411">
        <w:t xml:space="preserve"> only </w:t>
      </w:r>
      <w:r>
        <w:t xml:space="preserve">on </w:t>
      </w:r>
      <w:r w:rsidR="00983411">
        <w:t xml:space="preserve">the heuristic function </w:t>
      </w:r>
      <w:r>
        <w:t>for</w:t>
      </w:r>
      <w:r w:rsidR="00983411">
        <w:t xml:space="preserve"> evaluat</w:t>
      </w:r>
      <w:r>
        <w:t>ing</w:t>
      </w:r>
      <w:r w:rsidR="00983411">
        <w:t xml:space="preserve"> nodes,</w:t>
      </w:r>
      <w:r>
        <w:t xml:space="preserve"> giving </w:t>
      </w:r>
      <w:r w:rsidR="00983411">
        <w:t>priorit</w:t>
      </w:r>
      <w:r>
        <w:t>y</w:t>
      </w:r>
      <w:r w:rsidR="00983411">
        <w:t xml:space="preserve"> </w:t>
      </w:r>
      <w:r>
        <w:t xml:space="preserve">to </w:t>
      </w:r>
      <w:r w:rsidR="00983411">
        <w:t>those</w:t>
      </w:r>
      <w:r>
        <w:t xml:space="preserve"> nodes</w:t>
      </w:r>
      <w:r w:rsidR="00983411">
        <w:t xml:space="preserve"> w</w:t>
      </w:r>
      <w:r>
        <w:t>hich are having</w:t>
      </w:r>
      <w:r w:rsidR="00983411">
        <w:t xml:space="preserve"> the smallest estimated distance to the goal. </w:t>
      </w:r>
      <w:r w:rsidR="006D7279">
        <w:t xml:space="preserve">Actual cost of the node is not </w:t>
      </w:r>
      <w:r w:rsidR="00983411">
        <w:t>consider</w:t>
      </w:r>
      <w:r w:rsidR="006D7279">
        <w:t>ed</w:t>
      </w:r>
      <w:r w:rsidR="00983411">
        <w:t xml:space="preserve"> </w:t>
      </w:r>
      <w:r w:rsidR="006D7279">
        <w:t>by GBFS</w:t>
      </w:r>
      <w:r w:rsidR="00983411">
        <w:t xml:space="preserve"> to reach a </w:t>
      </w:r>
      <w:r w:rsidR="00E77D00">
        <w:t>node</w:t>
      </w:r>
      <w:r w:rsidR="00983411">
        <w:t>.</w:t>
      </w:r>
      <w:r w:rsidR="00C94F01">
        <w:t xml:space="preserve"> It works by calculating the cost for each possible path and then expands path of lowest cost nodes until the goal is reached. </w:t>
      </w:r>
    </w:p>
    <w:p w14:paraId="398C4277" w14:textId="77777777" w:rsidR="00983411" w:rsidRDefault="00983411" w:rsidP="00983411">
      <w:pPr>
        <w:pStyle w:val="BodyText"/>
        <w:ind w:right="39"/>
        <w:jc w:val="both"/>
      </w:pPr>
    </w:p>
    <w:p w14:paraId="54DEA133" w14:textId="74CB124C" w:rsidR="00983411" w:rsidRPr="0052527A" w:rsidRDefault="00983411" w:rsidP="008B68AE">
      <w:pPr>
        <w:pStyle w:val="BodyText"/>
        <w:ind w:left="0" w:right="39"/>
        <w:rPr>
          <w:rStyle w:val="Strong"/>
          <w:b w:val="0"/>
          <w:bCs w:val="0"/>
        </w:rPr>
      </w:pPr>
      <w:r w:rsidRPr="0052527A">
        <w:rPr>
          <w:rStyle w:val="Strong"/>
          <w:b w:val="0"/>
          <w:bCs w:val="0"/>
          <w:i/>
          <w:iCs/>
        </w:rPr>
        <w:t>Limitations of GBFS</w:t>
      </w:r>
    </w:p>
    <w:p w14:paraId="5F70F87F" w14:textId="0843D728" w:rsidR="007C1B09" w:rsidRDefault="0052527A" w:rsidP="00983411">
      <w:pPr>
        <w:pStyle w:val="BodyText"/>
        <w:ind w:left="0" w:right="39"/>
        <w:jc w:val="both"/>
      </w:pPr>
      <w:r>
        <w:rPr>
          <w:rStyle w:val="Strong"/>
          <w:b w:val="0"/>
          <w:bCs w:val="0"/>
        </w:rPr>
        <w:t xml:space="preserve">A] </w:t>
      </w:r>
      <w:r w:rsidR="00655316">
        <w:rPr>
          <w:rStyle w:val="Strong"/>
          <w:b w:val="0"/>
          <w:bCs w:val="0"/>
        </w:rPr>
        <w:t xml:space="preserve">Inaccuracy in finding </w:t>
      </w:r>
      <w:r w:rsidR="00983411" w:rsidRPr="0052527A">
        <w:rPr>
          <w:rStyle w:val="Strong"/>
          <w:b w:val="0"/>
          <w:bCs w:val="0"/>
        </w:rPr>
        <w:t>optimality:</w:t>
      </w:r>
      <w:r w:rsidR="00983411">
        <w:t xml:space="preserve"> Greedy search may fail</w:t>
      </w:r>
      <w:r w:rsidR="00C81887">
        <w:t xml:space="preserve"> in finding optimal solution</w:t>
      </w:r>
      <w:r w:rsidR="00983411">
        <w:t xml:space="preserve"> </w:t>
      </w:r>
      <w:r w:rsidR="007C1B09">
        <w:t>because of disregarding the actual cost of path g(n)</w:t>
      </w:r>
      <w:r w:rsidR="00C81887">
        <w:t>.</w:t>
      </w:r>
    </w:p>
    <w:p w14:paraId="1F06277D" w14:textId="03FB6C28" w:rsidR="00983411" w:rsidRDefault="0052527A" w:rsidP="00983411">
      <w:pPr>
        <w:pStyle w:val="BodyText"/>
        <w:ind w:left="0" w:right="39"/>
        <w:jc w:val="both"/>
      </w:pPr>
      <w:r>
        <w:rPr>
          <w:rStyle w:val="Strong"/>
          <w:b w:val="0"/>
          <w:bCs w:val="0"/>
        </w:rPr>
        <w:t xml:space="preserve">B] </w:t>
      </w:r>
      <w:r w:rsidR="00983411" w:rsidRPr="0052527A">
        <w:rPr>
          <w:rStyle w:val="Strong"/>
          <w:b w:val="0"/>
          <w:bCs w:val="0"/>
        </w:rPr>
        <w:t>Greedy Nature:</w:t>
      </w:r>
      <w:r w:rsidR="00983411">
        <w:t xml:space="preserve"> The algorithm can get stuck in local minima, failing to explore other potentially better paths due to its narrow focus on the heuristic alone.</w:t>
      </w:r>
    </w:p>
    <w:p w14:paraId="4A25B3A9" w14:textId="55CB8B04" w:rsidR="00983411" w:rsidRDefault="0052527A" w:rsidP="00983411">
      <w:pPr>
        <w:pStyle w:val="BodyText"/>
        <w:ind w:left="0" w:right="39"/>
        <w:jc w:val="both"/>
      </w:pPr>
      <w:r>
        <w:rPr>
          <w:rStyle w:val="Strong"/>
          <w:b w:val="0"/>
          <w:bCs w:val="0"/>
        </w:rPr>
        <w:t xml:space="preserve">C] </w:t>
      </w:r>
      <w:r w:rsidR="00BC31DD" w:rsidRPr="00BC31DD">
        <w:t>Difficulty in Adapting</w:t>
      </w:r>
      <w:r w:rsidR="00983411" w:rsidRPr="0052527A">
        <w:rPr>
          <w:rStyle w:val="Strong"/>
          <w:b w:val="0"/>
          <w:bCs w:val="0"/>
        </w:rPr>
        <w:t>:</w:t>
      </w:r>
      <w:r w:rsidR="00BC31DD">
        <w:rPr>
          <w:rStyle w:val="Strong"/>
          <w:b w:val="0"/>
          <w:bCs w:val="0"/>
        </w:rPr>
        <w:t xml:space="preserve"> Like</w:t>
      </w:r>
      <w:r w:rsidR="00983411">
        <w:t xml:space="preserve"> </w:t>
      </w:r>
      <w:r w:rsidR="00BC31DD">
        <w:t xml:space="preserve">A*, </w:t>
      </w:r>
      <w:r w:rsidR="00983411">
        <w:t xml:space="preserve">GBFS </w:t>
      </w:r>
      <w:r w:rsidR="00BC31DD">
        <w:t xml:space="preserve">also </w:t>
      </w:r>
      <w:r w:rsidR="00983411">
        <w:t xml:space="preserve">does not </w:t>
      </w:r>
      <w:r w:rsidR="00BC31DD">
        <w:t xml:space="preserve">support </w:t>
      </w:r>
      <w:r w:rsidR="00983411">
        <w:t>dynamic adjust</w:t>
      </w:r>
      <w:r w:rsidR="00BC31DD">
        <w:t>ment of environment</w:t>
      </w:r>
      <w:r w:rsidR="00983411">
        <w:t xml:space="preserve"> </w:t>
      </w:r>
      <w:r w:rsidR="00BC31DD">
        <w:t xml:space="preserve">for </w:t>
      </w:r>
      <w:r w:rsidR="00983411">
        <w:t>pathfinding when the environment changes.</w:t>
      </w:r>
    </w:p>
    <w:p w14:paraId="236A3EA7" w14:textId="77777777" w:rsidR="00983411" w:rsidRDefault="00983411" w:rsidP="00983411">
      <w:pPr>
        <w:pStyle w:val="BodyText"/>
        <w:ind w:right="39"/>
        <w:jc w:val="both"/>
      </w:pPr>
    </w:p>
    <w:p w14:paraId="3DF2417E" w14:textId="77777777" w:rsidR="00983411" w:rsidRPr="0052527A" w:rsidRDefault="00983411" w:rsidP="00FC5986">
      <w:pPr>
        <w:pStyle w:val="BodyText"/>
        <w:numPr>
          <w:ilvl w:val="0"/>
          <w:numId w:val="4"/>
        </w:numPr>
        <w:ind w:right="39"/>
        <w:jc w:val="center"/>
        <w:rPr>
          <w:b/>
          <w:bCs/>
          <w:i/>
          <w:iCs/>
          <w:sz w:val="24"/>
          <w:szCs w:val="24"/>
        </w:rPr>
      </w:pPr>
      <w:r w:rsidRPr="0052527A">
        <w:rPr>
          <w:rStyle w:val="Emphasis"/>
          <w:b/>
          <w:bCs/>
          <w:i w:val="0"/>
          <w:iCs w:val="0"/>
          <w:sz w:val="24"/>
          <w:szCs w:val="24"/>
        </w:rPr>
        <w:t>Iterative Deepening A (IDA</w:t>
      </w:r>
      <w:r w:rsidRPr="0052527A">
        <w:rPr>
          <w:b/>
          <w:bCs/>
          <w:i/>
          <w:iCs/>
          <w:sz w:val="24"/>
          <w:szCs w:val="24"/>
        </w:rPr>
        <w:t>)*</w:t>
      </w:r>
    </w:p>
    <w:p w14:paraId="11C75ACA" w14:textId="6C317816" w:rsidR="00983411" w:rsidRDefault="009E1023" w:rsidP="0052527A">
      <w:pPr>
        <w:pStyle w:val="BodyText"/>
        <w:ind w:left="0" w:firstLine="113"/>
        <w:jc w:val="both"/>
      </w:pPr>
      <w:r>
        <w:t xml:space="preserve">The </w:t>
      </w:r>
      <w:r w:rsidR="00983411">
        <w:t xml:space="preserve">memory-efficient version of A* </w:t>
      </w:r>
      <w:r>
        <w:t>is IDA*. It iteratively</w:t>
      </w:r>
      <w:r w:rsidR="00983411">
        <w:t xml:space="preserve"> deepens the search limit according to heuristic values while </w:t>
      </w:r>
      <w:r>
        <w:t>utilizing</w:t>
      </w:r>
      <w:r w:rsidR="00983411">
        <w:t xml:space="preserve"> depth-first search (DFS). It </w:t>
      </w:r>
      <w:r w:rsidR="00125564">
        <w:t>aims</w:t>
      </w:r>
      <w:r w:rsidR="00983411">
        <w:t xml:space="preserve"> to combine the optimality of A* with the memory efficiency of DFS.</w:t>
      </w:r>
    </w:p>
    <w:p w14:paraId="27F2ACF5" w14:textId="77777777" w:rsidR="00983411" w:rsidRDefault="00983411" w:rsidP="00983411">
      <w:pPr>
        <w:pStyle w:val="BodyText"/>
        <w:ind w:right="39"/>
        <w:jc w:val="both"/>
      </w:pPr>
    </w:p>
    <w:p w14:paraId="23E207FA" w14:textId="501E965E" w:rsidR="00983411" w:rsidRDefault="00983411" w:rsidP="008B68AE">
      <w:pPr>
        <w:pStyle w:val="BodyText"/>
        <w:ind w:left="0" w:right="39"/>
        <w:rPr>
          <w:i/>
          <w:iCs/>
        </w:rPr>
      </w:pPr>
      <w:r>
        <w:rPr>
          <w:i/>
          <w:iCs/>
        </w:rPr>
        <w:t>Limitations of IDA*</w:t>
      </w:r>
    </w:p>
    <w:p w14:paraId="3158B48C" w14:textId="2CA58486" w:rsidR="00983411" w:rsidRDefault="0052527A" w:rsidP="00983411">
      <w:pPr>
        <w:pStyle w:val="BodyText"/>
        <w:ind w:left="0" w:right="39"/>
        <w:jc w:val="both"/>
      </w:pPr>
      <w:r>
        <w:t xml:space="preserve">A] </w:t>
      </w:r>
      <w:r w:rsidR="00983411" w:rsidRPr="0052527A">
        <w:t>Repeated Exploration:</w:t>
      </w:r>
      <w:r w:rsidR="00983411">
        <w:t xml:space="preserve"> IDA*'s limitations include repeated exploration, which can result in repetitive computations because it revisits nodes several times during each iteration.</w:t>
      </w:r>
    </w:p>
    <w:p w14:paraId="33133793" w14:textId="13773233" w:rsidR="00983411" w:rsidRDefault="0052527A" w:rsidP="00983411">
      <w:pPr>
        <w:pStyle w:val="BodyText"/>
        <w:ind w:left="0" w:right="39"/>
        <w:jc w:val="both"/>
      </w:pPr>
      <w:r>
        <w:t xml:space="preserve">B] </w:t>
      </w:r>
      <w:r w:rsidR="00983411" w:rsidRPr="0052527A">
        <w:t>Slow Convergence:</w:t>
      </w:r>
      <w:r w:rsidR="00983411">
        <w:t xml:space="preserve"> Because of its incremental methodology, IDA* may take a while to converge to an optimal solution, while being memory-efficient.</w:t>
      </w:r>
    </w:p>
    <w:p w14:paraId="0347DEA5" w14:textId="6E84DC41" w:rsidR="00983411" w:rsidRDefault="0052527A" w:rsidP="00983411">
      <w:pPr>
        <w:pStyle w:val="BodyText"/>
        <w:ind w:left="0" w:right="39"/>
        <w:jc w:val="both"/>
      </w:pPr>
      <w:r>
        <w:t xml:space="preserve">C] </w:t>
      </w:r>
      <w:r w:rsidR="00983411" w:rsidRPr="0052527A">
        <w:t>Limited to Static Environments:</w:t>
      </w:r>
      <w:r w:rsidR="00983411">
        <w:t xml:space="preserve"> Similar to A*, IDA* has trouble in environments that change while it is being executed since it is unable to adjust to changing obstacles or new information.</w:t>
      </w:r>
    </w:p>
    <w:p w14:paraId="5164FDAD" w14:textId="77777777" w:rsidR="0052527A" w:rsidRDefault="0052527A" w:rsidP="0052527A">
      <w:pPr>
        <w:pStyle w:val="BodyText"/>
        <w:ind w:left="0" w:right="39"/>
        <w:jc w:val="both"/>
        <w:rPr>
          <w:rFonts w:eastAsia="SimSun"/>
        </w:rPr>
      </w:pPr>
    </w:p>
    <w:p w14:paraId="7735040E" w14:textId="7A029D99" w:rsidR="00983411" w:rsidRDefault="00983411" w:rsidP="0052527A">
      <w:pPr>
        <w:pStyle w:val="BodyText"/>
        <w:ind w:left="0" w:firstLine="113"/>
        <w:jc w:val="both"/>
        <w:rPr>
          <w:rFonts w:eastAsia="SimSun"/>
        </w:rPr>
      </w:pPr>
      <w:r>
        <w:rPr>
          <w:rFonts w:eastAsia="SimSun"/>
        </w:rPr>
        <w:t>This study investigates advanced variants of informed search algorithms, focusing on their recent developments and real-world applications. The three algorithms explored are Adaptive A* (AA*), Weighted A* (WA*), and Anytime Repairing A* (ARA*). These methods address the limitations of classical informed search algorithms, such as computational inefficiency and static heuristic dependency, making them applicable in dynamic and large-scale scenarios.</w:t>
      </w:r>
    </w:p>
    <w:p w14:paraId="47E97C0F" w14:textId="77777777" w:rsidR="00983411" w:rsidRDefault="00983411" w:rsidP="00983411">
      <w:pPr>
        <w:pStyle w:val="BodyText"/>
        <w:ind w:right="39"/>
        <w:jc w:val="both"/>
        <w:rPr>
          <w:rFonts w:eastAsia="SimSun"/>
        </w:rPr>
      </w:pPr>
    </w:p>
    <w:p w14:paraId="6349164D" w14:textId="77777777" w:rsidR="00983411" w:rsidRPr="00F36D16" w:rsidRDefault="00983411" w:rsidP="00F36D16">
      <w:pPr>
        <w:pStyle w:val="BodyText"/>
        <w:ind w:left="0" w:right="39"/>
        <w:jc w:val="center"/>
        <w:rPr>
          <w:rStyle w:val="Strong"/>
          <w:sz w:val="24"/>
          <w:szCs w:val="24"/>
        </w:rPr>
      </w:pPr>
      <w:r w:rsidRPr="00F36D16">
        <w:rPr>
          <w:rStyle w:val="Strong"/>
          <w:sz w:val="24"/>
          <w:szCs w:val="24"/>
        </w:rPr>
        <w:lastRenderedPageBreak/>
        <w:t>Problem Formulation</w:t>
      </w:r>
    </w:p>
    <w:p w14:paraId="05E9736C" w14:textId="77777777" w:rsidR="00983411" w:rsidRDefault="00983411" w:rsidP="00F36D16">
      <w:pPr>
        <w:pStyle w:val="BodyText"/>
        <w:ind w:left="0" w:firstLine="113"/>
        <w:jc w:val="both"/>
      </w:pPr>
      <w:r>
        <w:t>The objective is to evaluate these algorithms in dynamic and real-time problem settings, where the environment changes during execution. Problems include dynamic navigation for autonomous vehicles, robotic path finding in warehouses, and drone delivery routing in urban areas.</w:t>
      </w:r>
    </w:p>
    <w:p w14:paraId="67FDBBD7" w14:textId="77777777" w:rsidR="00983411" w:rsidRDefault="00983411" w:rsidP="00983411">
      <w:pPr>
        <w:pStyle w:val="BodyText"/>
        <w:ind w:right="39"/>
        <w:jc w:val="both"/>
      </w:pPr>
    </w:p>
    <w:p w14:paraId="0C1C1D7F" w14:textId="77777777" w:rsidR="00983411" w:rsidRDefault="00983411" w:rsidP="00983411">
      <w:pPr>
        <w:pStyle w:val="BodyText"/>
        <w:ind w:left="0" w:right="39"/>
        <w:jc w:val="both"/>
      </w:pPr>
      <w:r>
        <w:t>A problem is defined by:</w:t>
      </w:r>
    </w:p>
    <w:p w14:paraId="2DA44450" w14:textId="77777777" w:rsidR="00983411" w:rsidRDefault="00983411" w:rsidP="00983411">
      <w:pPr>
        <w:pStyle w:val="BodyText"/>
        <w:ind w:left="0" w:right="39"/>
        <w:jc w:val="both"/>
      </w:pPr>
      <w:r w:rsidRPr="00F36D16">
        <w:rPr>
          <w:rStyle w:val="Strong"/>
          <w:b w:val="0"/>
          <w:bCs w:val="0"/>
        </w:rPr>
        <w:t>States</w:t>
      </w:r>
      <w:r w:rsidRPr="00F36D16">
        <w:rPr>
          <w:b/>
          <w:bCs/>
        </w:rPr>
        <w:t>:</w:t>
      </w:r>
      <w:r>
        <w:t xml:space="preserve"> The configurations of the environment (e.g., grid cells in a warehouse).</w:t>
      </w:r>
    </w:p>
    <w:p w14:paraId="11DD8D3A" w14:textId="77777777" w:rsidR="00983411" w:rsidRDefault="00983411" w:rsidP="00983411">
      <w:pPr>
        <w:pStyle w:val="BodyText"/>
        <w:ind w:left="0" w:right="39"/>
        <w:jc w:val="both"/>
      </w:pPr>
      <w:r w:rsidRPr="00F36D16">
        <w:rPr>
          <w:rStyle w:val="Strong"/>
          <w:b w:val="0"/>
          <w:bCs w:val="0"/>
        </w:rPr>
        <w:t>Transitions</w:t>
      </w:r>
      <w:r w:rsidRPr="00F36D16">
        <w:rPr>
          <w:b/>
          <w:bCs/>
        </w:rPr>
        <w:t>:</w:t>
      </w:r>
      <w:r>
        <w:t xml:space="preserve"> The cost of moving from one state to another, influenced by factors such as obstacles, time, or energy usage.</w:t>
      </w:r>
    </w:p>
    <w:p w14:paraId="7B7FAD94" w14:textId="77777777" w:rsidR="00983411" w:rsidRDefault="00983411" w:rsidP="00983411">
      <w:pPr>
        <w:pStyle w:val="BodyText"/>
        <w:ind w:left="0" w:right="39"/>
        <w:jc w:val="both"/>
      </w:pPr>
      <w:r w:rsidRPr="00F36D16">
        <w:rPr>
          <w:rStyle w:val="Strong"/>
          <w:b w:val="0"/>
          <w:bCs w:val="0"/>
        </w:rPr>
        <w:t>Heuristic Function</w:t>
      </w:r>
      <w:r>
        <w:rPr>
          <w:rStyle w:val="Strong"/>
        </w:rPr>
        <w:t xml:space="preserve"> (</w:t>
      </w:r>
      <w:r>
        <w:t>h(n)</w:t>
      </w:r>
      <w:r>
        <w:rPr>
          <w:rStyle w:val="Strong"/>
        </w:rPr>
        <w:t>)</w:t>
      </w:r>
      <w:r>
        <w:t>: An estimate of the cost to reach the goal from state n.</w:t>
      </w:r>
    </w:p>
    <w:p w14:paraId="6C32F9DA" w14:textId="77777777" w:rsidR="00983411" w:rsidRDefault="00983411" w:rsidP="00983411">
      <w:pPr>
        <w:pStyle w:val="BodyText"/>
        <w:ind w:left="0" w:right="39"/>
        <w:jc w:val="both"/>
      </w:pPr>
      <w:r w:rsidRPr="00F36D16">
        <w:rPr>
          <w:rStyle w:val="Strong"/>
          <w:b w:val="0"/>
          <w:bCs w:val="0"/>
        </w:rPr>
        <w:t>Dynamic Updates</w:t>
      </w:r>
      <w:r w:rsidRPr="00F36D16">
        <w:rPr>
          <w:b/>
          <w:bCs/>
        </w:rPr>
        <w:t>:</w:t>
      </w:r>
      <w:r>
        <w:t xml:space="preserve"> Changes in the environment (e.g., newly added obstacles).</w:t>
      </w:r>
    </w:p>
    <w:p w14:paraId="7AA82065" w14:textId="77777777" w:rsidR="00983411" w:rsidRDefault="00983411" w:rsidP="00983411">
      <w:pPr>
        <w:pStyle w:val="BodyText"/>
        <w:ind w:right="39"/>
        <w:jc w:val="both"/>
      </w:pPr>
    </w:p>
    <w:p w14:paraId="1EEFBACE" w14:textId="77777777" w:rsidR="00983411" w:rsidRPr="00F36D16" w:rsidRDefault="00983411" w:rsidP="00983411">
      <w:pPr>
        <w:pStyle w:val="BodyText"/>
        <w:ind w:left="0" w:right="39"/>
        <w:jc w:val="both"/>
        <w:rPr>
          <w:rStyle w:val="Strong"/>
          <w:b w:val="0"/>
          <w:bCs w:val="0"/>
        </w:rPr>
      </w:pPr>
      <w:r w:rsidRPr="00F36D16">
        <w:rPr>
          <w:rStyle w:val="Strong"/>
          <w:b w:val="0"/>
          <w:bCs w:val="0"/>
        </w:rPr>
        <w:t>Newer Informed Search Techniques</w:t>
      </w:r>
    </w:p>
    <w:p w14:paraId="6DDE2AE7" w14:textId="77777777" w:rsidR="00983411" w:rsidRDefault="00983411" w:rsidP="00983411">
      <w:pPr>
        <w:pStyle w:val="BodyText"/>
        <w:ind w:right="39"/>
        <w:jc w:val="both"/>
        <w:rPr>
          <w:rStyle w:val="Strong"/>
        </w:rPr>
      </w:pPr>
    </w:p>
    <w:p w14:paraId="7F20D75A" w14:textId="77777777" w:rsidR="00983411" w:rsidRPr="00F36D16" w:rsidRDefault="00983411" w:rsidP="00FC5986">
      <w:pPr>
        <w:pStyle w:val="BodyText"/>
        <w:numPr>
          <w:ilvl w:val="0"/>
          <w:numId w:val="5"/>
        </w:numPr>
        <w:ind w:right="39"/>
        <w:jc w:val="center"/>
        <w:rPr>
          <w:b/>
          <w:bCs/>
          <w:i/>
          <w:iCs/>
          <w:sz w:val="24"/>
          <w:szCs w:val="24"/>
        </w:rPr>
      </w:pPr>
      <w:r w:rsidRPr="00F36D16">
        <w:rPr>
          <w:rStyle w:val="Emphasis"/>
          <w:b/>
          <w:bCs/>
          <w:i w:val="0"/>
          <w:iCs w:val="0"/>
          <w:sz w:val="24"/>
          <w:szCs w:val="24"/>
        </w:rPr>
        <w:t>Adaptive A* (AA</w:t>
      </w:r>
      <w:r w:rsidRPr="00F36D16">
        <w:rPr>
          <w:b/>
          <w:bCs/>
          <w:i/>
          <w:iCs/>
          <w:sz w:val="24"/>
          <w:szCs w:val="24"/>
        </w:rPr>
        <w:t>)*</w:t>
      </w:r>
    </w:p>
    <w:p w14:paraId="29F28637" w14:textId="77777777" w:rsidR="00983411" w:rsidRDefault="00983411" w:rsidP="00F36D16">
      <w:pPr>
        <w:pStyle w:val="BodyText"/>
        <w:ind w:left="0" w:firstLine="113"/>
        <w:jc w:val="both"/>
      </w:pPr>
      <w:r>
        <w:t>Adaptive A* is an improvement over traditional A* search, designed to handle environments that change dynamically, such as robot navigation in a dynamic environment. Unlike A*, Adaptive A* uses information from previous searches to adjust the heuristic function for faster subsequent searches.</w:t>
      </w:r>
    </w:p>
    <w:p w14:paraId="5813C2D2" w14:textId="77777777" w:rsidR="00983411" w:rsidRDefault="00983411" w:rsidP="00983411">
      <w:pPr>
        <w:pStyle w:val="BodyText"/>
        <w:ind w:left="0" w:right="39" w:firstLineChars="50" w:firstLine="100"/>
        <w:jc w:val="both"/>
      </w:pPr>
    </w:p>
    <w:p w14:paraId="0925E023" w14:textId="77777777" w:rsidR="00983411" w:rsidRPr="00A64583" w:rsidRDefault="00983411" w:rsidP="00F36D16">
      <w:pPr>
        <w:pStyle w:val="BodyText"/>
        <w:ind w:left="0" w:right="39"/>
        <w:jc w:val="both"/>
        <w:rPr>
          <w:rStyle w:val="Strong"/>
          <w:b w:val="0"/>
          <w:bCs w:val="0"/>
          <w:i/>
          <w:iCs/>
        </w:rPr>
      </w:pPr>
      <w:r w:rsidRPr="00A64583">
        <w:rPr>
          <w:rStyle w:val="Strong"/>
          <w:b w:val="0"/>
          <w:bCs w:val="0"/>
          <w:i/>
          <w:iCs/>
        </w:rPr>
        <w:t>Steps:</w:t>
      </w:r>
    </w:p>
    <w:p w14:paraId="0D145D22" w14:textId="77777777" w:rsidR="00983411" w:rsidRDefault="00983411" w:rsidP="00FC5986">
      <w:pPr>
        <w:pStyle w:val="BodyText"/>
        <w:numPr>
          <w:ilvl w:val="0"/>
          <w:numId w:val="6"/>
        </w:numPr>
        <w:ind w:right="39" w:firstLineChars="50" w:firstLine="100"/>
        <w:jc w:val="both"/>
      </w:pPr>
      <w:r w:rsidRPr="00F36D16">
        <w:rPr>
          <w:rStyle w:val="Strong"/>
          <w:b w:val="0"/>
          <w:bCs w:val="0"/>
        </w:rPr>
        <w:t>Initial Search:</w:t>
      </w:r>
      <w:r>
        <w:t xml:space="preserve"> Perform a standard A* search to find the path to the goal.</w:t>
      </w:r>
    </w:p>
    <w:p w14:paraId="6145A097" w14:textId="77777777" w:rsidR="00983411" w:rsidRDefault="00983411" w:rsidP="00FC5986">
      <w:pPr>
        <w:pStyle w:val="BodyText"/>
        <w:numPr>
          <w:ilvl w:val="0"/>
          <w:numId w:val="6"/>
        </w:numPr>
        <w:ind w:right="39" w:firstLineChars="50" w:firstLine="100"/>
        <w:jc w:val="both"/>
      </w:pPr>
      <w:r w:rsidRPr="00F36D16">
        <w:rPr>
          <w:rStyle w:val="Strong"/>
          <w:b w:val="0"/>
          <w:bCs w:val="0"/>
        </w:rPr>
        <w:t>Heuristic Update:</w:t>
      </w:r>
      <w:r>
        <w:t xml:space="preserve"> After finding the path, propagate updates along the explored path to improve the heuristic function for future searches.</w:t>
      </w:r>
    </w:p>
    <w:p w14:paraId="472EA662" w14:textId="77777777" w:rsidR="00983411" w:rsidRDefault="00983411" w:rsidP="00FC5986">
      <w:pPr>
        <w:pStyle w:val="BodyText"/>
        <w:numPr>
          <w:ilvl w:val="0"/>
          <w:numId w:val="6"/>
        </w:numPr>
        <w:ind w:right="39" w:firstLineChars="50" w:firstLine="100"/>
        <w:jc w:val="both"/>
      </w:pPr>
      <w:r w:rsidRPr="00F36D16">
        <w:rPr>
          <w:rStyle w:val="Strong"/>
          <w:b w:val="0"/>
          <w:bCs w:val="0"/>
        </w:rPr>
        <w:t>Re-usability:</w:t>
      </w:r>
      <w:r>
        <w:t xml:space="preserve"> For repeated path finding tasks, Adaptive A* reuses the updated heuristics, reducing computation time significantly in subsequent searches.</w:t>
      </w:r>
    </w:p>
    <w:p w14:paraId="63B1DC29" w14:textId="77777777" w:rsidR="00983411" w:rsidRDefault="00983411" w:rsidP="00983411">
      <w:pPr>
        <w:pStyle w:val="BodyText"/>
        <w:ind w:leftChars="50" w:left="120" w:right="39"/>
        <w:jc w:val="both"/>
        <w:rPr>
          <w:rStyle w:val="Strong"/>
        </w:rPr>
      </w:pPr>
    </w:p>
    <w:p w14:paraId="3957F393" w14:textId="77777777" w:rsidR="00983411" w:rsidRPr="00A64583" w:rsidRDefault="00983411" w:rsidP="00F36D16">
      <w:pPr>
        <w:pStyle w:val="BodyText"/>
        <w:ind w:left="0" w:right="39"/>
        <w:jc w:val="both"/>
        <w:rPr>
          <w:rStyle w:val="Strong"/>
          <w:b w:val="0"/>
          <w:bCs w:val="0"/>
          <w:i/>
          <w:iCs/>
        </w:rPr>
      </w:pPr>
      <w:r w:rsidRPr="00A64583">
        <w:rPr>
          <w:rStyle w:val="Strong"/>
          <w:b w:val="0"/>
          <w:bCs w:val="0"/>
          <w:i/>
          <w:iCs/>
        </w:rPr>
        <w:t>Problem Setup:</w:t>
      </w:r>
    </w:p>
    <w:p w14:paraId="7E2830B4" w14:textId="77777777" w:rsidR="00983411" w:rsidRDefault="00983411" w:rsidP="00F36D16">
      <w:pPr>
        <w:pStyle w:val="BodyText"/>
        <w:ind w:left="0" w:right="39"/>
        <w:jc w:val="both"/>
      </w:pPr>
      <w:r>
        <w:t>Consider a grid-based path finding problem where a robot needs to navigate from the start state (S) to the goal state (G). Obstacles are present in the grid, and the robot must adapt to changes, such as a new obstacle appearing during execution.</w:t>
      </w:r>
    </w:p>
    <w:p w14:paraId="5265C853" w14:textId="77777777" w:rsidR="00F36D16" w:rsidRDefault="00F36D16" w:rsidP="00F36D16">
      <w:pPr>
        <w:pStyle w:val="BodyText"/>
        <w:ind w:left="0" w:right="39"/>
        <w:jc w:val="both"/>
      </w:pPr>
    </w:p>
    <w:p w14:paraId="66E17594" w14:textId="77777777" w:rsidR="00983411" w:rsidRPr="00A64583" w:rsidRDefault="00983411" w:rsidP="00F36D16">
      <w:pPr>
        <w:pStyle w:val="BodyText"/>
        <w:ind w:left="0" w:right="39"/>
        <w:jc w:val="both"/>
        <w:rPr>
          <w:rFonts w:eastAsia="SimSun"/>
          <w:i/>
          <w:iCs/>
        </w:rPr>
      </w:pPr>
      <w:r w:rsidRPr="00A64583">
        <w:rPr>
          <w:rFonts w:eastAsia="SimSun"/>
          <w:i/>
          <w:iCs/>
        </w:rPr>
        <w:t>Grid Representation:</w:t>
      </w:r>
    </w:p>
    <w:p w14:paraId="7268A945" w14:textId="77777777" w:rsidR="00983411" w:rsidRPr="00A64583" w:rsidRDefault="00983411" w:rsidP="00983411">
      <w:pPr>
        <w:pStyle w:val="BodyText"/>
        <w:ind w:leftChars="50" w:left="120" w:right="39"/>
        <w:rPr>
          <w:rFonts w:eastAsia="SimSun"/>
          <w:b/>
          <w:bCs/>
        </w:rPr>
      </w:pPr>
      <w:proofErr w:type="gramStart"/>
      <w:r w:rsidRPr="00A64583">
        <w:rPr>
          <w:rFonts w:eastAsia="SimSun"/>
        </w:rPr>
        <w:t>S</w:t>
      </w:r>
      <w:r w:rsidRPr="00A64583">
        <w:rPr>
          <w:rFonts w:eastAsia="SimSun"/>
          <w:b/>
          <w:bCs/>
        </w:rPr>
        <w:t xml:space="preserve">  .</w:t>
      </w:r>
      <w:proofErr w:type="gramEnd"/>
      <w:r w:rsidRPr="00A64583">
        <w:rPr>
          <w:rFonts w:eastAsia="SimSun"/>
          <w:b/>
          <w:bCs/>
        </w:rPr>
        <w:t xml:space="preserve">  .  .  .  .  .</w:t>
      </w:r>
    </w:p>
    <w:p w14:paraId="3432BB98" w14:textId="77777777" w:rsidR="00983411" w:rsidRPr="00A64583" w:rsidRDefault="00983411" w:rsidP="00983411">
      <w:pPr>
        <w:pStyle w:val="BodyText"/>
        <w:ind w:leftChars="50" w:left="120" w:right="39"/>
        <w:rPr>
          <w:rFonts w:eastAsia="SimSun"/>
          <w:b/>
          <w:bCs/>
        </w:rPr>
      </w:pPr>
      <w:r w:rsidRPr="00A64583">
        <w:rPr>
          <w:rFonts w:eastAsia="SimSun"/>
          <w:b/>
          <w:bCs/>
        </w:rPr>
        <w:t>.  #  # .  # .  .</w:t>
      </w:r>
    </w:p>
    <w:p w14:paraId="1953960E" w14:textId="77777777" w:rsidR="00983411" w:rsidRPr="00A64583" w:rsidRDefault="00983411" w:rsidP="00983411">
      <w:pPr>
        <w:pStyle w:val="BodyText"/>
        <w:ind w:leftChars="50" w:left="120" w:right="39"/>
        <w:rPr>
          <w:rFonts w:eastAsia="SimSun"/>
          <w:b/>
          <w:bCs/>
        </w:rPr>
      </w:pPr>
      <w:r w:rsidRPr="00A64583">
        <w:rPr>
          <w:rFonts w:eastAsia="SimSun"/>
          <w:b/>
          <w:bCs/>
        </w:rPr>
        <w:t xml:space="preserve">.  #  .  .  . # </w:t>
      </w:r>
      <w:r w:rsidRPr="00A64583">
        <w:rPr>
          <w:rFonts w:eastAsia="SimSun"/>
        </w:rPr>
        <w:t>G</w:t>
      </w:r>
    </w:p>
    <w:p w14:paraId="36B056C7" w14:textId="25C2F4B1" w:rsidR="00983411" w:rsidRPr="00A64583" w:rsidRDefault="00983411" w:rsidP="00983411">
      <w:pPr>
        <w:pStyle w:val="BodyText"/>
        <w:ind w:leftChars="50" w:left="120" w:right="39"/>
        <w:rPr>
          <w:rFonts w:eastAsia="SimSun"/>
          <w:b/>
          <w:bCs/>
        </w:rPr>
      </w:pPr>
      <w:r w:rsidRPr="00A64583">
        <w:rPr>
          <w:rFonts w:eastAsia="SimSun"/>
          <w:b/>
          <w:bCs/>
        </w:rPr>
        <w:t xml:space="preserve">.  .  </w:t>
      </w:r>
      <w:r w:rsidR="00F36D16" w:rsidRPr="00A64583">
        <w:rPr>
          <w:rFonts w:eastAsia="SimSun"/>
          <w:b/>
          <w:bCs/>
        </w:rPr>
        <w:t xml:space="preserve"> </w:t>
      </w:r>
      <w:r w:rsidRPr="00A64583">
        <w:rPr>
          <w:rFonts w:eastAsia="SimSun"/>
          <w:b/>
          <w:bCs/>
        </w:rPr>
        <w:t>.  .  .  .  .</w:t>
      </w:r>
    </w:p>
    <w:p w14:paraId="25FDD2E8" w14:textId="77777777" w:rsidR="00983411" w:rsidRDefault="00983411" w:rsidP="00983411">
      <w:pPr>
        <w:pStyle w:val="BodyText"/>
        <w:ind w:leftChars="50" w:left="120" w:right="39"/>
        <w:rPr>
          <w:rFonts w:eastAsia="SimSun"/>
        </w:rPr>
      </w:pPr>
    </w:p>
    <w:p w14:paraId="1590D41E" w14:textId="77777777" w:rsidR="00983411" w:rsidRPr="00F36D16" w:rsidRDefault="00983411" w:rsidP="00F36D16">
      <w:pPr>
        <w:pStyle w:val="BodyText"/>
        <w:ind w:leftChars="44" w:left="106" w:right="39"/>
      </w:pPr>
      <w:r w:rsidRPr="00F36D16">
        <w:rPr>
          <w:rStyle w:val="Strong"/>
        </w:rPr>
        <w:t>S</w:t>
      </w:r>
      <w:r w:rsidRPr="00F36D16">
        <w:t xml:space="preserve">: Start state, </w:t>
      </w:r>
      <w:r w:rsidRPr="00F36D16">
        <w:rPr>
          <w:rStyle w:val="Strong"/>
        </w:rPr>
        <w:t>G</w:t>
      </w:r>
      <w:r w:rsidRPr="00F36D16">
        <w:t xml:space="preserve">: Goal state, </w:t>
      </w:r>
      <w:r w:rsidRPr="00F36D16">
        <w:rPr>
          <w:rStyle w:val="Strong"/>
        </w:rPr>
        <w:t>#</w:t>
      </w:r>
      <w:r w:rsidRPr="00F36D16">
        <w:t>: Obstacle</w:t>
      </w:r>
      <w:proofErr w:type="gramStart"/>
      <w:r w:rsidRPr="00F36D16">
        <w:t xml:space="preserve">, </w:t>
      </w:r>
      <w:r w:rsidRPr="00F36D16">
        <w:rPr>
          <w:rStyle w:val="Strong"/>
        </w:rPr>
        <w:t>.</w:t>
      </w:r>
      <w:proofErr w:type="gramEnd"/>
      <w:r w:rsidRPr="00F36D16">
        <w:t>: Empty space</w:t>
      </w:r>
    </w:p>
    <w:p w14:paraId="70264176" w14:textId="77777777" w:rsidR="00983411" w:rsidRDefault="00983411" w:rsidP="00F36D16">
      <w:pPr>
        <w:pStyle w:val="BodyText"/>
        <w:ind w:left="0" w:firstLine="113"/>
        <w:jc w:val="both"/>
        <w:rPr>
          <w:rFonts w:eastAsia="SimSun"/>
        </w:rPr>
      </w:pPr>
      <w:r>
        <w:rPr>
          <w:rFonts w:eastAsia="SimSun"/>
        </w:rPr>
        <w:t xml:space="preserve">The robot's initial task is to move from </w:t>
      </w:r>
      <w:r>
        <w:rPr>
          <w:rStyle w:val="HTMLCode"/>
          <w:rFonts w:eastAsia="SimSun"/>
        </w:rPr>
        <w:t>S</w:t>
      </w:r>
      <w:r>
        <w:rPr>
          <w:rFonts w:eastAsia="SimSun"/>
        </w:rPr>
        <w:t xml:space="preserve"> to </w:t>
      </w:r>
      <w:r>
        <w:rPr>
          <w:rStyle w:val="HTMLCode"/>
          <w:rFonts w:eastAsia="SimSun"/>
        </w:rPr>
        <w:t>G</w:t>
      </w:r>
      <w:r>
        <w:rPr>
          <w:rFonts w:eastAsia="SimSun"/>
        </w:rPr>
        <w:t>, and it uses A* with a heuristic based on the Euclidean distance to the goal. After the initial path finding, the algorithm adapts to the appearance of a new obstacle.</w:t>
      </w:r>
    </w:p>
    <w:p w14:paraId="06AA3F69" w14:textId="77777777" w:rsidR="00983411" w:rsidRPr="00F36D16" w:rsidRDefault="00983411" w:rsidP="00983411">
      <w:pPr>
        <w:pStyle w:val="BodyText"/>
        <w:ind w:leftChars="50" w:left="120" w:right="39"/>
        <w:jc w:val="both"/>
        <w:rPr>
          <w:rFonts w:eastAsia="SimSun"/>
        </w:rPr>
      </w:pPr>
    </w:p>
    <w:p w14:paraId="4C4F5637" w14:textId="77777777" w:rsidR="00983411" w:rsidRPr="00A64583" w:rsidRDefault="00983411" w:rsidP="00F36D16">
      <w:pPr>
        <w:pStyle w:val="BodyText"/>
        <w:ind w:left="0" w:right="39"/>
        <w:jc w:val="both"/>
        <w:rPr>
          <w:rStyle w:val="Strong"/>
          <w:b w:val="0"/>
          <w:bCs w:val="0"/>
          <w:i/>
          <w:iCs/>
        </w:rPr>
      </w:pPr>
      <w:r w:rsidRPr="00A64583">
        <w:rPr>
          <w:rStyle w:val="Strong"/>
          <w:b w:val="0"/>
          <w:bCs w:val="0"/>
          <w:i/>
          <w:iCs/>
        </w:rPr>
        <w:t>Step-by-Step Process:</w:t>
      </w:r>
    </w:p>
    <w:p w14:paraId="1AAB693B" w14:textId="77777777" w:rsidR="00983411" w:rsidRDefault="00983411" w:rsidP="00F36D16">
      <w:pPr>
        <w:pStyle w:val="BodyText"/>
        <w:ind w:left="0" w:right="39"/>
        <w:rPr>
          <w:rFonts w:eastAsia="SimSun"/>
          <w:lang w:eastAsia="zh-CN" w:bidi="ar"/>
        </w:rPr>
      </w:pPr>
      <w:r w:rsidRPr="00F36D16">
        <w:rPr>
          <w:rFonts w:eastAsia="SimSun"/>
          <w:lang w:eastAsia="zh-CN" w:bidi="ar"/>
        </w:rPr>
        <w:t>First Run of A* (Initial Path Finding):</w:t>
      </w:r>
      <w:r>
        <w:rPr>
          <w:rFonts w:eastAsia="SimSun"/>
          <w:b/>
          <w:bCs/>
          <w:lang w:eastAsia="zh-CN" w:bidi="ar"/>
        </w:rPr>
        <w:t xml:space="preserve"> </w:t>
      </w:r>
      <w:r>
        <w:rPr>
          <w:rFonts w:eastAsia="SimSun"/>
          <w:lang w:eastAsia="zh-CN" w:bidi="ar"/>
        </w:rPr>
        <w:br/>
        <w:t xml:space="preserve">1. Using the heuristic h(n), which is based on the Euclidean distance to the objective, the algorithm begins with the conventional A* search. </w:t>
      </w:r>
      <w:r>
        <w:rPr>
          <w:rFonts w:eastAsia="SimSun"/>
          <w:lang w:eastAsia="zh-CN" w:bidi="ar"/>
        </w:rPr>
        <w:br/>
        <w:t xml:space="preserve">2. The algorithm calculates the cost f(n)=g(n)+h(n), where h(n) is the heuristic and g(n) is the cost from the start node. </w:t>
      </w:r>
      <w:r>
        <w:rPr>
          <w:rFonts w:eastAsia="SimSun"/>
          <w:lang w:eastAsia="zh-CN" w:bidi="ar"/>
        </w:rPr>
        <w:br/>
      </w:r>
      <w:r>
        <w:rPr>
          <w:rFonts w:eastAsia="SimSun"/>
          <w:lang w:eastAsia="zh-CN" w:bidi="ar"/>
        </w:rPr>
        <w:br/>
      </w:r>
      <w:r w:rsidRPr="00F36D16">
        <w:rPr>
          <w:rFonts w:eastAsia="SimSun"/>
          <w:lang w:eastAsia="zh-CN" w:bidi="ar"/>
        </w:rPr>
        <w:t>First Route (no changes for obstacles):</w:t>
      </w:r>
      <w:r>
        <w:rPr>
          <w:rFonts w:eastAsia="SimSun"/>
          <w:b/>
          <w:bCs/>
          <w:lang w:eastAsia="zh-CN" w:bidi="ar"/>
        </w:rPr>
        <w:t xml:space="preserve"> </w:t>
      </w:r>
    </w:p>
    <w:p w14:paraId="77A21A6F" w14:textId="6FA5D085" w:rsidR="00983411" w:rsidRDefault="00983411" w:rsidP="00F36D16">
      <w:pPr>
        <w:pStyle w:val="BodyText"/>
        <w:ind w:left="0" w:right="39"/>
        <w:jc w:val="both"/>
      </w:pPr>
      <w:r>
        <w:rPr>
          <w:rFonts w:eastAsia="SimSun"/>
          <w:lang w:eastAsia="zh-CN" w:bidi="ar"/>
        </w:rPr>
        <w:t xml:space="preserve">S Moving from (1, 0) </w:t>
      </w:r>
      <w:r w:rsidR="00B30195" w:rsidRPr="00A64583">
        <w:rPr>
          <w:rFonts w:eastAsia="SimSun"/>
        </w:rPr>
        <w:t>→</w:t>
      </w:r>
      <w:r>
        <w:rPr>
          <w:rFonts w:eastAsia="SimSun"/>
          <w:lang w:eastAsia="zh-CN" w:bidi="ar"/>
        </w:rPr>
        <w:t xml:space="preserve"> (2, 0) </w:t>
      </w:r>
      <w:r w:rsidR="00B30195" w:rsidRPr="00A64583">
        <w:rPr>
          <w:rFonts w:eastAsia="SimSun"/>
        </w:rPr>
        <w:t>→</w:t>
      </w:r>
      <w:r>
        <w:rPr>
          <w:rFonts w:eastAsia="SimSun"/>
          <w:lang w:eastAsia="zh-CN" w:bidi="ar"/>
        </w:rPr>
        <w:t xml:space="preserve"> (3, 0) </w:t>
      </w:r>
      <w:r w:rsidR="00B30195" w:rsidRPr="00A64583">
        <w:rPr>
          <w:rFonts w:eastAsia="SimSun"/>
        </w:rPr>
        <w:t>→</w:t>
      </w:r>
      <w:r>
        <w:rPr>
          <w:rFonts w:eastAsia="SimSun"/>
          <w:lang w:eastAsia="zh-CN" w:bidi="ar"/>
        </w:rPr>
        <w:t xml:space="preserve"> (3, 1) </w:t>
      </w:r>
      <w:r w:rsidR="00B30195" w:rsidRPr="00A64583">
        <w:rPr>
          <w:rFonts w:eastAsia="SimSun"/>
        </w:rPr>
        <w:t>→</w:t>
      </w:r>
      <w:r>
        <w:rPr>
          <w:rFonts w:eastAsia="SimSun"/>
          <w:lang w:eastAsia="zh-CN" w:bidi="ar"/>
        </w:rPr>
        <w:t xml:space="preserve"> (3, 2) </w:t>
      </w:r>
      <w:r w:rsidR="00B30195" w:rsidRPr="00A64583">
        <w:rPr>
          <w:rFonts w:eastAsia="SimSun"/>
        </w:rPr>
        <w:t>→</w:t>
      </w:r>
      <w:r>
        <w:rPr>
          <w:rFonts w:eastAsia="SimSun"/>
          <w:lang w:eastAsia="zh-CN" w:bidi="ar"/>
        </w:rPr>
        <w:t xml:space="preserve"> G</w:t>
      </w:r>
    </w:p>
    <w:p w14:paraId="20DD1D38" w14:textId="77777777" w:rsidR="00983411" w:rsidRDefault="00983411" w:rsidP="00983411">
      <w:pPr>
        <w:pStyle w:val="BodyText"/>
        <w:ind w:left="0" w:right="39"/>
        <w:jc w:val="both"/>
        <w:rPr>
          <w:rStyle w:val="Strong"/>
        </w:rPr>
      </w:pPr>
    </w:p>
    <w:p w14:paraId="5DB6C1C9" w14:textId="77777777" w:rsidR="00983411" w:rsidRPr="00F36D16" w:rsidRDefault="00983411" w:rsidP="00983411">
      <w:pPr>
        <w:pStyle w:val="BodyText"/>
        <w:ind w:left="0" w:right="39"/>
        <w:jc w:val="both"/>
        <w:rPr>
          <w:rStyle w:val="Strong"/>
          <w:b w:val="0"/>
          <w:bCs w:val="0"/>
        </w:rPr>
      </w:pPr>
      <w:r w:rsidRPr="00F36D16">
        <w:rPr>
          <w:rStyle w:val="Strong"/>
          <w:b w:val="0"/>
          <w:bCs w:val="0"/>
        </w:rPr>
        <w:t>Obstacle Appears (Real-Time Update):</w:t>
      </w:r>
    </w:p>
    <w:p w14:paraId="4735310F" w14:textId="77777777" w:rsidR="00983411" w:rsidRDefault="00983411" w:rsidP="00F36D16">
      <w:pPr>
        <w:pStyle w:val="BodyText"/>
        <w:ind w:left="0" w:firstLine="113"/>
        <w:jc w:val="both"/>
      </w:pPr>
      <w:r>
        <w:t>A new obstacle appears at position (2, 2). The algorithm adapts by updating the heuristic values for the affected area.</w:t>
      </w:r>
    </w:p>
    <w:p w14:paraId="5EA7DBA6" w14:textId="77777777" w:rsidR="00983411" w:rsidRDefault="00983411" w:rsidP="00983411">
      <w:pPr>
        <w:pStyle w:val="BodyText"/>
        <w:ind w:left="0" w:right="39"/>
        <w:jc w:val="both"/>
      </w:pPr>
      <w:r>
        <w:t>The heuristic function is modified using information from previously explored nodes, and the search quickly recalculates a new optimal path considering the new obstacle.</w:t>
      </w:r>
    </w:p>
    <w:p w14:paraId="68A248EB" w14:textId="77777777" w:rsidR="00983411" w:rsidRDefault="00983411" w:rsidP="00983411">
      <w:pPr>
        <w:pStyle w:val="BodyText"/>
        <w:ind w:left="0" w:right="39"/>
        <w:jc w:val="both"/>
      </w:pPr>
    </w:p>
    <w:p w14:paraId="34D44281" w14:textId="77777777" w:rsidR="00983411" w:rsidRPr="00A64583" w:rsidRDefault="00983411" w:rsidP="00983411">
      <w:pPr>
        <w:pStyle w:val="BodyText"/>
        <w:ind w:left="0" w:right="39"/>
        <w:jc w:val="both"/>
        <w:rPr>
          <w:rStyle w:val="Strong"/>
          <w:b w:val="0"/>
          <w:bCs w:val="0"/>
        </w:rPr>
      </w:pPr>
      <w:r w:rsidRPr="00A64583">
        <w:rPr>
          <w:rStyle w:val="Strong"/>
          <w:b w:val="0"/>
          <w:bCs w:val="0"/>
        </w:rPr>
        <w:t>Recomputed Path (Adapted Path finding):</w:t>
      </w:r>
    </w:p>
    <w:p w14:paraId="4E080E41" w14:textId="77777777" w:rsidR="00983411" w:rsidRDefault="00983411" w:rsidP="00983411">
      <w:pPr>
        <w:pStyle w:val="BodyText"/>
        <w:ind w:left="0" w:right="39"/>
        <w:jc w:val="both"/>
      </w:pPr>
      <w:r>
        <w:t>A new path is produced when the robot uses updated heuristics from the earlier search:</w:t>
      </w:r>
    </w:p>
    <w:p w14:paraId="737D62CC" w14:textId="5E7B9674" w:rsidR="00983411" w:rsidRDefault="00A64583" w:rsidP="00A64583">
      <w:pPr>
        <w:pStyle w:val="BodyText"/>
        <w:ind w:left="0" w:right="39"/>
        <w:jc w:val="both"/>
        <w:rPr>
          <w:rFonts w:eastAsia="SimSun"/>
        </w:rPr>
      </w:pPr>
      <w:r w:rsidRPr="00A64583">
        <w:rPr>
          <w:rFonts w:eastAsia="SimSun"/>
        </w:rPr>
        <w:t>S →</w:t>
      </w:r>
      <w:r w:rsidR="00B30195" w:rsidRPr="00B30195">
        <w:rPr>
          <w:rFonts w:eastAsia="SimSun"/>
        </w:rPr>
        <w:t xml:space="preserve"> (0, 1)</w:t>
      </w:r>
      <w:r w:rsidR="00B30195">
        <w:rPr>
          <w:rFonts w:eastAsia="SimSun"/>
        </w:rPr>
        <w:t xml:space="preserve"> </w:t>
      </w:r>
      <w:r w:rsidR="00B30195" w:rsidRPr="00A64583">
        <w:rPr>
          <w:rFonts w:eastAsia="SimSun"/>
        </w:rPr>
        <w:t>→</w:t>
      </w:r>
      <w:r w:rsidR="00B30195" w:rsidRPr="00B30195">
        <w:rPr>
          <w:rFonts w:eastAsia="SimSun"/>
        </w:rPr>
        <w:t xml:space="preserve"> (0, 2)</w:t>
      </w:r>
      <w:r w:rsidR="00B30195">
        <w:rPr>
          <w:rFonts w:eastAsia="SimSun"/>
        </w:rPr>
        <w:t xml:space="preserve"> </w:t>
      </w:r>
      <w:r w:rsidR="00B30195" w:rsidRPr="00A64583">
        <w:rPr>
          <w:rFonts w:eastAsia="SimSun"/>
        </w:rPr>
        <w:t>→</w:t>
      </w:r>
      <w:r w:rsidR="00B30195" w:rsidRPr="00B30195">
        <w:rPr>
          <w:rFonts w:eastAsia="SimSun"/>
        </w:rPr>
        <w:t xml:space="preserve"> (0, 3)</w:t>
      </w:r>
      <w:r w:rsidR="00B30195">
        <w:rPr>
          <w:rFonts w:eastAsia="SimSun"/>
        </w:rPr>
        <w:t xml:space="preserve"> </w:t>
      </w:r>
      <w:r w:rsidR="00B30195" w:rsidRPr="00A64583">
        <w:rPr>
          <w:rFonts w:eastAsia="SimSun"/>
        </w:rPr>
        <w:t>→</w:t>
      </w:r>
      <w:r w:rsidR="00B30195" w:rsidRPr="00B30195">
        <w:rPr>
          <w:rFonts w:eastAsia="SimSun"/>
        </w:rPr>
        <w:t xml:space="preserve"> (0, 4)</w:t>
      </w:r>
      <w:r w:rsidR="00B30195">
        <w:rPr>
          <w:rFonts w:eastAsia="SimSun"/>
        </w:rPr>
        <w:t xml:space="preserve"> </w:t>
      </w:r>
      <w:r w:rsidR="00B30195" w:rsidRPr="00A64583">
        <w:rPr>
          <w:rFonts w:eastAsia="SimSun"/>
        </w:rPr>
        <w:t>→</w:t>
      </w:r>
      <w:r w:rsidR="00B30195" w:rsidRPr="00B30195">
        <w:rPr>
          <w:rFonts w:eastAsia="SimSun"/>
        </w:rPr>
        <w:t xml:space="preserve"> (0, 5)</w:t>
      </w:r>
      <w:r w:rsidR="00B30195">
        <w:rPr>
          <w:rFonts w:eastAsia="SimSun"/>
        </w:rPr>
        <w:t xml:space="preserve"> </w:t>
      </w:r>
      <w:r w:rsidR="00B30195" w:rsidRPr="00A64583">
        <w:rPr>
          <w:rFonts w:eastAsia="SimSun"/>
        </w:rPr>
        <w:t>→</w:t>
      </w:r>
      <w:r w:rsidR="00B30195" w:rsidRPr="00B30195">
        <w:rPr>
          <w:rFonts w:eastAsia="SimSun"/>
        </w:rPr>
        <w:t xml:space="preserve"> (0, 6)</w:t>
      </w:r>
      <w:r w:rsidR="00B30195">
        <w:rPr>
          <w:rFonts w:eastAsia="SimSun"/>
        </w:rPr>
        <w:t xml:space="preserve"> </w:t>
      </w:r>
      <w:r w:rsidR="00B30195" w:rsidRPr="00A64583">
        <w:rPr>
          <w:rFonts w:eastAsia="SimSun"/>
        </w:rPr>
        <w:t>→</w:t>
      </w:r>
      <w:r w:rsidR="00B30195" w:rsidRPr="00B30195">
        <w:rPr>
          <w:rFonts w:eastAsia="SimSun"/>
        </w:rPr>
        <w:t xml:space="preserve"> (1, 6)</w:t>
      </w:r>
      <w:r w:rsidR="00B30195">
        <w:rPr>
          <w:rFonts w:eastAsia="SimSun"/>
        </w:rPr>
        <w:t xml:space="preserve"> </w:t>
      </w:r>
      <w:r w:rsidR="00B30195" w:rsidRPr="00A64583">
        <w:rPr>
          <w:rFonts w:eastAsia="SimSun"/>
        </w:rPr>
        <w:t>→</w:t>
      </w:r>
      <w:r w:rsidR="00B30195" w:rsidRPr="00B30195">
        <w:rPr>
          <w:rFonts w:eastAsia="SimSun"/>
        </w:rPr>
        <w:t xml:space="preserve"> </w:t>
      </w:r>
      <w:r w:rsidR="001E7CFA">
        <w:rPr>
          <w:rFonts w:eastAsia="SimSun"/>
        </w:rPr>
        <w:t>G</w:t>
      </w:r>
    </w:p>
    <w:p w14:paraId="76E15C35" w14:textId="77777777" w:rsidR="00A64583" w:rsidRDefault="00A64583" w:rsidP="00A64583">
      <w:pPr>
        <w:pStyle w:val="BodyText"/>
        <w:ind w:left="0" w:right="39"/>
        <w:jc w:val="both"/>
        <w:rPr>
          <w:rFonts w:eastAsia="SimSun"/>
        </w:rPr>
      </w:pPr>
    </w:p>
    <w:p w14:paraId="2C440F8A" w14:textId="07F9027E" w:rsidR="00983411" w:rsidRDefault="00983411" w:rsidP="00A64583">
      <w:pPr>
        <w:pStyle w:val="BodyText"/>
        <w:ind w:left="0" w:firstLine="113"/>
        <w:jc w:val="both"/>
        <w:rPr>
          <w:rFonts w:eastAsia="SimSun"/>
        </w:rPr>
      </w:pPr>
      <w:r>
        <w:rPr>
          <w:rFonts w:eastAsia="SimSun"/>
        </w:rPr>
        <w:t>Adaptive A* efficiently handles changes in the environment (i.e., the appearance of a new obstacle) by updating the heuristic dynamically and finding a new optimal path without recalculating the entire search space.</w:t>
      </w:r>
    </w:p>
    <w:p w14:paraId="4A14FC78" w14:textId="77777777" w:rsidR="00983411" w:rsidRDefault="00983411" w:rsidP="00A64583">
      <w:pPr>
        <w:pStyle w:val="BodyText"/>
        <w:ind w:left="0" w:right="39"/>
        <w:jc w:val="both"/>
        <w:rPr>
          <w:rFonts w:eastAsia="SimSun"/>
        </w:rPr>
      </w:pPr>
      <w:r>
        <w:rPr>
          <w:rFonts w:eastAsia="SimSun"/>
        </w:rPr>
        <w:t xml:space="preserve">Adaptive A* is used in </w:t>
      </w:r>
      <w:r w:rsidRPr="00A64583">
        <w:rPr>
          <w:rStyle w:val="Strong"/>
          <w:rFonts w:eastAsia="SimSun"/>
          <w:b w:val="0"/>
          <w:bCs w:val="0"/>
        </w:rPr>
        <w:t>autonomous mobile robots</w:t>
      </w:r>
      <w:r>
        <w:rPr>
          <w:rFonts w:eastAsia="SimSun"/>
        </w:rPr>
        <w:t xml:space="preserve"> working in warehouses or factories. As robots navigate through aisles, new obstacles (e.g., boxes or humans) are introduced, and Adaptive A* adapts to these changes by updating the heuristic without performing a full recalculation, significantly speeding up path finding tasks.</w:t>
      </w:r>
    </w:p>
    <w:p w14:paraId="2226718B" w14:textId="77777777" w:rsidR="00983411" w:rsidRPr="00A64583" w:rsidRDefault="00983411" w:rsidP="00983411">
      <w:pPr>
        <w:pStyle w:val="BodyText"/>
        <w:ind w:right="39"/>
        <w:jc w:val="both"/>
        <w:rPr>
          <w:rFonts w:eastAsia="SimSun"/>
        </w:rPr>
      </w:pPr>
    </w:p>
    <w:p w14:paraId="37DEB531" w14:textId="77777777" w:rsidR="00983411" w:rsidRPr="00A64583" w:rsidRDefault="00983411" w:rsidP="00FC5986">
      <w:pPr>
        <w:pStyle w:val="BodyText"/>
        <w:numPr>
          <w:ilvl w:val="0"/>
          <w:numId w:val="5"/>
        </w:numPr>
        <w:ind w:right="39"/>
        <w:jc w:val="center"/>
        <w:rPr>
          <w:sz w:val="24"/>
          <w:szCs w:val="24"/>
        </w:rPr>
      </w:pPr>
      <w:r w:rsidRPr="00A64583">
        <w:rPr>
          <w:rStyle w:val="Strong"/>
          <w:rFonts w:eastAsia="SimSun"/>
          <w:sz w:val="24"/>
          <w:szCs w:val="24"/>
        </w:rPr>
        <w:t>Weighted A</w:t>
      </w:r>
      <w:r w:rsidRPr="00A64583">
        <w:rPr>
          <w:rFonts w:eastAsia="SimSun"/>
          <w:sz w:val="24"/>
          <w:szCs w:val="24"/>
        </w:rPr>
        <w:t>*</w:t>
      </w:r>
    </w:p>
    <w:p w14:paraId="75D9EE84" w14:textId="77777777" w:rsidR="00983411" w:rsidRDefault="00983411" w:rsidP="00A64583">
      <w:pPr>
        <w:pStyle w:val="BodyText"/>
        <w:ind w:left="0" w:firstLine="113"/>
        <w:jc w:val="both"/>
      </w:pPr>
      <w:r>
        <w:t>Weighted A* introduces a weight factor to the heuristic function, balancing between optimality and computational speed. By increasing the weight w applied to the heuristic, the algorithm reduces the search space and solves problems faster at the cost of suboptimality.</w:t>
      </w:r>
    </w:p>
    <w:p w14:paraId="44A0365D" w14:textId="62F12472" w:rsidR="00983411" w:rsidRDefault="00983411" w:rsidP="009F6195">
      <w:pPr>
        <w:pStyle w:val="BodyText"/>
        <w:ind w:left="0" w:right="39"/>
        <w:jc w:val="both"/>
      </w:pPr>
      <w:r>
        <w:t xml:space="preserve">f(n)= g(n) + </w:t>
      </w:r>
      <w:proofErr w:type="spellStart"/>
      <w:r>
        <w:t>w.h</w:t>
      </w:r>
      <w:proofErr w:type="spellEnd"/>
      <w:r>
        <w:t>(n), w</w:t>
      </w:r>
      <w:r w:rsidR="009F6195">
        <w:t xml:space="preserve"> </w:t>
      </w:r>
      <w:r>
        <w:t>&gt;1</w:t>
      </w:r>
    </w:p>
    <w:p w14:paraId="515263BA" w14:textId="77777777" w:rsidR="00983411" w:rsidRDefault="00983411" w:rsidP="00983411">
      <w:pPr>
        <w:pStyle w:val="BodyText"/>
        <w:ind w:right="39"/>
        <w:jc w:val="both"/>
      </w:pPr>
    </w:p>
    <w:p w14:paraId="60C8BD85" w14:textId="77777777" w:rsidR="00983411" w:rsidRPr="002924A1" w:rsidRDefault="00983411" w:rsidP="00983411">
      <w:pPr>
        <w:pStyle w:val="BodyText"/>
        <w:ind w:left="0" w:right="39"/>
        <w:jc w:val="both"/>
        <w:rPr>
          <w:rStyle w:val="Strong"/>
          <w:b w:val="0"/>
          <w:bCs w:val="0"/>
          <w:i/>
          <w:iCs/>
        </w:rPr>
      </w:pPr>
      <w:r w:rsidRPr="002924A1">
        <w:rPr>
          <w:rStyle w:val="Strong"/>
          <w:b w:val="0"/>
          <w:bCs w:val="0"/>
          <w:i/>
          <w:iCs/>
        </w:rPr>
        <w:t>Steps:</w:t>
      </w:r>
    </w:p>
    <w:p w14:paraId="101B8730" w14:textId="5409BA08" w:rsidR="00983411" w:rsidRDefault="00983411" w:rsidP="00FC5986">
      <w:pPr>
        <w:pStyle w:val="BodyText"/>
        <w:numPr>
          <w:ilvl w:val="0"/>
          <w:numId w:val="7"/>
        </w:numPr>
        <w:ind w:right="39"/>
        <w:jc w:val="both"/>
      </w:pPr>
      <w:r>
        <w:t>Initialize the start node with f(n)=g(n)+</w:t>
      </w:r>
      <w:proofErr w:type="spellStart"/>
      <w:r>
        <w:t>w.h</w:t>
      </w:r>
      <w:proofErr w:type="spellEnd"/>
      <w:r>
        <w:t>(n),</w:t>
      </w:r>
      <w:r w:rsidR="00A64583">
        <w:t xml:space="preserve"> </w:t>
      </w:r>
      <w:r>
        <w:t>where w is the weight.</w:t>
      </w:r>
    </w:p>
    <w:p w14:paraId="0B1DF72F" w14:textId="77777777" w:rsidR="00983411" w:rsidRDefault="00983411" w:rsidP="00FC5986">
      <w:pPr>
        <w:pStyle w:val="BodyText"/>
        <w:numPr>
          <w:ilvl w:val="0"/>
          <w:numId w:val="7"/>
        </w:numPr>
        <w:ind w:right="39"/>
        <w:jc w:val="both"/>
      </w:pPr>
      <w:r>
        <w:t>Expand nodes in the priority queue based on the weighted heuristic.</w:t>
      </w:r>
    </w:p>
    <w:p w14:paraId="17A08923" w14:textId="77777777" w:rsidR="00983411" w:rsidRDefault="00983411" w:rsidP="00FC5986">
      <w:pPr>
        <w:pStyle w:val="BodyText"/>
        <w:numPr>
          <w:ilvl w:val="0"/>
          <w:numId w:val="7"/>
        </w:numPr>
        <w:ind w:right="39"/>
        <w:jc w:val="both"/>
        <w:rPr>
          <w:rStyle w:val="Strong"/>
        </w:rPr>
      </w:pPr>
      <w:r>
        <w:t>Terminate once the goal is reached or resources are exhausted.</w:t>
      </w:r>
    </w:p>
    <w:p w14:paraId="04B9CD00" w14:textId="77777777" w:rsidR="00983411" w:rsidRDefault="00983411" w:rsidP="00983411">
      <w:pPr>
        <w:pStyle w:val="BodyText"/>
        <w:ind w:left="0" w:right="39"/>
        <w:jc w:val="both"/>
        <w:rPr>
          <w:rStyle w:val="Strong"/>
        </w:rPr>
      </w:pPr>
    </w:p>
    <w:p w14:paraId="66FA1ED6" w14:textId="77777777" w:rsidR="00983411" w:rsidRPr="002924A1" w:rsidRDefault="00983411" w:rsidP="00983411">
      <w:pPr>
        <w:pStyle w:val="BodyText"/>
        <w:ind w:left="0" w:right="39"/>
        <w:jc w:val="both"/>
        <w:rPr>
          <w:rStyle w:val="Strong"/>
          <w:b w:val="0"/>
          <w:bCs w:val="0"/>
          <w:i/>
          <w:iCs/>
        </w:rPr>
      </w:pPr>
      <w:r w:rsidRPr="002924A1">
        <w:rPr>
          <w:rStyle w:val="Strong"/>
          <w:b w:val="0"/>
          <w:bCs w:val="0"/>
          <w:i/>
          <w:iCs/>
        </w:rPr>
        <w:t>Problem Setup:</w:t>
      </w:r>
    </w:p>
    <w:p w14:paraId="247DED88" w14:textId="77777777" w:rsidR="00983411" w:rsidRDefault="00983411" w:rsidP="002924A1">
      <w:pPr>
        <w:pStyle w:val="BodyText"/>
        <w:ind w:left="0" w:firstLine="113"/>
        <w:jc w:val="both"/>
      </w:pPr>
      <w:r>
        <w:t xml:space="preserve">Consider a robot in a grid environment again, trying to navigate from a start state </w:t>
      </w:r>
      <w:r>
        <w:rPr>
          <w:rStyle w:val="HTMLCode"/>
        </w:rPr>
        <w:t>S</w:t>
      </w:r>
      <w:r>
        <w:t xml:space="preserve"> to a goal state </w:t>
      </w:r>
      <w:r>
        <w:rPr>
          <w:rStyle w:val="HTMLCode"/>
        </w:rPr>
        <w:t>G</w:t>
      </w:r>
      <w:r>
        <w:t>. The robot can choose a faster route that may not be optimal but avoids excessive computation by using a weighted heuristic.</w:t>
      </w:r>
    </w:p>
    <w:p w14:paraId="0E0E4291" w14:textId="77777777" w:rsidR="00983411" w:rsidRDefault="00983411" w:rsidP="00983411">
      <w:pPr>
        <w:pStyle w:val="BodyText"/>
        <w:ind w:left="0" w:right="39"/>
        <w:jc w:val="both"/>
        <w:rPr>
          <w:rFonts w:eastAsia="SimSun"/>
          <w:b/>
          <w:bCs/>
        </w:rPr>
      </w:pPr>
    </w:p>
    <w:p w14:paraId="541C6514" w14:textId="77777777" w:rsidR="00983411" w:rsidRPr="002924A1" w:rsidRDefault="00983411" w:rsidP="00983411">
      <w:pPr>
        <w:pStyle w:val="BodyText"/>
        <w:ind w:left="0" w:right="39"/>
        <w:jc w:val="both"/>
        <w:rPr>
          <w:rFonts w:eastAsia="SimSun"/>
          <w:i/>
          <w:iCs/>
        </w:rPr>
      </w:pPr>
      <w:r w:rsidRPr="002924A1">
        <w:rPr>
          <w:rFonts w:eastAsia="SimSun"/>
          <w:i/>
          <w:iCs/>
        </w:rPr>
        <w:t>Grid Representation:</w:t>
      </w:r>
    </w:p>
    <w:p w14:paraId="7A2255AA" w14:textId="77777777" w:rsidR="001E7CFA" w:rsidRPr="00A64583" w:rsidRDefault="001E7CFA" w:rsidP="001E7CFA">
      <w:pPr>
        <w:pStyle w:val="BodyText"/>
        <w:ind w:leftChars="50" w:left="120" w:right="39"/>
        <w:rPr>
          <w:rFonts w:eastAsia="SimSun"/>
          <w:b/>
          <w:bCs/>
        </w:rPr>
      </w:pPr>
      <w:proofErr w:type="gramStart"/>
      <w:r w:rsidRPr="00A64583">
        <w:rPr>
          <w:rFonts w:eastAsia="SimSun"/>
        </w:rPr>
        <w:t>S</w:t>
      </w:r>
      <w:r w:rsidRPr="00A64583">
        <w:rPr>
          <w:rFonts w:eastAsia="SimSun"/>
          <w:b/>
          <w:bCs/>
        </w:rPr>
        <w:t xml:space="preserve">  .</w:t>
      </w:r>
      <w:proofErr w:type="gramEnd"/>
      <w:r w:rsidRPr="00A64583">
        <w:rPr>
          <w:rFonts w:eastAsia="SimSun"/>
          <w:b/>
          <w:bCs/>
        </w:rPr>
        <w:t xml:space="preserve">  .  .  .  .  .</w:t>
      </w:r>
    </w:p>
    <w:p w14:paraId="123D447C" w14:textId="77777777" w:rsidR="001E7CFA" w:rsidRPr="00A64583" w:rsidRDefault="001E7CFA" w:rsidP="001E7CFA">
      <w:pPr>
        <w:pStyle w:val="BodyText"/>
        <w:ind w:leftChars="50" w:left="120" w:right="39"/>
        <w:rPr>
          <w:rFonts w:eastAsia="SimSun"/>
          <w:b/>
          <w:bCs/>
        </w:rPr>
      </w:pPr>
      <w:r w:rsidRPr="00A64583">
        <w:rPr>
          <w:rFonts w:eastAsia="SimSun"/>
          <w:b/>
          <w:bCs/>
        </w:rPr>
        <w:t>.  #  # .  # .  .</w:t>
      </w:r>
    </w:p>
    <w:p w14:paraId="537907E9" w14:textId="77777777" w:rsidR="001E7CFA" w:rsidRPr="00A64583" w:rsidRDefault="001E7CFA" w:rsidP="001E7CFA">
      <w:pPr>
        <w:pStyle w:val="BodyText"/>
        <w:ind w:leftChars="50" w:left="120" w:right="39"/>
        <w:rPr>
          <w:rFonts w:eastAsia="SimSun"/>
          <w:b/>
          <w:bCs/>
        </w:rPr>
      </w:pPr>
      <w:r w:rsidRPr="00A64583">
        <w:rPr>
          <w:rFonts w:eastAsia="SimSun"/>
          <w:b/>
          <w:bCs/>
        </w:rPr>
        <w:t xml:space="preserve">.  #  .  .  . # </w:t>
      </w:r>
      <w:r w:rsidRPr="00A64583">
        <w:rPr>
          <w:rFonts w:eastAsia="SimSun"/>
        </w:rPr>
        <w:t>G</w:t>
      </w:r>
    </w:p>
    <w:p w14:paraId="65315EB1" w14:textId="77777777" w:rsidR="001E7CFA" w:rsidRPr="00A64583" w:rsidRDefault="001E7CFA" w:rsidP="001E7CFA">
      <w:pPr>
        <w:pStyle w:val="BodyText"/>
        <w:ind w:leftChars="50" w:left="120" w:right="39"/>
        <w:rPr>
          <w:rFonts w:eastAsia="SimSun"/>
          <w:b/>
          <w:bCs/>
        </w:rPr>
      </w:pPr>
      <w:r w:rsidRPr="00A64583">
        <w:rPr>
          <w:rFonts w:eastAsia="SimSun"/>
          <w:b/>
          <w:bCs/>
        </w:rPr>
        <w:t>.  .   .  .  .  .  .</w:t>
      </w:r>
    </w:p>
    <w:p w14:paraId="6A0A8968" w14:textId="77777777" w:rsidR="00983411" w:rsidRDefault="00983411" w:rsidP="00983411">
      <w:pPr>
        <w:pStyle w:val="BodyText"/>
        <w:ind w:left="0" w:right="39"/>
        <w:jc w:val="both"/>
        <w:rPr>
          <w:rFonts w:eastAsia="SimSun"/>
        </w:rPr>
      </w:pPr>
    </w:p>
    <w:p w14:paraId="31464DF2" w14:textId="77777777" w:rsidR="00983411" w:rsidRDefault="00983411" w:rsidP="00983411">
      <w:pPr>
        <w:pStyle w:val="BodyText"/>
        <w:ind w:left="0" w:right="39"/>
      </w:pPr>
      <w:r>
        <w:rPr>
          <w:rStyle w:val="Strong"/>
        </w:rPr>
        <w:t>S</w:t>
      </w:r>
      <w:r>
        <w:t xml:space="preserve">: Start state, </w:t>
      </w:r>
      <w:r>
        <w:rPr>
          <w:rStyle w:val="Strong"/>
        </w:rPr>
        <w:t>G</w:t>
      </w:r>
      <w:r>
        <w:t xml:space="preserve">: Goal state, </w:t>
      </w:r>
      <w:r>
        <w:rPr>
          <w:rStyle w:val="Strong"/>
        </w:rPr>
        <w:t>#</w:t>
      </w:r>
      <w:r>
        <w:t>: Obstacle</w:t>
      </w:r>
      <w:proofErr w:type="gramStart"/>
      <w:r>
        <w:t xml:space="preserve">, </w:t>
      </w:r>
      <w:r>
        <w:rPr>
          <w:rStyle w:val="Strong"/>
        </w:rPr>
        <w:t>.</w:t>
      </w:r>
      <w:proofErr w:type="gramEnd"/>
      <w:r>
        <w:t>: Empty space</w:t>
      </w:r>
    </w:p>
    <w:p w14:paraId="71291DB8" w14:textId="77777777" w:rsidR="00983411" w:rsidRDefault="00983411" w:rsidP="00983411">
      <w:pPr>
        <w:pStyle w:val="BodyText"/>
        <w:ind w:left="0" w:right="39"/>
        <w:jc w:val="both"/>
        <w:rPr>
          <w:rFonts w:eastAsia="SimSun"/>
        </w:rPr>
      </w:pPr>
      <w:r>
        <w:rPr>
          <w:rFonts w:eastAsia="SimSun"/>
        </w:rPr>
        <w:t>The robot uses a weighted heuristic to speed up its search, where w=2. The heuristic function is modified to f(n)=g(n)+2.h(n).</w:t>
      </w:r>
    </w:p>
    <w:p w14:paraId="51660FC2" w14:textId="77777777" w:rsidR="00983411" w:rsidRDefault="00983411" w:rsidP="00983411">
      <w:pPr>
        <w:pStyle w:val="BodyText"/>
        <w:ind w:left="0" w:right="39"/>
        <w:jc w:val="both"/>
        <w:rPr>
          <w:rFonts w:eastAsia="SimSun"/>
        </w:rPr>
      </w:pPr>
    </w:p>
    <w:p w14:paraId="53775F51" w14:textId="77777777" w:rsidR="00983411" w:rsidRPr="00957BC6" w:rsidRDefault="00983411" w:rsidP="00983411">
      <w:pPr>
        <w:pStyle w:val="BodyText"/>
        <w:ind w:left="0" w:right="39"/>
        <w:jc w:val="both"/>
        <w:rPr>
          <w:rStyle w:val="Strong"/>
          <w:b w:val="0"/>
          <w:bCs w:val="0"/>
          <w:i/>
          <w:iCs/>
        </w:rPr>
      </w:pPr>
      <w:r w:rsidRPr="00957BC6">
        <w:rPr>
          <w:rStyle w:val="Strong"/>
          <w:b w:val="0"/>
          <w:bCs w:val="0"/>
          <w:i/>
          <w:iCs/>
        </w:rPr>
        <w:t>Step-by-Step Process:</w:t>
      </w:r>
    </w:p>
    <w:p w14:paraId="25907819" w14:textId="77777777" w:rsidR="00983411" w:rsidRPr="00957BC6" w:rsidRDefault="00983411" w:rsidP="00983411">
      <w:pPr>
        <w:pStyle w:val="BodyText"/>
        <w:ind w:left="0" w:right="39"/>
        <w:jc w:val="both"/>
        <w:rPr>
          <w:rStyle w:val="Strong"/>
          <w:b w:val="0"/>
          <w:bCs w:val="0"/>
        </w:rPr>
      </w:pPr>
      <w:r w:rsidRPr="00957BC6">
        <w:rPr>
          <w:rStyle w:val="Strong"/>
          <w:b w:val="0"/>
          <w:bCs w:val="0"/>
        </w:rPr>
        <w:t>Initial Search (Weighted Heuristic):</w:t>
      </w:r>
    </w:p>
    <w:p w14:paraId="325C3079" w14:textId="77777777" w:rsidR="00983411" w:rsidRDefault="00983411" w:rsidP="00FC5986">
      <w:pPr>
        <w:pStyle w:val="BodyText"/>
        <w:numPr>
          <w:ilvl w:val="0"/>
          <w:numId w:val="8"/>
        </w:numPr>
        <w:ind w:right="39"/>
        <w:jc w:val="both"/>
      </w:pPr>
      <w:r>
        <w:t>The algorithm begins with a standard A* search but applies a weight of 2 to the heuristic. This means the heuristic h(n) is given more importance than the actual cost g(n).</w:t>
      </w:r>
    </w:p>
    <w:p w14:paraId="15BC602F" w14:textId="77777777" w:rsidR="00983411" w:rsidRDefault="00983411" w:rsidP="00FC5986">
      <w:pPr>
        <w:pStyle w:val="BodyText"/>
        <w:numPr>
          <w:ilvl w:val="0"/>
          <w:numId w:val="8"/>
        </w:numPr>
        <w:ind w:right="39"/>
        <w:jc w:val="both"/>
      </w:pPr>
      <w:r>
        <w:t>The robot evaluates the potential paths using the modified heuristic function:</w:t>
      </w:r>
    </w:p>
    <w:p w14:paraId="76C2B6D3" w14:textId="353A355A" w:rsidR="00983411" w:rsidRDefault="00CE1342" w:rsidP="00CE1342">
      <w:pPr>
        <w:rPr>
          <w:rFonts w:eastAsia="SimSun"/>
          <w:sz w:val="20"/>
          <w:lang w:eastAsia="zh-CN" w:bidi="ar"/>
        </w:rPr>
      </w:pPr>
      <w:r>
        <w:rPr>
          <w:rFonts w:eastAsia="SimSun"/>
          <w:sz w:val="20"/>
          <w:lang w:eastAsia="zh-CN" w:bidi="ar"/>
        </w:rPr>
        <w:t xml:space="preserve">   </w:t>
      </w:r>
      <w:r w:rsidR="00983411">
        <w:rPr>
          <w:rFonts w:eastAsia="SimSun"/>
          <w:sz w:val="20"/>
          <w:lang w:eastAsia="zh-CN" w:bidi="ar"/>
        </w:rPr>
        <w:t>f(n)=g(n)+2.h(n)</w:t>
      </w:r>
    </w:p>
    <w:p w14:paraId="26ECAEFF" w14:textId="77777777" w:rsidR="00983411" w:rsidRPr="00957BC6" w:rsidRDefault="00983411" w:rsidP="00983411">
      <w:pPr>
        <w:ind w:left="720"/>
        <w:rPr>
          <w:rFonts w:eastAsia="SimSun"/>
          <w:sz w:val="20"/>
          <w:lang w:eastAsia="zh-CN" w:bidi="ar"/>
        </w:rPr>
      </w:pPr>
    </w:p>
    <w:p w14:paraId="6102274E" w14:textId="77777777" w:rsidR="00983411" w:rsidRPr="00957BC6" w:rsidRDefault="00983411" w:rsidP="00983411">
      <w:pPr>
        <w:rPr>
          <w:rStyle w:val="Strong"/>
          <w:b w:val="0"/>
          <w:bCs w:val="0"/>
          <w:sz w:val="20"/>
        </w:rPr>
      </w:pPr>
      <w:r w:rsidRPr="00957BC6">
        <w:rPr>
          <w:rStyle w:val="Strong"/>
          <w:b w:val="0"/>
          <w:bCs w:val="0"/>
          <w:sz w:val="20"/>
        </w:rPr>
        <w:t>Path finding with Weighted Heuristic:</w:t>
      </w:r>
    </w:p>
    <w:p w14:paraId="2AAABDCB" w14:textId="77777777" w:rsidR="00983411" w:rsidRDefault="00983411" w:rsidP="00376A86">
      <w:pPr>
        <w:autoSpaceDE w:val="0"/>
        <w:autoSpaceDN w:val="0"/>
        <w:ind w:firstLine="113"/>
        <w:rPr>
          <w:sz w:val="20"/>
        </w:rPr>
      </w:pPr>
      <w:r>
        <w:rPr>
          <w:sz w:val="20"/>
        </w:rPr>
        <w:t>The weighted heuristic prioritizes nodes closer to the goal by considering the heuristic function more heavily than the path cost. This leads to faster computation at the cost of possible suboptimality.</w:t>
      </w:r>
    </w:p>
    <w:p w14:paraId="733FE225" w14:textId="77777777" w:rsidR="00983411" w:rsidRPr="00957BC6" w:rsidRDefault="00983411" w:rsidP="00983411">
      <w:pPr>
        <w:rPr>
          <w:rStyle w:val="Strong"/>
          <w:b w:val="0"/>
          <w:bCs w:val="0"/>
          <w:sz w:val="20"/>
        </w:rPr>
      </w:pPr>
      <w:r w:rsidRPr="00957BC6">
        <w:rPr>
          <w:rStyle w:val="Strong"/>
          <w:b w:val="0"/>
          <w:bCs w:val="0"/>
          <w:sz w:val="20"/>
        </w:rPr>
        <w:t>Search Path (using weighted heuristic):</w:t>
      </w:r>
    </w:p>
    <w:p w14:paraId="5B921318" w14:textId="77777777" w:rsidR="001E7CFA" w:rsidRDefault="001E7CFA" w:rsidP="001E7CFA">
      <w:pPr>
        <w:pStyle w:val="BodyText"/>
        <w:ind w:left="0" w:right="39"/>
        <w:jc w:val="both"/>
        <w:rPr>
          <w:rFonts w:eastAsia="SimSun"/>
        </w:rPr>
      </w:pPr>
      <w:r w:rsidRPr="00A64583">
        <w:rPr>
          <w:rFonts w:eastAsia="SimSun"/>
        </w:rPr>
        <w:t>S →</w:t>
      </w:r>
      <w:r w:rsidRPr="00B30195">
        <w:rPr>
          <w:rFonts w:eastAsia="SimSun"/>
        </w:rPr>
        <w:t xml:space="preserve"> (0, 1)</w:t>
      </w:r>
      <w:r>
        <w:rPr>
          <w:rFonts w:eastAsia="SimSun"/>
        </w:rPr>
        <w:t xml:space="preserve"> </w:t>
      </w:r>
      <w:r w:rsidRPr="00A64583">
        <w:rPr>
          <w:rFonts w:eastAsia="SimSun"/>
        </w:rPr>
        <w:t>→</w:t>
      </w:r>
      <w:r w:rsidRPr="00B30195">
        <w:rPr>
          <w:rFonts w:eastAsia="SimSun"/>
        </w:rPr>
        <w:t xml:space="preserve"> (0, 2)</w:t>
      </w:r>
      <w:r>
        <w:rPr>
          <w:rFonts w:eastAsia="SimSun"/>
        </w:rPr>
        <w:t xml:space="preserve"> </w:t>
      </w:r>
      <w:r w:rsidRPr="00A64583">
        <w:rPr>
          <w:rFonts w:eastAsia="SimSun"/>
        </w:rPr>
        <w:t>→</w:t>
      </w:r>
      <w:r w:rsidRPr="00B30195">
        <w:rPr>
          <w:rFonts w:eastAsia="SimSun"/>
        </w:rPr>
        <w:t xml:space="preserve"> (0, 3)</w:t>
      </w:r>
      <w:r>
        <w:rPr>
          <w:rFonts w:eastAsia="SimSun"/>
        </w:rPr>
        <w:t xml:space="preserve"> </w:t>
      </w:r>
      <w:r w:rsidRPr="00A64583">
        <w:rPr>
          <w:rFonts w:eastAsia="SimSun"/>
        </w:rPr>
        <w:t>→</w:t>
      </w:r>
      <w:r w:rsidRPr="00B30195">
        <w:rPr>
          <w:rFonts w:eastAsia="SimSun"/>
        </w:rPr>
        <w:t xml:space="preserve"> (0, 4)</w:t>
      </w:r>
      <w:r>
        <w:rPr>
          <w:rFonts w:eastAsia="SimSun"/>
        </w:rPr>
        <w:t xml:space="preserve"> </w:t>
      </w:r>
      <w:r w:rsidRPr="00A64583">
        <w:rPr>
          <w:rFonts w:eastAsia="SimSun"/>
        </w:rPr>
        <w:t>→</w:t>
      </w:r>
      <w:r w:rsidRPr="00B30195">
        <w:rPr>
          <w:rFonts w:eastAsia="SimSun"/>
        </w:rPr>
        <w:t xml:space="preserve"> (0, 5)</w:t>
      </w:r>
      <w:r>
        <w:rPr>
          <w:rFonts w:eastAsia="SimSun"/>
        </w:rPr>
        <w:t xml:space="preserve"> </w:t>
      </w:r>
      <w:r w:rsidRPr="00A64583">
        <w:rPr>
          <w:rFonts w:eastAsia="SimSun"/>
        </w:rPr>
        <w:t>→</w:t>
      </w:r>
      <w:r w:rsidRPr="00B30195">
        <w:rPr>
          <w:rFonts w:eastAsia="SimSun"/>
        </w:rPr>
        <w:t xml:space="preserve"> (0, 6)</w:t>
      </w:r>
      <w:r>
        <w:rPr>
          <w:rFonts w:eastAsia="SimSun"/>
        </w:rPr>
        <w:t xml:space="preserve"> </w:t>
      </w:r>
      <w:r w:rsidRPr="00A64583">
        <w:rPr>
          <w:rFonts w:eastAsia="SimSun"/>
        </w:rPr>
        <w:t>→</w:t>
      </w:r>
      <w:r w:rsidRPr="00B30195">
        <w:rPr>
          <w:rFonts w:eastAsia="SimSun"/>
        </w:rPr>
        <w:t xml:space="preserve"> (1, 6)</w:t>
      </w:r>
      <w:r>
        <w:rPr>
          <w:rFonts w:eastAsia="SimSun"/>
        </w:rPr>
        <w:t xml:space="preserve"> </w:t>
      </w:r>
      <w:r w:rsidRPr="00A64583">
        <w:rPr>
          <w:rFonts w:eastAsia="SimSun"/>
        </w:rPr>
        <w:t>→</w:t>
      </w:r>
      <w:r w:rsidRPr="00B30195">
        <w:rPr>
          <w:rFonts w:eastAsia="SimSun"/>
        </w:rPr>
        <w:t xml:space="preserve"> </w:t>
      </w:r>
      <w:r>
        <w:rPr>
          <w:rFonts w:eastAsia="SimSun"/>
        </w:rPr>
        <w:t>G</w:t>
      </w:r>
    </w:p>
    <w:p w14:paraId="40AFFC16" w14:textId="77777777" w:rsidR="0044480C" w:rsidRDefault="0044480C" w:rsidP="001E7CFA">
      <w:pPr>
        <w:pStyle w:val="BodyText"/>
        <w:ind w:left="0" w:right="39"/>
        <w:jc w:val="both"/>
        <w:rPr>
          <w:rFonts w:eastAsia="SimSun"/>
        </w:rPr>
      </w:pPr>
    </w:p>
    <w:p w14:paraId="17A1D0DF" w14:textId="426891D9" w:rsidR="0044480C" w:rsidRDefault="0044480C" w:rsidP="001E7CFA">
      <w:pPr>
        <w:pStyle w:val="BodyText"/>
        <w:ind w:left="0" w:right="39"/>
        <w:jc w:val="both"/>
        <w:rPr>
          <w:rFonts w:eastAsia="SimSun"/>
        </w:rPr>
      </w:pPr>
      <w:r w:rsidRPr="0044480C">
        <w:rPr>
          <w:rFonts w:eastAsia="SimSun"/>
        </w:rPr>
        <w:t>If w=2.5, the heuristic dominates, leading to a less optimal path:</w:t>
      </w:r>
    </w:p>
    <w:p w14:paraId="746CF4CB" w14:textId="5065FAB1" w:rsidR="00983411" w:rsidRPr="0083638F" w:rsidRDefault="0083638F" w:rsidP="00983411">
      <w:pPr>
        <w:rPr>
          <w:rStyle w:val="Strong"/>
          <w:b w:val="0"/>
          <w:bCs w:val="0"/>
          <w:sz w:val="20"/>
        </w:rPr>
      </w:pPr>
      <w:r>
        <w:rPr>
          <w:rStyle w:val="Strong"/>
          <w:b w:val="0"/>
          <w:bCs w:val="0"/>
          <w:sz w:val="20"/>
        </w:rPr>
        <w:t>S</w:t>
      </w:r>
      <w:r w:rsidRPr="0083638F">
        <w:rPr>
          <w:rStyle w:val="Strong"/>
          <w:b w:val="0"/>
          <w:bCs w:val="0"/>
          <w:sz w:val="20"/>
        </w:rPr>
        <w:t xml:space="preserve"> → (0,1) → (0,2) → (0,3) → (0,4) → (1,4) → (2,4) → (3,4) → (3,5) → (3,6) → </w:t>
      </w:r>
      <w:r>
        <w:rPr>
          <w:rStyle w:val="Strong"/>
          <w:b w:val="0"/>
          <w:bCs w:val="0"/>
          <w:sz w:val="20"/>
        </w:rPr>
        <w:t>G</w:t>
      </w:r>
    </w:p>
    <w:p w14:paraId="0B339D0E" w14:textId="77777777" w:rsidR="0083638F" w:rsidRDefault="0083638F" w:rsidP="001E7CFA">
      <w:pPr>
        <w:pStyle w:val="BodyText"/>
        <w:ind w:left="0" w:firstLine="113"/>
        <w:jc w:val="both"/>
        <w:rPr>
          <w:rFonts w:eastAsia="SimSun"/>
        </w:rPr>
      </w:pPr>
    </w:p>
    <w:p w14:paraId="12F812F3" w14:textId="4B049E24" w:rsidR="00983411" w:rsidRDefault="00983411" w:rsidP="001E7CFA">
      <w:pPr>
        <w:pStyle w:val="BodyText"/>
        <w:ind w:left="0" w:firstLine="113"/>
        <w:jc w:val="both"/>
        <w:rPr>
          <w:rFonts w:eastAsia="SimSun"/>
        </w:rPr>
      </w:pPr>
      <w:r>
        <w:rPr>
          <w:rFonts w:eastAsia="SimSun"/>
        </w:rPr>
        <w:t>While the path found by Weighted A* is not optimal (due to the emphasis on the heuristic), it is much faster than the traditional A* approach. The algorithm makes trade-offs between speed and optimality, providing quick solutions that are useful in time-sensitive applications like drone delivery or real-time navigation.</w:t>
      </w:r>
    </w:p>
    <w:p w14:paraId="51FBA9DA" w14:textId="77777777" w:rsidR="00983411" w:rsidRDefault="00983411" w:rsidP="00823001">
      <w:pPr>
        <w:pStyle w:val="BodyText"/>
        <w:ind w:left="0"/>
        <w:jc w:val="both"/>
        <w:rPr>
          <w:rFonts w:eastAsia="SimSun"/>
        </w:rPr>
      </w:pPr>
      <w:r>
        <w:rPr>
          <w:rFonts w:eastAsia="SimSun"/>
        </w:rPr>
        <w:t xml:space="preserve">Weighted A* is commonly used in </w:t>
      </w:r>
      <w:r w:rsidRPr="001E7CFA">
        <w:rPr>
          <w:rStyle w:val="Strong"/>
          <w:rFonts w:eastAsia="SimSun"/>
          <w:b w:val="0"/>
          <w:bCs w:val="0"/>
        </w:rPr>
        <w:t>drone delivery systems</w:t>
      </w:r>
      <w:r>
        <w:rPr>
          <w:rFonts w:eastAsia="SimSun"/>
        </w:rPr>
        <w:t xml:space="preserve">. For example, in urban environments, drones must find </w:t>
      </w:r>
      <w:r>
        <w:rPr>
          <w:rFonts w:eastAsia="SimSun"/>
        </w:rPr>
        <w:lastRenderedPageBreak/>
        <w:t>paths quickly despite obstacles like buildings and trees. By applying a higher weight to the heuristic, Weighted A* enables rapid path finding with less emphasis on optimality, allowing drones to deliver packages efficiently in real-time.</w:t>
      </w:r>
    </w:p>
    <w:p w14:paraId="3EAFE52A" w14:textId="77777777" w:rsidR="00983411" w:rsidRDefault="00983411" w:rsidP="00983411">
      <w:pPr>
        <w:pStyle w:val="BodyText"/>
        <w:ind w:left="0" w:right="39"/>
        <w:jc w:val="both"/>
        <w:rPr>
          <w:rFonts w:eastAsia="SimSun"/>
        </w:rPr>
      </w:pPr>
    </w:p>
    <w:p w14:paraId="7CF75558" w14:textId="77777777" w:rsidR="00983411" w:rsidRPr="001E7CFA" w:rsidRDefault="00983411" w:rsidP="00FC5986">
      <w:pPr>
        <w:pStyle w:val="BodyText"/>
        <w:numPr>
          <w:ilvl w:val="0"/>
          <w:numId w:val="5"/>
        </w:numPr>
        <w:ind w:right="39"/>
        <w:jc w:val="center"/>
        <w:rPr>
          <w:b/>
          <w:bCs/>
          <w:i/>
          <w:iCs/>
          <w:sz w:val="24"/>
          <w:szCs w:val="24"/>
        </w:rPr>
      </w:pPr>
      <w:r w:rsidRPr="001E7CFA">
        <w:rPr>
          <w:rStyle w:val="Emphasis"/>
          <w:rFonts w:eastAsia="SimSun"/>
          <w:b/>
          <w:bCs/>
          <w:i w:val="0"/>
          <w:iCs w:val="0"/>
          <w:sz w:val="24"/>
          <w:szCs w:val="24"/>
        </w:rPr>
        <w:t>Anytime Repairing A* (ARA</w:t>
      </w:r>
      <w:r w:rsidRPr="001E7CFA">
        <w:rPr>
          <w:rFonts w:eastAsia="SimSun"/>
          <w:b/>
          <w:bCs/>
          <w:i/>
          <w:iCs/>
          <w:sz w:val="24"/>
          <w:szCs w:val="24"/>
        </w:rPr>
        <w:t>)*</w:t>
      </w:r>
    </w:p>
    <w:p w14:paraId="1E149788" w14:textId="3655347A" w:rsidR="00E20A98" w:rsidRPr="00E20A98" w:rsidRDefault="00E20A98" w:rsidP="00E20A98">
      <w:pPr>
        <w:pStyle w:val="BodyText"/>
        <w:ind w:left="0" w:firstLine="113"/>
        <w:jc w:val="both"/>
        <w:rPr>
          <w:lang w:val="en-IN"/>
        </w:rPr>
      </w:pPr>
      <w:r w:rsidRPr="00E20A98">
        <w:rPr>
          <w:lang w:val="en-IN"/>
        </w:rPr>
        <w:t>ARA* is an anytime algorithm that quickly yields a suboptimal solution and subsequently refines</w:t>
      </w:r>
      <w:r w:rsidRPr="00E20A98">
        <w:rPr>
          <w:lang w:val="en-IN"/>
        </w:rPr>
        <w:t> </w:t>
      </w:r>
      <w:r w:rsidRPr="00E20A98">
        <w:rPr>
          <w:lang w:val="en-IN"/>
        </w:rPr>
        <w:t>that solution as more computation time becomes available. With a high weight</w:t>
      </w:r>
      <w:r w:rsidRPr="00E20A98">
        <w:rPr>
          <w:lang w:val="en-IN"/>
        </w:rPr>
        <w:t> </w:t>
      </w:r>
      <w:r w:rsidRPr="00E20A98">
        <w:rPr>
          <w:lang w:val="en-IN"/>
        </w:rPr>
        <w:t>on the heuristic and then decreasing it to optimality.</w:t>
      </w:r>
    </w:p>
    <w:p w14:paraId="1B2144A3" w14:textId="77777777" w:rsidR="00422B63" w:rsidRDefault="00422B63" w:rsidP="00E20A98">
      <w:pPr>
        <w:pStyle w:val="BodyText"/>
        <w:ind w:left="0"/>
        <w:jc w:val="both"/>
      </w:pPr>
    </w:p>
    <w:p w14:paraId="03E55011" w14:textId="77777777" w:rsidR="00983411" w:rsidRPr="006C2769" w:rsidRDefault="00983411" w:rsidP="00983411">
      <w:pPr>
        <w:pStyle w:val="BodyText"/>
        <w:ind w:left="0" w:right="39"/>
        <w:jc w:val="both"/>
        <w:rPr>
          <w:rStyle w:val="Strong"/>
          <w:b w:val="0"/>
          <w:bCs w:val="0"/>
          <w:i/>
          <w:iCs/>
        </w:rPr>
      </w:pPr>
      <w:r w:rsidRPr="006C2769">
        <w:rPr>
          <w:rStyle w:val="Strong"/>
          <w:b w:val="0"/>
          <w:bCs w:val="0"/>
          <w:i/>
          <w:iCs/>
        </w:rPr>
        <w:t>Steps:</w:t>
      </w:r>
    </w:p>
    <w:p w14:paraId="2205E20F" w14:textId="581342F4" w:rsidR="00E20A98" w:rsidRDefault="00983411" w:rsidP="00FC5986">
      <w:pPr>
        <w:pStyle w:val="BodyText"/>
        <w:numPr>
          <w:ilvl w:val="0"/>
          <w:numId w:val="9"/>
        </w:numPr>
        <w:ind w:right="39"/>
        <w:jc w:val="both"/>
        <w:rPr>
          <w:lang w:val="en-IN"/>
        </w:rPr>
      </w:pPr>
      <w:r w:rsidRPr="006C2769">
        <w:rPr>
          <w:rStyle w:val="Strong"/>
          <w:b w:val="0"/>
          <w:bCs w:val="0"/>
        </w:rPr>
        <w:t>Initial Suboptimal Solution:</w:t>
      </w:r>
      <w:r>
        <w:t xml:space="preserve"> </w:t>
      </w:r>
      <w:r w:rsidR="00E20A98">
        <w:rPr>
          <w:lang w:val="en-IN"/>
        </w:rPr>
        <w:t>I</w:t>
      </w:r>
      <w:r w:rsidR="00E20A98" w:rsidRPr="00E20A98">
        <w:rPr>
          <w:lang w:val="en-IN"/>
        </w:rPr>
        <w:t>n</w:t>
      </w:r>
      <w:r w:rsidR="00E20A98" w:rsidRPr="00E20A98">
        <w:rPr>
          <w:lang w:val="en-IN"/>
        </w:rPr>
        <w:t> </w:t>
      </w:r>
      <w:r w:rsidR="00E20A98" w:rsidRPr="00E20A98">
        <w:rPr>
          <w:lang w:val="en-IN"/>
        </w:rPr>
        <w:t>the first run, just start with w &gt; 1, to have a suboptimal solution and a fast result.</w:t>
      </w:r>
    </w:p>
    <w:p w14:paraId="3B9628D4" w14:textId="05774C4B" w:rsidR="00983411" w:rsidRPr="00E20A98" w:rsidRDefault="00A944EE" w:rsidP="00FC5986">
      <w:pPr>
        <w:pStyle w:val="BodyText"/>
        <w:numPr>
          <w:ilvl w:val="0"/>
          <w:numId w:val="9"/>
        </w:numPr>
        <w:ind w:right="39"/>
        <w:jc w:val="both"/>
        <w:rPr>
          <w:lang w:val="en-IN"/>
        </w:rPr>
      </w:pPr>
      <w:r>
        <w:rPr>
          <w:rStyle w:val="Strong"/>
          <w:b w:val="0"/>
          <w:bCs w:val="0"/>
        </w:rPr>
        <w:t>Gradual</w:t>
      </w:r>
      <w:r w:rsidR="00983411" w:rsidRPr="00E20A98">
        <w:rPr>
          <w:rStyle w:val="Strong"/>
          <w:b w:val="0"/>
          <w:bCs w:val="0"/>
        </w:rPr>
        <w:t xml:space="preserve"> Refinement:</w:t>
      </w:r>
      <w:r w:rsidR="00983411">
        <w:t xml:space="preserve"> </w:t>
      </w:r>
      <w:r>
        <w:t>Iteratively</w:t>
      </w:r>
      <w:r w:rsidR="00983411">
        <w:t xml:space="preserve"> reduce the</w:t>
      </w:r>
      <w:r w:rsidR="00291652">
        <w:t xml:space="preserve"> cost of</w:t>
      </w:r>
      <w:r w:rsidR="00983411">
        <w:t xml:space="preserve"> weight and refine the path until an optimal solution is </w:t>
      </w:r>
      <w:r w:rsidR="00291652">
        <w:t>obtain</w:t>
      </w:r>
      <w:r w:rsidR="00983411">
        <w:t xml:space="preserve"> or the time limit is reached.</w:t>
      </w:r>
    </w:p>
    <w:p w14:paraId="172C73C3" w14:textId="21C73BE7" w:rsidR="00691365" w:rsidRPr="00691365" w:rsidRDefault="00983411" w:rsidP="00FC5986">
      <w:pPr>
        <w:pStyle w:val="BodyText"/>
        <w:numPr>
          <w:ilvl w:val="0"/>
          <w:numId w:val="9"/>
        </w:numPr>
        <w:ind w:right="39"/>
        <w:jc w:val="both"/>
        <w:rPr>
          <w:lang w:val="en-IN"/>
        </w:rPr>
      </w:pPr>
      <w:r w:rsidRPr="006C2769">
        <w:rPr>
          <w:rStyle w:val="Strong"/>
          <w:b w:val="0"/>
          <w:bCs w:val="0"/>
        </w:rPr>
        <w:t>Real-Time Updates:</w:t>
      </w:r>
      <w:r>
        <w:t xml:space="preserve"> </w:t>
      </w:r>
      <w:r w:rsidR="00691365" w:rsidRPr="00691365">
        <w:rPr>
          <w:lang w:val="en-IN"/>
        </w:rPr>
        <w:t>You can navigate dynamic</w:t>
      </w:r>
      <w:r w:rsidR="00FD487E">
        <w:rPr>
          <w:lang w:val="en-IN"/>
        </w:rPr>
        <w:t xml:space="preserve"> </w:t>
      </w:r>
      <w:r w:rsidR="00691365" w:rsidRPr="00691365">
        <w:rPr>
          <w:lang w:val="en-IN"/>
        </w:rPr>
        <w:t>environments in real-time because ARA* can recalculate paths based on the newly available information.</w:t>
      </w:r>
    </w:p>
    <w:p w14:paraId="1347D3A2" w14:textId="77777777" w:rsidR="00983411" w:rsidRDefault="00983411" w:rsidP="00983411">
      <w:pPr>
        <w:pStyle w:val="BodyText"/>
        <w:ind w:left="0" w:right="39"/>
        <w:jc w:val="both"/>
        <w:rPr>
          <w:rStyle w:val="Strong"/>
        </w:rPr>
      </w:pPr>
    </w:p>
    <w:p w14:paraId="458EB6E8" w14:textId="77777777" w:rsidR="00983411" w:rsidRPr="006C2769" w:rsidRDefault="00983411" w:rsidP="00983411">
      <w:pPr>
        <w:pStyle w:val="BodyText"/>
        <w:ind w:left="0" w:right="39"/>
        <w:jc w:val="both"/>
        <w:rPr>
          <w:rStyle w:val="Strong"/>
          <w:b w:val="0"/>
          <w:bCs w:val="0"/>
          <w:i/>
          <w:iCs/>
        </w:rPr>
      </w:pPr>
      <w:r w:rsidRPr="006C2769">
        <w:rPr>
          <w:rStyle w:val="Strong"/>
          <w:b w:val="0"/>
          <w:bCs w:val="0"/>
          <w:i/>
          <w:iCs/>
        </w:rPr>
        <w:t>Problem Setup:</w:t>
      </w:r>
    </w:p>
    <w:p w14:paraId="0F0BBFF2" w14:textId="3A39AC55" w:rsidR="00983411" w:rsidRDefault="00114C61" w:rsidP="00114C61">
      <w:pPr>
        <w:pStyle w:val="BodyText"/>
        <w:ind w:left="0" w:firstLine="113"/>
        <w:jc w:val="both"/>
      </w:pPr>
      <w:r>
        <w:t>Consider</w:t>
      </w:r>
      <w:r w:rsidR="00983411">
        <w:t xml:space="preserve"> a robot trying to </w:t>
      </w:r>
      <w:r>
        <w:t>obtain</w:t>
      </w:r>
      <w:r w:rsidR="00983411">
        <w:t xml:space="preserve"> a path from the start state </w:t>
      </w:r>
      <w:r w:rsidR="00983411">
        <w:rPr>
          <w:rStyle w:val="HTMLCode"/>
        </w:rPr>
        <w:t>S</w:t>
      </w:r>
      <w:r w:rsidR="00983411">
        <w:t xml:space="preserve"> to the goal state </w:t>
      </w:r>
      <w:r w:rsidR="00983411">
        <w:rPr>
          <w:rStyle w:val="HTMLCode"/>
        </w:rPr>
        <w:t>G</w:t>
      </w:r>
      <w:r w:rsidR="00983411">
        <w:t xml:space="preserve"> in a grid</w:t>
      </w:r>
      <w:r>
        <w:t xml:space="preserve"> world environment</w:t>
      </w:r>
      <w:r w:rsidR="00983411">
        <w:t xml:space="preserve"> with obstacles. </w:t>
      </w:r>
      <w:r w:rsidR="00C25563">
        <w:t>First t</w:t>
      </w:r>
      <w:r w:rsidR="00983411">
        <w:t xml:space="preserve">he robot needs to find a </w:t>
      </w:r>
      <w:r w:rsidR="00C25563">
        <w:t xml:space="preserve">sub optimal </w:t>
      </w:r>
      <w:r w:rsidR="00983411">
        <w:t xml:space="preserve">solution quickly and then improve it </w:t>
      </w:r>
      <w:r w:rsidR="00C25563">
        <w:t xml:space="preserve">gradually </w:t>
      </w:r>
      <w:r w:rsidR="00983411">
        <w:t xml:space="preserve">as more time becomes available. This is a classic </w:t>
      </w:r>
      <w:r w:rsidR="009A5FB2">
        <w:t>example</w:t>
      </w:r>
      <w:r w:rsidR="00983411">
        <w:t xml:space="preserve"> </w:t>
      </w:r>
      <w:r w:rsidR="009A5FB2">
        <w:t>of</w:t>
      </w:r>
      <w:r w:rsidR="00983411">
        <w:t xml:space="preserve"> Anytime Repairing A* (ARA*).</w:t>
      </w:r>
    </w:p>
    <w:p w14:paraId="50CF5C56" w14:textId="77777777" w:rsidR="00983411" w:rsidRDefault="00983411" w:rsidP="00983411">
      <w:pPr>
        <w:pStyle w:val="BodyText"/>
        <w:ind w:left="0" w:right="39"/>
        <w:jc w:val="both"/>
      </w:pPr>
    </w:p>
    <w:p w14:paraId="3E163CA3" w14:textId="77777777" w:rsidR="00983411" w:rsidRPr="006C2769" w:rsidRDefault="00983411" w:rsidP="00983411">
      <w:pPr>
        <w:pStyle w:val="BodyText"/>
        <w:ind w:left="0" w:right="39"/>
        <w:jc w:val="both"/>
        <w:rPr>
          <w:rFonts w:eastAsia="SimSun"/>
          <w:i/>
          <w:iCs/>
        </w:rPr>
      </w:pPr>
      <w:r w:rsidRPr="006C2769">
        <w:rPr>
          <w:rFonts w:eastAsia="SimSun"/>
          <w:i/>
          <w:iCs/>
        </w:rPr>
        <w:t>Grid Representation:</w:t>
      </w:r>
    </w:p>
    <w:p w14:paraId="6405C96F" w14:textId="77777777" w:rsidR="006C2769" w:rsidRPr="00A64583" w:rsidRDefault="006C2769" w:rsidP="006C2769">
      <w:pPr>
        <w:pStyle w:val="BodyText"/>
        <w:ind w:leftChars="50" w:left="120" w:right="39"/>
        <w:rPr>
          <w:rFonts w:eastAsia="SimSun"/>
          <w:b/>
          <w:bCs/>
        </w:rPr>
      </w:pPr>
      <w:proofErr w:type="gramStart"/>
      <w:r w:rsidRPr="00A64583">
        <w:rPr>
          <w:rFonts w:eastAsia="SimSun"/>
        </w:rPr>
        <w:t>S</w:t>
      </w:r>
      <w:r w:rsidRPr="00A64583">
        <w:rPr>
          <w:rFonts w:eastAsia="SimSun"/>
          <w:b/>
          <w:bCs/>
        </w:rPr>
        <w:t xml:space="preserve">  .</w:t>
      </w:r>
      <w:proofErr w:type="gramEnd"/>
      <w:r w:rsidRPr="00A64583">
        <w:rPr>
          <w:rFonts w:eastAsia="SimSun"/>
          <w:b/>
          <w:bCs/>
        </w:rPr>
        <w:t xml:space="preserve">  .  .  .  .  .</w:t>
      </w:r>
    </w:p>
    <w:p w14:paraId="4D0D885B" w14:textId="77777777" w:rsidR="006C2769" w:rsidRPr="00A64583" w:rsidRDefault="006C2769" w:rsidP="006C2769">
      <w:pPr>
        <w:pStyle w:val="BodyText"/>
        <w:ind w:leftChars="50" w:left="120" w:right="39"/>
        <w:rPr>
          <w:rFonts w:eastAsia="SimSun"/>
          <w:b/>
          <w:bCs/>
        </w:rPr>
      </w:pPr>
      <w:r w:rsidRPr="00A64583">
        <w:rPr>
          <w:rFonts w:eastAsia="SimSun"/>
          <w:b/>
          <w:bCs/>
        </w:rPr>
        <w:t>.  #  # .  # .  .</w:t>
      </w:r>
    </w:p>
    <w:p w14:paraId="1B34ED84" w14:textId="77777777" w:rsidR="006C2769" w:rsidRPr="00A64583" w:rsidRDefault="006C2769" w:rsidP="006C2769">
      <w:pPr>
        <w:pStyle w:val="BodyText"/>
        <w:ind w:leftChars="50" w:left="120" w:right="39"/>
        <w:rPr>
          <w:rFonts w:eastAsia="SimSun"/>
          <w:b/>
          <w:bCs/>
        </w:rPr>
      </w:pPr>
      <w:r w:rsidRPr="00A64583">
        <w:rPr>
          <w:rFonts w:eastAsia="SimSun"/>
          <w:b/>
          <w:bCs/>
        </w:rPr>
        <w:t xml:space="preserve">.  #  .  .  . # </w:t>
      </w:r>
      <w:r w:rsidRPr="00A64583">
        <w:rPr>
          <w:rFonts w:eastAsia="SimSun"/>
        </w:rPr>
        <w:t>G</w:t>
      </w:r>
    </w:p>
    <w:p w14:paraId="5888AE5A" w14:textId="77777777" w:rsidR="006C2769" w:rsidRPr="00A64583" w:rsidRDefault="006C2769" w:rsidP="006C2769">
      <w:pPr>
        <w:pStyle w:val="BodyText"/>
        <w:ind w:leftChars="50" w:left="120" w:right="39"/>
        <w:rPr>
          <w:rFonts w:eastAsia="SimSun"/>
          <w:b/>
          <w:bCs/>
        </w:rPr>
      </w:pPr>
      <w:r w:rsidRPr="00A64583">
        <w:rPr>
          <w:rFonts w:eastAsia="SimSun"/>
          <w:b/>
          <w:bCs/>
        </w:rPr>
        <w:t>.  .   .  .  .  .  .</w:t>
      </w:r>
    </w:p>
    <w:p w14:paraId="0C2353AF" w14:textId="77777777" w:rsidR="00983411" w:rsidRDefault="00983411" w:rsidP="00983411">
      <w:pPr>
        <w:pStyle w:val="BodyText"/>
        <w:ind w:left="0" w:right="39"/>
      </w:pPr>
      <w:r>
        <w:rPr>
          <w:rStyle w:val="Strong"/>
        </w:rPr>
        <w:t>S</w:t>
      </w:r>
      <w:r>
        <w:t xml:space="preserve">: Start state, </w:t>
      </w:r>
      <w:r>
        <w:rPr>
          <w:rStyle w:val="Strong"/>
        </w:rPr>
        <w:t>G</w:t>
      </w:r>
      <w:r>
        <w:t xml:space="preserve">: Goal state, </w:t>
      </w:r>
      <w:r>
        <w:rPr>
          <w:rStyle w:val="Strong"/>
        </w:rPr>
        <w:t>#</w:t>
      </w:r>
      <w:r>
        <w:t>: Obstacle</w:t>
      </w:r>
      <w:proofErr w:type="gramStart"/>
      <w:r>
        <w:t xml:space="preserve">, </w:t>
      </w:r>
      <w:r>
        <w:rPr>
          <w:rStyle w:val="Strong"/>
        </w:rPr>
        <w:t>.</w:t>
      </w:r>
      <w:proofErr w:type="gramEnd"/>
      <w:r>
        <w:t>: Empty space</w:t>
      </w:r>
    </w:p>
    <w:p w14:paraId="424E0DE8" w14:textId="77777777" w:rsidR="00983411" w:rsidRDefault="00983411" w:rsidP="00983411">
      <w:pPr>
        <w:pStyle w:val="BodyText"/>
        <w:ind w:left="0" w:right="39"/>
        <w:jc w:val="both"/>
        <w:rPr>
          <w:rFonts w:eastAsia="SimSun"/>
        </w:rPr>
      </w:pPr>
      <w:r>
        <w:rPr>
          <w:rFonts w:eastAsia="SimSun"/>
        </w:rPr>
        <w:t>The robot will first find a path with a high weight on the heuristic and improve the path over time.</w:t>
      </w:r>
    </w:p>
    <w:p w14:paraId="47785300" w14:textId="77777777" w:rsidR="00983411" w:rsidRDefault="00983411" w:rsidP="00983411">
      <w:pPr>
        <w:pStyle w:val="BodyText"/>
        <w:ind w:left="0" w:right="39"/>
        <w:jc w:val="both"/>
        <w:rPr>
          <w:rFonts w:eastAsia="SimSun"/>
        </w:rPr>
      </w:pPr>
    </w:p>
    <w:p w14:paraId="6E14F90B" w14:textId="77777777" w:rsidR="00983411" w:rsidRPr="006C2769" w:rsidRDefault="00983411" w:rsidP="00983411">
      <w:pPr>
        <w:pStyle w:val="BodyText"/>
        <w:ind w:left="0" w:right="39"/>
        <w:jc w:val="both"/>
        <w:rPr>
          <w:rStyle w:val="Strong"/>
          <w:b w:val="0"/>
          <w:bCs w:val="0"/>
          <w:i/>
          <w:iCs/>
        </w:rPr>
      </w:pPr>
      <w:r w:rsidRPr="006C2769">
        <w:rPr>
          <w:rStyle w:val="Strong"/>
          <w:b w:val="0"/>
          <w:bCs w:val="0"/>
          <w:i/>
          <w:iCs/>
        </w:rPr>
        <w:t>Step-by-Step Process:</w:t>
      </w:r>
    </w:p>
    <w:p w14:paraId="35A3173A" w14:textId="77777777" w:rsidR="00983411" w:rsidRPr="006C2769" w:rsidRDefault="00983411" w:rsidP="00FC5986">
      <w:pPr>
        <w:numPr>
          <w:ilvl w:val="0"/>
          <w:numId w:val="10"/>
        </w:numPr>
        <w:autoSpaceDE w:val="0"/>
        <w:autoSpaceDN w:val="0"/>
        <w:jc w:val="both"/>
        <w:rPr>
          <w:rFonts w:eastAsia="SimSun"/>
          <w:sz w:val="20"/>
          <w:lang w:eastAsia="zh-CN" w:bidi="ar"/>
        </w:rPr>
      </w:pPr>
      <w:r w:rsidRPr="006C2769">
        <w:rPr>
          <w:rFonts w:eastAsia="SimSun"/>
          <w:sz w:val="20"/>
          <w:lang w:eastAsia="zh-CN" w:bidi="ar"/>
        </w:rPr>
        <w:t xml:space="preserve">First Search (Suboptimal Route): </w:t>
      </w:r>
    </w:p>
    <w:p w14:paraId="625CDF16" w14:textId="77777777" w:rsidR="006C2769" w:rsidRDefault="00983411" w:rsidP="006C2769">
      <w:pPr>
        <w:jc w:val="both"/>
        <w:rPr>
          <w:rFonts w:eastAsia="SimSun"/>
          <w:sz w:val="20"/>
          <w:lang w:eastAsia="zh-CN" w:bidi="ar"/>
        </w:rPr>
      </w:pPr>
      <w:r>
        <w:rPr>
          <w:rFonts w:eastAsia="SimSun"/>
          <w:sz w:val="20"/>
          <w:lang w:eastAsia="zh-CN" w:bidi="ar"/>
        </w:rPr>
        <w:t>ARA* biases the search towards faster computation by starting with a high weight (w=3).</w:t>
      </w:r>
      <w:r w:rsidR="006C2769">
        <w:rPr>
          <w:rFonts w:eastAsia="SimSun"/>
          <w:sz w:val="20"/>
          <w:lang w:eastAsia="zh-CN" w:bidi="ar"/>
        </w:rPr>
        <w:t xml:space="preserve"> </w:t>
      </w:r>
    </w:p>
    <w:p w14:paraId="4CBEEC34" w14:textId="1489C7C0" w:rsidR="00983411" w:rsidRDefault="00983411" w:rsidP="006C2769">
      <w:pPr>
        <w:rPr>
          <w:rFonts w:eastAsia="SimSun"/>
          <w:sz w:val="20"/>
          <w:lang w:eastAsia="zh-CN" w:bidi="ar"/>
        </w:rPr>
      </w:pPr>
      <w:r>
        <w:rPr>
          <w:rFonts w:eastAsia="SimSun"/>
          <w:sz w:val="20"/>
          <w:lang w:eastAsia="zh-CN" w:bidi="ar"/>
        </w:rPr>
        <w:t>After conducting an initial search, the algorithm yields a suboptimal result:</w:t>
      </w:r>
      <w:r>
        <w:rPr>
          <w:rFonts w:eastAsia="SimSun"/>
          <w:sz w:val="20"/>
          <w:lang w:eastAsia="zh-CN" w:bidi="ar"/>
        </w:rPr>
        <w:br/>
        <w:t xml:space="preserve">S </w:t>
      </w:r>
      <w:r w:rsidR="006C2769" w:rsidRPr="00A64583">
        <w:rPr>
          <w:rFonts w:eastAsia="SimSun"/>
        </w:rPr>
        <w:t>→</w:t>
      </w:r>
      <w:r>
        <w:rPr>
          <w:rFonts w:eastAsia="SimSun"/>
          <w:sz w:val="20"/>
          <w:lang w:eastAsia="zh-CN" w:bidi="ar"/>
        </w:rPr>
        <w:t xml:space="preserve"> </w:t>
      </w:r>
      <w:r w:rsidR="006C2769">
        <w:rPr>
          <w:rFonts w:eastAsia="SimSun"/>
          <w:sz w:val="20"/>
          <w:lang w:eastAsia="zh-CN" w:bidi="ar"/>
        </w:rPr>
        <w:t xml:space="preserve">(1, 0) </w:t>
      </w:r>
      <w:r w:rsidR="006C2769" w:rsidRPr="00A64583">
        <w:rPr>
          <w:rFonts w:eastAsia="SimSun"/>
        </w:rPr>
        <w:t>→</w:t>
      </w:r>
      <w:r w:rsidR="006C2769">
        <w:rPr>
          <w:rFonts w:eastAsia="SimSun"/>
          <w:sz w:val="20"/>
          <w:lang w:eastAsia="zh-CN" w:bidi="ar"/>
        </w:rPr>
        <w:t xml:space="preserve"> (2, 0) </w:t>
      </w:r>
      <w:r w:rsidR="006C2769" w:rsidRPr="00A64583">
        <w:rPr>
          <w:rFonts w:eastAsia="SimSun"/>
        </w:rPr>
        <w:t>→</w:t>
      </w:r>
      <w:r w:rsidR="006C2769">
        <w:rPr>
          <w:rFonts w:eastAsia="SimSun"/>
          <w:sz w:val="20"/>
          <w:lang w:eastAsia="zh-CN" w:bidi="ar"/>
        </w:rPr>
        <w:t xml:space="preserve"> (3, 0) </w:t>
      </w:r>
      <w:r w:rsidR="006C2769" w:rsidRPr="00A64583">
        <w:rPr>
          <w:rFonts w:eastAsia="SimSun"/>
        </w:rPr>
        <w:t>→</w:t>
      </w:r>
      <w:r w:rsidR="006C2769">
        <w:rPr>
          <w:rFonts w:eastAsia="SimSun"/>
          <w:sz w:val="20"/>
          <w:lang w:eastAsia="zh-CN" w:bidi="ar"/>
        </w:rPr>
        <w:t xml:space="preserve"> (3, 1) </w:t>
      </w:r>
      <w:r w:rsidR="006C2769" w:rsidRPr="00A64583">
        <w:rPr>
          <w:rFonts w:eastAsia="SimSun"/>
        </w:rPr>
        <w:t>→</w:t>
      </w:r>
      <w:r w:rsidR="006C2769">
        <w:rPr>
          <w:rFonts w:eastAsia="SimSun"/>
          <w:sz w:val="20"/>
          <w:lang w:eastAsia="zh-CN" w:bidi="ar"/>
        </w:rPr>
        <w:t xml:space="preserve"> (3, 2) </w:t>
      </w:r>
      <w:r w:rsidR="006C2769" w:rsidRPr="00A64583">
        <w:rPr>
          <w:rFonts w:eastAsia="SimSun"/>
        </w:rPr>
        <w:t>→</w:t>
      </w:r>
      <w:r w:rsidR="006B6D41">
        <w:rPr>
          <w:rFonts w:eastAsia="SimSun"/>
        </w:rPr>
        <w:t xml:space="preserve"> </w:t>
      </w:r>
      <w:r w:rsidR="006C2769">
        <w:rPr>
          <w:rFonts w:eastAsia="SimSun"/>
          <w:sz w:val="20"/>
          <w:lang w:eastAsia="zh-CN" w:bidi="ar"/>
        </w:rPr>
        <w:t xml:space="preserve">(3, </w:t>
      </w:r>
      <w:r w:rsidR="006B6D41">
        <w:rPr>
          <w:rFonts w:eastAsia="SimSun"/>
          <w:sz w:val="20"/>
          <w:lang w:eastAsia="zh-CN" w:bidi="ar"/>
        </w:rPr>
        <w:t>3</w:t>
      </w:r>
      <w:r w:rsidR="006C2769">
        <w:rPr>
          <w:rFonts w:eastAsia="SimSun"/>
          <w:sz w:val="20"/>
          <w:lang w:eastAsia="zh-CN" w:bidi="ar"/>
        </w:rPr>
        <w:t xml:space="preserve">) </w:t>
      </w:r>
      <w:r w:rsidR="006C2769" w:rsidRPr="00A64583">
        <w:rPr>
          <w:rFonts w:eastAsia="SimSun"/>
        </w:rPr>
        <w:t>→</w:t>
      </w:r>
      <w:r w:rsidR="006C2769">
        <w:rPr>
          <w:rFonts w:eastAsia="SimSun"/>
          <w:sz w:val="20"/>
          <w:lang w:eastAsia="zh-CN" w:bidi="ar"/>
        </w:rPr>
        <w:t xml:space="preserve"> (3, </w:t>
      </w:r>
      <w:r w:rsidR="006B6D41">
        <w:rPr>
          <w:rFonts w:eastAsia="SimSun"/>
          <w:sz w:val="20"/>
          <w:lang w:eastAsia="zh-CN" w:bidi="ar"/>
        </w:rPr>
        <w:t>4</w:t>
      </w:r>
      <w:r w:rsidR="006C2769">
        <w:rPr>
          <w:rFonts w:eastAsia="SimSun"/>
          <w:sz w:val="20"/>
          <w:lang w:eastAsia="zh-CN" w:bidi="ar"/>
        </w:rPr>
        <w:t xml:space="preserve">) </w:t>
      </w:r>
      <w:r w:rsidR="006C2769" w:rsidRPr="00A64583">
        <w:rPr>
          <w:rFonts w:eastAsia="SimSun"/>
        </w:rPr>
        <w:t>→</w:t>
      </w:r>
      <w:r w:rsidR="006B6D41">
        <w:rPr>
          <w:rFonts w:eastAsia="SimSun"/>
        </w:rPr>
        <w:t xml:space="preserve"> </w:t>
      </w:r>
      <w:r w:rsidR="006B6D41">
        <w:rPr>
          <w:rFonts w:eastAsia="SimSun"/>
          <w:sz w:val="20"/>
          <w:lang w:eastAsia="zh-CN" w:bidi="ar"/>
        </w:rPr>
        <w:t xml:space="preserve">(3, 5) </w:t>
      </w:r>
      <w:r w:rsidR="006B6D41" w:rsidRPr="00A64583">
        <w:rPr>
          <w:rFonts w:eastAsia="SimSun"/>
        </w:rPr>
        <w:t>→</w:t>
      </w:r>
      <w:r w:rsidR="006B6D41">
        <w:rPr>
          <w:rFonts w:eastAsia="SimSun"/>
          <w:sz w:val="20"/>
          <w:lang w:eastAsia="zh-CN" w:bidi="ar"/>
        </w:rPr>
        <w:t xml:space="preserve"> (3, 6) </w:t>
      </w:r>
      <w:r w:rsidR="006B6D41" w:rsidRPr="00A64583">
        <w:rPr>
          <w:rFonts w:eastAsia="SimSun"/>
        </w:rPr>
        <w:t>→</w:t>
      </w:r>
      <w:r w:rsidR="006C2769">
        <w:rPr>
          <w:rFonts w:eastAsia="SimSun"/>
          <w:sz w:val="20"/>
          <w:lang w:eastAsia="zh-CN" w:bidi="ar"/>
        </w:rPr>
        <w:t xml:space="preserve"> G</w:t>
      </w:r>
      <w:r>
        <w:rPr>
          <w:rFonts w:eastAsia="SimSun"/>
          <w:sz w:val="20"/>
          <w:lang w:eastAsia="zh-CN" w:bidi="ar"/>
        </w:rPr>
        <w:br/>
      </w:r>
      <w:r>
        <w:rPr>
          <w:rFonts w:eastAsia="SimSun"/>
          <w:sz w:val="20"/>
          <w:lang w:eastAsia="zh-CN" w:bidi="ar"/>
        </w:rPr>
        <w:br/>
      </w:r>
      <w:r w:rsidRPr="006C2769">
        <w:rPr>
          <w:rFonts w:eastAsia="SimSun"/>
          <w:sz w:val="20"/>
          <w:lang w:eastAsia="zh-CN" w:bidi="ar"/>
        </w:rPr>
        <w:t>2. Refinement (Iterative Improvement):</w:t>
      </w:r>
    </w:p>
    <w:p w14:paraId="53786274" w14:textId="77777777" w:rsidR="00983411" w:rsidRDefault="00983411" w:rsidP="00CE1360">
      <w:pPr>
        <w:ind w:firstLine="113"/>
        <w:jc w:val="both"/>
        <w:rPr>
          <w:rFonts w:eastAsia="SimSun"/>
          <w:b/>
          <w:bCs/>
          <w:sz w:val="20"/>
          <w:lang w:eastAsia="zh-CN" w:bidi="ar"/>
        </w:rPr>
      </w:pPr>
      <w:r>
        <w:rPr>
          <w:rFonts w:eastAsia="SimSun"/>
          <w:sz w:val="20"/>
          <w:lang w:eastAsia="zh-CN" w:bidi="ar"/>
        </w:rPr>
        <w:t xml:space="preserve">Following the discovery of the first poor solution, ARA* starts progressively lowering the weight w from 3 to 1, enhancing the path's quality over a number of rounds. </w:t>
      </w:r>
      <w:r>
        <w:rPr>
          <w:rFonts w:eastAsia="SimSun"/>
          <w:sz w:val="20"/>
          <w:lang w:eastAsia="zh-CN" w:bidi="ar"/>
        </w:rPr>
        <w:br/>
        <w:t xml:space="preserve">The algorithm improves the result in later iterations by taking into account more precise routes. </w:t>
      </w:r>
      <w:r>
        <w:rPr>
          <w:rFonts w:eastAsia="SimSun"/>
          <w:sz w:val="20"/>
          <w:lang w:eastAsia="zh-CN" w:bidi="ar"/>
        </w:rPr>
        <w:br/>
      </w:r>
      <w:r>
        <w:rPr>
          <w:rFonts w:eastAsia="SimSun"/>
          <w:sz w:val="20"/>
          <w:lang w:eastAsia="zh-CN" w:bidi="ar"/>
        </w:rPr>
        <w:br/>
      </w:r>
      <w:r w:rsidRPr="006C2769">
        <w:rPr>
          <w:rFonts w:eastAsia="SimSun"/>
          <w:sz w:val="20"/>
          <w:lang w:eastAsia="zh-CN" w:bidi="ar"/>
        </w:rPr>
        <w:t>Following weight refinement, the improved path is as follows:</w:t>
      </w:r>
    </w:p>
    <w:p w14:paraId="1722F220" w14:textId="77777777" w:rsidR="00CF6A24" w:rsidRDefault="00CF6A24" w:rsidP="00CF6A24">
      <w:pPr>
        <w:pStyle w:val="BodyText"/>
        <w:ind w:left="0" w:right="39"/>
        <w:jc w:val="both"/>
        <w:rPr>
          <w:rFonts w:eastAsia="SimSun"/>
        </w:rPr>
      </w:pPr>
      <w:r w:rsidRPr="00A64583">
        <w:rPr>
          <w:rFonts w:eastAsia="SimSun"/>
        </w:rPr>
        <w:t>S →</w:t>
      </w:r>
      <w:r w:rsidRPr="00B30195">
        <w:rPr>
          <w:rFonts w:eastAsia="SimSun"/>
        </w:rPr>
        <w:t xml:space="preserve"> (0, 1)</w:t>
      </w:r>
      <w:r>
        <w:rPr>
          <w:rFonts w:eastAsia="SimSun"/>
        </w:rPr>
        <w:t xml:space="preserve"> </w:t>
      </w:r>
      <w:r w:rsidRPr="00A64583">
        <w:rPr>
          <w:rFonts w:eastAsia="SimSun"/>
        </w:rPr>
        <w:t>→</w:t>
      </w:r>
      <w:r w:rsidRPr="00B30195">
        <w:rPr>
          <w:rFonts w:eastAsia="SimSun"/>
        </w:rPr>
        <w:t xml:space="preserve"> (0, 2)</w:t>
      </w:r>
      <w:r>
        <w:rPr>
          <w:rFonts w:eastAsia="SimSun"/>
        </w:rPr>
        <w:t xml:space="preserve"> </w:t>
      </w:r>
      <w:r w:rsidRPr="00A64583">
        <w:rPr>
          <w:rFonts w:eastAsia="SimSun"/>
        </w:rPr>
        <w:t>→</w:t>
      </w:r>
      <w:r w:rsidRPr="00B30195">
        <w:rPr>
          <w:rFonts w:eastAsia="SimSun"/>
        </w:rPr>
        <w:t xml:space="preserve"> (0, 3)</w:t>
      </w:r>
      <w:r>
        <w:rPr>
          <w:rFonts w:eastAsia="SimSun"/>
        </w:rPr>
        <w:t xml:space="preserve"> </w:t>
      </w:r>
      <w:r w:rsidRPr="00A64583">
        <w:rPr>
          <w:rFonts w:eastAsia="SimSun"/>
        </w:rPr>
        <w:t>→</w:t>
      </w:r>
      <w:r w:rsidRPr="00B30195">
        <w:rPr>
          <w:rFonts w:eastAsia="SimSun"/>
        </w:rPr>
        <w:t xml:space="preserve"> (0, 4)</w:t>
      </w:r>
      <w:r>
        <w:rPr>
          <w:rFonts w:eastAsia="SimSun"/>
        </w:rPr>
        <w:t xml:space="preserve"> </w:t>
      </w:r>
      <w:r w:rsidRPr="00A64583">
        <w:rPr>
          <w:rFonts w:eastAsia="SimSun"/>
        </w:rPr>
        <w:t>→</w:t>
      </w:r>
      <w:r w:rsidRPr="00B30195">
        <w:rPr>
          <w:rFonts w:eastAsia="SimSun"/>
        </w:rPr>
        <w:t xml:space="preserve"> (0, 5)</w:t>
      </w:r>
      <w:r>
        <w:rPr>
          <w:rFonts w:eastAsia="SimSun"/>
        </w:rPr>
        <w:t xml:space="preserve"> </w:t>
      </w:r>
      <w:r w:rsidRPr="00A64583">
        <w:rPr>
          <w:rFonts w:eastAsia="SimSun"/>
        </w:rPr>
        <w:t>→</w:t>
      </w:r>
      <w:r w:rsidRPr="00B30195">
        <w:rPr>
          <w:rFonts w:eastAsia="SimSun"/>
        </w:rPr>
        <w:t xml:space="preserve"> (0, 6)</w:t>
      </w:r>
      <w:r>
        <w:rPr>
          <w:rFonts w:eastAsia="SimSun"/>
        </w:rPr>
        <w:t xml:space="preserve"> </w:t>
      </w:r>
      <w:r w:rsidRPr="00A64583">
        <w:rPr>
          <w:rFonts w:eastAsia="SimSun"/>
        </w:rPr>
        <w:t>→</w:t>
      </w:r>
      <w:r w:rsidRPr="00B30195">
        <w:rPr>
          <w:rFonts w:eastAsia="SimSun"/>
        </w:rPr>
        <w:t xml:space="preserve"> (1, 6)</w:t>
      </w:r>
      <w:r>
        <w:rPr>
          <w:rFonts w:eastAsia="SimSun"/>
        </w:rPr>
        <w:t xml:space="preserve"> </w:t>
      </w:r>
      <w:r w:rsidRPr="00A64583">
        <w:rPr>
          <w:rFonts w:eastAsia="SimSun"/>
        </w:rPr>
        <w:t>→</w:t>
      </w:r>
      <w:r w:rsidRPr="00B30195">
        <w:rPr>
          <w:rFonts w:eastAsia="SimSun"/>
        </w:rPr>
        <w:t xml:space="preserve"> </w:t>
      </w:r>
      <w:r>
        <w:rPr>
          <w:rFonts w:eastAsia="SimSun"/>
        </w:rPr>
        <w:t>G</w:t>
      </w:r>
    </w:p>
    <w:p w14:paraId="799B122E" w14:textId="77777777" w:rsidR="00983411" w:rsidRDefault="00983411" w:rsidP="00983411">
      <w:pPr>
        <w:pStyle w:val="BodyText"/>
        <w:ind w:right="39"/>
        <w:jc w:val="both"/>
        <w:rPr>
          <w:rStyle w:val="Strong"/>
          <w:b w:val="0"/>
          <w:bCs w:val="0"/>
        </w:rPr>
      </w:pPr>
    </w:p>
    <w:p w14:paraId="4D156BEA" w14:textId="77777777" w:rsidR="00983411" w:rsidRDefault="00983411" w:rsidP="001743B8">
      <w:pPr>
        <w:pStyle w:val="BodyText"/>
        <w:ind w:left="0" w:firstLine="113"/>
        <w:jc w:val="both"/>
        <w:rPr>
          <w:rFonts w:eastAsia="SimSun"/>
        </w:rPr>
      </w:pPr>
      <w:r>
        <w:rPr>
          <w:rFonts w:eastAsia="SimSun"/>
        </w:rPr>
        <w:t>ARA* provides a fast initial path, and over time, it improves the path to optimality. This is particularly useful in real-time systems where an immediate solution is necessary, but further refinement is desired once computational resources are available.</w:t>
      </w:r>
    </w:p>
    <w:p w14:paraId="36FFF61E" w14:textId="49D9DDED" w:rsidR="00D50109" w:rsidRDefault="00983411" w:rsidP="001743B8">
      <w:pPr>
        <w:pStyle w:val="Paragraph"/>
        <w:ind w:firstLine="113"/>
        <w:rPr>
          <w:rFonts w:eastAsia="SimSun"/>
        </w:rPr>
      </w:pPr>
      <w:r>
        <w:rPr>
          <w:rFonts w:eastAsia="SimSun"/>
        </w:rPr>
        <w:t xml:space="preserve">ARA* is particularly useful in </w:t>
      </w:r>
      <w:r w:rsidRPr="001743B8">
        <w:rPr>
          <w:rStyle w:val="Strong"/>
          <w:rFonts w:eastAsia="SimSun"/>
          <w:b w:val="0"/>
          <w:bCs w:val="0"/>
        </w:rPr>
        <w:t>traffic management systems</w:t>
      </w:r>
      <w:r>
        <w:rPr>
          <w:rFonts w:eastAsia="SimSun"/>
        </w:rPr>
        <w:t>. In these systems, roads and traffic conditions change dynamically (e.g., accidents or construction), and ARA* quickly provides a route, refining it as more information about the road network becomes available.</w:t>
      </w:r>
    </w:p>
    <w:p w14:paraId="14264F60" w14:textId="77777777" w:rsidR="00983411" w:rsidRDefault="00983411" w:rsidP="00983411">
      <w:pPr>
        <w:pStyle w:val="Paragraph"/>
        <w:ind w:firstLine="0"/>
      </w:pPr>
    </w:p>
    <w:p w14:paraId="7E98B362" w14:textId="4D8DA616" w:rsidR="008B68AE" w:rsidRPr="008B68AE" w:rsidRDefault="008B68AE" w:rsidP="008B68AE">
      <w:pPr>
        <w:pStyle w:val="Paragraph"/>
        <w:ind w:firstLine="0"/>
        <w:jc w:val="center"/>
        <w:rPr>
          <w:b/>
          <w:bCs/>
          <w:sz w:val="24"/>
          <w:szCs w:val="24"/>
        </w:rPr>
      </w:pPr>
      <w:r w:rsidRPr="008B68AE">
        <w:rPr>
          <w:b/>
          <w:bCs/>
          <w:sz w:val="24"/>
          <w:szCs w:val="24"/>
        </w:rPr>
        <w:t>Algorithmic Steps for Pathfinding Approaches</w:t>
      </w:r>
    </w:p>
    <w:p w14:paraId="0D79C83D" w14:textId="4343F7F1" w:rsidR="008B68AE" w:rsidRPr="006418FA" w:rsidRDefault="008B68AE" w:rsidP="004821F6">
      <w:pPr>
        <w:pStyle w:val="Paragraph"/>
        <w:ind w:firstLine="113"/>
        <w:rPr>
          <w:lang w:val="en-IN"/>
        </w:rPr>
      </w:pPr>
      <w:r w:rsidRPr="006418FA">
        <w:t>Adaptive A* modifies the heuristic dynamically based on the initial path found. It refines the heuristic values to improve efficiency for repeated searches.</w:t>
      </w:r>
    </w:p>
    <w:p w14:paraId="35483ACA" w14:textId="7AAE582E" w:rsidR="008B68AE" w:rsidRPr="008B68AE" w:rsidRDefault="008B68AE" w:rsidP="008B68AE">
      <w:pPr>
        <w:pStyle w:val="Paragraph"/>
        <w:ind w:firstLine="0"/>
        <w:rPr>
          <w:i/>
          <w:iCs/>
          <w:lang w:val="en-IN"/>
        </w:rPr>
      </w:pPr>
      <w:r w:rsidRPr="008B68AE">
        <w:rPr>
          <w:i/>
          <w:iCs/>
          <w:lang w:val="en-IN"/>
        </w:rPr>
        <w:t>Steps:</w:t>
      </w:r>
    </w:p>
    <w:p w14:paraId="2F042E9A" w14:textId="77777777" w:rsidR="008B68AE" w:rsidRPr="008B68AE" w:rsidRDefault="008B68AE" w:rsidP="00FC5986">
      <w:pPr>
        <w:pStyle w:val="Paragraph"/>
        <w:numPr>
          <w:ilvl w:val="0"/>
          <w:numId w:val="11"/>
        </w:numPr>
        <w:rPr>
          <w:lang w:val="en-IN"/>
        </w:rPr>
      </w:pPr>
      <w:r w:rsidRPr="008B68AE">
        <w:rPr>
          <w:lang w:val="en-IN"/>
        </w:rPr>
        <w:t>Compute the initial path using the A* algorithm.</w:t>
      </w:r>
    </w:p>
    <w:p w14:paraId="4E7C8DE8" w14:textId="77777777" w:rsidR="008B68AE" w:rsidRPr="008B68AE" w:rsidRDefault="008B68AE" w:rsidP="00FC5986">
      <w:pPr>
        <w:pStyle w:val="Paragraph"/>
        <w:numPr>
          <w:ilvl w:val="0"/>
          <w:numId w:val="11"/>
        </w:numPr>
        <w:rPr>
          <w:lang w:val="en-IN"/>
        </w:rPr>
      </w:pPr>
      <w:r w:rsidRPr="008B68AE">
        <w:rPr>
          <w:lang w:val="en-IN"/>
        </w:rPr>
        <w:t>Store the path cost from the start to the goal.</w:t>
      </w:r>
    </w:p>
    <w:p w14:paraId="1B5CCD75" w14:textId="77777777" w:rsidR="008B68AE" w:rsidRPr="008B68AE" w:rsidRDefault="008B68AE" w:rsidP="00FC5986">
      <w:pPr>
        <w:pStyle w:val="Paragraph"/>
        <w:numPr>
          <w:ilvl w:val="0"/>
          <w:numId w:val="11"/>
        </w:numPr>
        <w:rPr>
          <w:lang w:val="en-IN"/>
        </w:rPr>
      </w:pPr>
      <w:r w:rsidRPr="008B68AE">
        <w:rPr>
          <w:lang w:val="en-IN"/>
        </w:rPr>
        <w:lastRenderedPageBreak/>
        <w:t>Update heuristic values for each visited node as:</w:t>
      </w:r>
    </w:p>
    <w:p w14:paraId="5242C29E" w14:textId="741F779E" w:rsidR="008B68AE" w:rsidRPr="008B68AE" w:rsidRDefault="008B68AE" w:rsidP="006418FA">
      <w:pPr>
        <w:pStyle w:val="Paragraph"/>
        <w:ind w:firstLine="720"/>
        <w:rPr>
          <w:lang w:val="en-IN"/>
        </w:rPr>
      </w:pPr>
      <w:r w:rsidRPr="008B68AE">
        <w:rPr>
          <w:lang w:val="en-IN"/>
        </w:rPr>
        <w:t xml:space="preserve">h′(n)=path cost−h(n) </w:t>
      </w:r>
    </w:p>
    <w:p w14:paraId="6630FB51" w14:textId="77777777" w:rsidR="008B68AE" w:rsidRPr="008B68AE" w:rsidRDefault="008B68AE" w:rsidP="00FC5986">
      <w:pPr>
        <w:pStyle w:val="Paragraph"/>
        <w:numPr>
          <w:ilvl w:val="0"/>
          <w:numId w:val="11"/>
        </w:numPr>
        <w:rPr>
          <w:lang w:val="en-IN"/>
        </w:rPr>
      </w:pPr>
      <w:r w:rsidRPr="008B68AE">
        <w:rPr>
          <w:lang w:val="en-IN"/>
        </w:rPr>
        <w:t>Run A* again using the updated heuristics.</w:t>
      </w:r>
    </w:p>
    <w:p w14:paraId="00263D0E" w14:textId="77777777" w:rsidR="008B68AE" w:rsidRPr="008B68AE" w:rsidRDefault="008B68AE" w:rsidP="00FC5986">
      <w:pPr>
        <w:pStyle w:val="Paragraph"/>
        <w:numPr>
          <w:ilvl w:val="0"/>
          <w:numId w:val="11"/>
        </w:numPr>
        <w:rPr>
          <w:lang w:val="en-IN"/>
        </w:rPr>
      </w:pPr>
      <w:r w:rsidRPr="008B68AE">
        <w:rPr>
          <w:lang w:val="en-IN"/>
        </w:rPr>
        <w:t>Return the new optimized path.</w:t>
      </w:r>
    </w:p>
    <w:p w14:paraId="4359B130" w14:textId="77777777" w:rsidR="008B68AE" w:rsidRDefault="008B68AE" w:rsidP="008B68AE">
      <w:pPr>
        <w:pStyle w:val="Paragraph"/>
        <w:ind w:firstLine="0"/>
        <w:rPr>
          <w:b/>
          <w:bCs/>
          <w:lang w:val="en-IN"/>
        </w:rPr>
      </w:pPr>
    </w:p>
    <w:p w14:paraId="1205455B" w14:textId="77777777" w:rsidR="008B68AE" w:rsidRPr="008B68AE" w:rsidRDefault="008B68AE" w:rsidP="004821F6">
      <w:pPr>
        <w:pStyle w:val="Paragraph"/>
        <w:ind w:firstLine="113"/>
        <w:rPr>
          <w:lang w:val="en-IN"/>
        </w:rPr>
      </w:pPr>
      <w:r w:rsidRPr="008B68AE">
        <w:rPr>
          <w:lang w:val="en-IN"/>
        </w:rPr>
        <w:t>Weighted A* introduces a heuristic weight factor www to prioritize goal-oriented searches. It modifies the cost function as:</w:t>
      </w:r>
    </w:p>
    <w:p w14:paraId="6F42710C" w14:textId="05F07EB6" w:rsidR="008B68AE" w:rsidRPr="008B68AE" w:rsidRDefault="008B68AE" w:rsidP="008B68AE">
      <w:pPr>
        <w:pStyle w:val="Paragraph"/>
        <w:rPr>
          <w:lang w:val="en-IN"/>
        </w:rPr>
      </w:pPr>
      <w:r w:rsidRPr="008B68AE">
        <w:rPr>
          <w:lang w:val="en-IN"/>
        </w:rPr>
        <w:t>f(n)=g(n)+</w:t>
      </w:r>
      <w:proofErr w:type="spellStart"/>
      <w:r w:rsidRPr="008B68AE">
        <w:rPr>
          <w:lang w:val="en-IN"/>
        </w:rPr>
        <w:t>w</w:t>
      </w:r>
      <w:r w:rsidRPr="008B68AE">
        <w:rPr>
          <w:rFonts w:ascii="Cambria Math" w:hAnsi="Cambria Math" w:cs="Cambria Math"/>
          <w:lang w:val="en-IN"/>
        </w:rPr>
        <w:t>⋅</w:t>
      </w:r>
      <w:r w:rsidRPr="008B68AE">
        <w:rPr>
          <w:lang w:val="en-IN"/>
        </w:rPr>
        <w:t>h</w:t>
      </w:r>
      <w:proofErr w:type="spellEnd"/>
      <w:r w:rsidRPr="008B68AE">
        <w:rPr>
          <w:lang w:val="en-IN"/>
        </w:rPr>
        <w:t xml:space="preserve">(n) </w:t>
      </w:r>
    </w:p>
    <w:p w14:paraId="62F7D404" w14:textId="6DE35FDC" w:rsidR="008B68AE" w:rsidRPr="008B68AE" w:rsidRDefault="008B68AE" w:rsidP="008B68AE">
      <w:pPr>
        <w:pStyle w:val="Paragraph"/>
        <w:rPr>
          <w:lang w:val="en-IN"/>
        </w:rPr>
      </w:pPr>
      <w:r w:rsidRPr="008B68AE">
        <w:rPr>
          <w:lang w:val="en-IN"/>
        </w:rPr>
        <w:t>where w&gt; biases the search to be more heuristic-driven.</w:t>
      </w:r>
    </w:p>
    <w:p w14:paraId="12D43A97" w14:textId="62EF66BD" w:rsidR="008B68AE" w:rsidRPr="008B68AE" w:rsidRDefault="008B68AE" w:rsidP="008B68AE">
      <w:pPr>
        <w:pStyle w:val="Paragraph"/>
        <w:ind w:firstLine="0"/>
        <w:rPr>
          <w:i/>
          <w:iCs/>
          <w:lang w:val="en-IN"/>
        </w:rPr>
      </w:pPr>
      <w:r w:rsidRPr="008B68AE">
        <w:rPr>
          <w:i/>
          <w:iCs/>
          <w:lang w:val="en-IN"/>
        </w:rPr>
        <w:t>Steps:</w:t>
      </w:r>
    </w:p>
    <w:p w14:paraId="72D87A1C" w14:textId="04564506" w:rsidR="008B68AE" w:rsidRPr="008B68AE" w:rsidRDefault="008B68AE" w:rsidP="00FC5986">
      <w:pPr>
        <w:pStyle w:val="Paragraph"/>
        <w:numPr>
          <w:ilvl w:val="0"/>
          <w:numId w:val="12"/>
        </w:numPr>
        <w:rPr>
          <w:lang w:val="en-IN"/>
        </w:rPr>
      </w:pPr>
      <w:r w:rsidRPr="008B68AE">
        <w:rPr>
          <w:lang w:val="en-IN"/>
        </w:rPr>
        <w:t>Initialize the A* algorithm with a weight w (e.g., w=2.0).</w:t>
      </w:r>
    </w:p>
    <w:p w14:paraId="75D17A68" w14:textId="77777777" w:rsidR="008B68AE" w:rsidRPr="008B68AE" w:rsidRDefault="008B68AE" w:rsidP="00FC5986">
      <w:pPr>
        <w:pStyle w:val="Paragraph"/>
        <w:numPr>
          <w:ilvl w:val="0"/>
          <w:numId w:val="12"/>
        </w:numPr>
        <w:rPr>
          <w:lang w:val="en-IN"/>
        </w:rPr>
      </w:pPr>
      <w:r w:rsidRPr="008B68AE">
        <w:rPr>
          <w:lang w:val="en-IN"/>
        </w:rPr>
        <w:t>Compute the path using the modified heuristic function.</w:t>
      </w:r>
    </w:p>
    <w:p w14:paraId="0051D9E7" w14:textId="4D377946" w:rsidR="008B68AE" w:rsidRPr="008B68AE" w:rsidRDefault="008B68AE" w:rsidP="00FC5986">
      <w:pPr>
        <w:pStyle w:val="Paragraph"/>
        <w:numPr>
          <w:ilvl w:val="0"/>
          <w:numId w:val="12"/>
        </w:numPr>
        <w:rPr>
          <w:lang w:val="en-IN"/>
        </w:rPr>
      </w:pPr>
      <w:r w:rsidRPr="008B68AE">
        <w:rPr>
          <w:lang w:val="en-IN"/>
        </w:rPr>
        <w:t xml:space="preserve">Expand nodes </w:t>
      </w:r>
      <w:r w:rsidR="004821F6" w:rsidRPr="008B68AE">
        <w:rPr>
          <w:lang w:val="en-IN"/>
        </w:rPr>
        <w:t>favouring</w:t>
      </w:r>
      <w:r w:rsidRPr="008B68AE">
        <w:rPr>
          <w:lang w:val="en-IN"/>
        </w:rPr>
        <w:t xml:space="preserve"> heuristic cost, reducing exploration of unnecessary nodes.</w:t>
      </w:r>
    </w:p>
    <w:p w14:paraId="5F21189B" w14:textId="77777777" w:rsidR="008B68AE" w:rsidRPr="008B68AE" w:rsidRDefault="008B68AE" w:rsidP="00FC5986">
      <w:pPr>
        <w:pStyle w:val="Paragraph"/>
        <w:numPr>
          <w:ilvl w:val="0"/>
          <w:numId w:val="12"/>
        </w:numPr>
        <w:rPr>
          <w:lang w:val="en-IN"/>
        </w:rPr>
      </w:pPr>
      <w:r w:rsidRPr="008B68AE">
        <w:rPr>
          <w:lang w:val="en-IN"/>
        </w:rPr>
        <w:t>Return the computed path (which may be suboptimal).</w:t>
      </w:r>
    </w:p>
    <w:p w14:paraId="46415270" w14:textId="77777777" w:rsidR="008B68AE" w:rsidRDefault="008B68AE" w:rsidP="00983411">
      <w:pPr>
        <w:pStyle w:val="Paragraph"/>
        <w:ind w:firstLine="0"/>
      </w:pPr>
    </w:p>
    <w:p w14:paraId="7C5D3FA2" w14:textId="77777777" w:rsidR="0011719E" w:rsidRPr="0011719E" w:rsidRDefault="0011719E" w:rsidP="001504E7">
      <w:pPr>
        <w:pStyle w:val="Paragraph"/>
        <w:ind w:firstLine="113"/>
        <w:rPr>
          <w:lang w:val="en-IN"/>
        </w:rPr>
      </w:pPr>
      <w:r w:rsidRPr="0011719E">
        <w:rPr>
          <w:lang w:val="en-IN"/>
        </w:rPr>
        <w:t>ARA* is an iterative improvement approach. It starts with a high-weight heuristic and gradually refines the path by reducing the weight.</w:t>
      </w:r>
    </w:p>
    <w:p w14:paraId="205F34B2" w14:textId="77777777" w:rsidR="0011719E" w:rsidRPr="0011719E" w:rsidRDefault="0011719E" w:rsidP="00131AA6">
      <w:pPr>
        <w:pStyle w:val="Paragraph"/>
        <w:ind w:firstLine="0"/>
        <w:rPr>
          <w:i/>
          <w:iCs/>
          <w:lang w:val="en-IN"/>
        </w:rPr>
      </w:pPr>
      <w:r w:rsidRPr="0011719E">
        <w:rPr>
          <w:i/>
          <w:iCs/>
          <w:lang w:val="en-IN"/>
        </w:rPr>
        <w:t>Steps:</w:t>
      </w:r>
    </w:p>
    <w:p w14:paraId="7F755A77" w14:textId="355936D2" w:rsidR="0011719E" w:rsidRPr="0011719E" w:rsidRDefault="0011719E" w:rsidP="00FC5986">
      <w:pPr>
        <w:pStyle w:val="Paragraph"/>
        <w:numPr>
          <w:ilvl w:val="0"/>
          <w:numId w:val="13"/>
        </w:numPr>
        <w:rPr>
          <w:lang w:val="en-IN"/>
        </w:rPr>
      </w:pPr>
      <w:r w:rsidRPr="0011719E">
        <w:rPr>
          <w:lang w:val="en-IN"/>
        </w:rPr>
        <w:t>Set an initial heuristic weight www (e.g., w=2.</w:t>
      </w:r>
      <w:r w:rsidR="00131AA6">
        <w:rPr>
          <w:lang w:val="en-IN"/>
        </w:rPr>
        <w:t>5</w:t>
      </w:r>
      <w:r w:rsidRPr="0011719E">
        <w:rPr>
          <w:lang w:val="en-IN"/>
        </w:rPr>
        <w:t>).</w:t>
      </w:r>
    </w:p>
    <w:p w14:paraId="541C8436" w14:textId="77777777" w:rsidR="0011719E" w:rsidRPr="0011719E" w:rsidRDefault="0011719E" w:rsidP="00FC5986">
      <w:pPr>
        <w:pStyle w:val="Paragraph"/>
        <w:numPr>
          <w:ilvl w:val="0"/>
          <w:numId w:val="13"/>
        </w:numPr>
        <w:rPr>
          <w:lang w:val="en-IN"/>
        </w:rPr>
      </w:pPr>
      <w:r w:rsidRPr="0011719E">
        <w:rPr>
          <w:lang w:val="en-IN"/>
        </w:rPr>
        <w:t>Compute the first path using Weighted A*.</w:t>
      </w:r>
    </w:p>
    <w:p w14:paraId="6508E48E" w14:textId="6E4DBFC5" w:rsidR="0011719E" w:rsidRPr="0011719E" w:rsidRDefault="0011719E" w:rsidP="00FC5986">
      <w:pPr>
        <w:pStyle w:val="Paragraph"/>
        <w:numPr>
          <w:ilvl w:val="0"/>
          <w:numId w:val="13"/>
        </w:numPr>
        <w:rPr>
          <w:lang w:val="en-IN"/>
        </w:rPr>
      </w:pPr>
      <w:r w:rsidRPr="0011719E">
        <w:rPr>
          <w:lang w:val="en-IN"/>
        </w:rPr>
        <w:t>Reduce w incrementally (e.g., w=w−0.5).</w:t>
      </w:r>
    </w:p>
    <w:p w14:paraId="21350CBB" w14:textId="77777777" w:rsidR="0011719E" w:rsidRPr="0011719E" w:rsidRDefault="0011719E" w:rsidP="00FC5986">
      <w:pPr>
        <w:pStyle w:val="Paragraph"/>
        <w:numPr>
          <w:ilvl w:val="0"/>
          <w:numId w:val="13"/>
        </w:numPr>
        <w:rPr>
          <w:lang w:val="en-IN"/>
        </w:rPr>
      </w:pPr>
      <w:r w:rsidRPr="0011719E">
        <w:rPr>
          <w:lang w:val="en-IN"/>
        </w:rPr>
        <w:t>Re-run the A* search with the updated weight.</w:t>
      </w:r>
    </w:p>
    <w:p w14:paraId="0B36200D" w14:textId="7B53774E" w:rsidR="0011719E" w:rsidRPr="0011719E" w:rsidRDefault="0011719E" w:rsidP="00FC5986">
      <w:pPr>
        <w:pStyle w:val="Paragraph"/>
        <w:numPr>
          <w:ilvl w:val="0"/>
          <w:numId w:val="13"/>
        </w:numPr>
        <w:rPr>
          <w:lang w:val="en-IN"/>
        </w:rPr>
      </w:pPr>
      <w:r w:rsidRPr="0011719E">
        <w:rPr>
          <w:lang w:val="en-IN"/>
        </w:rPr>
        <w:t>Continue iterating until w=1.0 (standard A*).</w:t>
      </w:r>
    </w:p>
    <w:p w14:paraId="36785C74" w14:textId="77777777" w:rsidR="0011719E" w:rsidRPr="0011719E" w:rsidRDefault="0011719E" w:rsidP="00FC5986">
      <w:pPr>
        <w:pStyle w:val="Paragraph"/>
        <w:numPr>
          <w:ilvl w:val="0"/>
          <w:numId w:val="13"/>
        </w:numPr>
        <w:rPr>
          <w:lang w:val="en-IN"/>
        </w:rPr>
      </w:pPr>
      <w:r w:rsidRPr="0011719E">
        <w:rPr>
          <w:lang w:val="en-IN"/>
        </w:rPr>
        <w:t>Return the best-obtained path.</w:t>
      </w:r>
    </w:p>
    <w:p w14:paraId="49019E85" w14:textId="7CB56F1C" w:rsidR="008B68AE" w:rsidRPr="000C3D93" w:rsidRDefault="0011719E" w:rsidP="00983411">
      <w:pPr>
        <w:pStyle w:val="Paragraph"/>
        <w:ind w:firstLine="0"/>
        <w:rPr>
          <w:lang w:val="en-IN"/>
        </w:rPr>
      </w:pPr>
      <w:r w:rsidRPr="0011719E">
        <w:rPr>
          <w:lang w:val="en-IN"/>
        </w:rPr>
        <w:t>This approach balances speed and solution quality, gradually refining the path.</w:t>
      </w:r>
    </w:p>
    <w:p w14:paraId="64C81026" w14:textId="00FC4139" w:rsidR="00705CE6" w:rsidRDefault="00705CE6" w:rsidP="00705CE6">
      <w:pPr>
        <w:pStyle w:val="Heading1"/>
      </w:pPr>
      <w:r>
        <w:t>result and analysis</w:t>
      </w:r>
    </w:p>
    <w:p w14:paraId="66884FB5" w14:textId="77777777" w:rsidR="00184113" w:rsidRDefault="009D2E27" w:rsidP="00184113">
      <w:pPr>
        <w:tabs>
          <w:tab w:val="left" w:pos="1726"/>
        </w:tabs>
        <w:spacing w:before="147"/>
        <w:ind w:firstLine="113"/>
        <w:jc w:val="both"/>
        <w:rPr>
          <w:sz w:val="20"/>
          <w:lang w:val="en-IN"/>
        </w:rPr>
      </w:pPr>
      <w:r w:rsidRPr="009D2E27">
        <w:rPr>
          <w:sz w:val="20"/>
          <w:lang w:val="en-IN"/>
        </w:rPr>
        <w:t>In this paper, the performance of A* algorithms Adaptive A</w:t>
      </w:r>
      <w:r>
        <w:rPr>
          <w:sz w:val="20"/>
          <w:lang w:val="en-IN"/>
        </w:rPr>
        <w:t>*</w:t>
      </w:r>
      <w:r w:rsidRPr="009D2E27">
        <w:rPr>
          <w:sz w:val="20"/>
          <w:lang w:val="en-IN"/>
        </w:rPr>
        <w:t>, Weighted A</w:t>
      </w:r>
      <w:r>
        <w:rPr>
          <w:sz w:val="20"/>
          <w:lang w:val="en-IN"/>
        </w:rPr>
        <w:t>*</w:t>
      </w:r>
      <w:r w:rsidRPr="009D2E27">
        <w:rPr>
          <w:sz w:val="20"/>
          <w:lang w:val="en-IN"/>
        </w:rPr>
        <w:t>,</w:t>
      </w:r>
      <w:r w:rsidRPr="009D2E27">
        <w:rPr>
          <w:lang w:val="en-IN"/>
        </w:rPr>
        <w:t> </w:t>
      </w:r>
      <w:r w:rsidRPr="009D2E27">
        <w:rPr>
          <w:sz w:val="20"/>
          <w:lang w:val="en-IN"/>
        </w:rPr>
        <w:t>and Anytime Repairing A</w:t>
      </w:r>
      <w:r>
        <w:rPr>
          <w:sz w:val="20"/>
          <w:lang w:val="en-IN"/>
        </w:rPr>
        <w:t>*</w:t>
      </w:r>
      <w:r w:rsidRPr="009D2E27">
        <w:rPr>
          <w:sz w:val="20"/>
          <w:lang w:val="en-IN"/>
        </w:rPr>
        <w:t>(ARA</w:t>
      </w:r>
      <w:r>
        <w:rPr>
          <w:sz w:val="20"/>
          <w:lang w:val="en-IN"/>
        </w:rPr>
        <w:t>*</w:t>
      </w:r>
      <w:r w:rsidRPr="009D2E27">
        <w:rPr>
          <w:sz w:val="20"/>
          <w:lang w:val="en-IN"/>
        </w:rPr>
        <w:t>) algorithms were evaluated to understand the strengths, weaknesses, and applicability of each. The experiments were run on a grid-based pathfinding problem on</w:t>
      </w:r>
      <w:r w:rsidRPr="009D2E27">
        <w:rPr>
          <w:lang w:val="en-IN"/>
        </w:rPr>
        <w:t> </w:t>
      </w:r>
      <w:r w:rsidRPr="009D2E27">
        <w:rPr>
          <w:sz w:val="20"/>
          <w:lang w:val="en-IN"/>
        </w:rPr>
        <w:t xml:space="preserve">which a robot attempted to navigate from a start (S) to a goal (G) position in each iteration of the algorithm. </w:t>
      </w:r>
      <w:r>
        <w:rPr>
          <w:sz w:val="20"/>
          <w:lang w:val="en-IN"/>
        </w:rPr>
        <w:t>We</w:t>
      </w:r>
      <w:r w:rsidRPr="009D2E27">
        <w:rPr>
          <w:sz w:val="20"/>
          <w:lang w:val="en-IN"/>
        </w:rPr>
        <w:t xml:space="preserve"> focused on three aspects of performance: The quality of the solution, the time it takes to compute the solution, and the solution's adaptability to dynamic changes, as all three are central</w:t>
      </w:r>
      <w:r w:rsidRPr="009D2E27">
        <w:rPr>
          <w:lang w:val="en-IN"/>
        </w:rPr>
        <w:t> </w:t>
      </w:r>
      <w:r w:rsidRPr="009D2E27">
        <w:rPr>
          <w:sz w:val="20"/>
          <w:lang w:val="en-IN"/>
        </w:rPr>
        <w:t>to real world applications like robotics, autonomous navigation and traffic management. Adaptive A* performed well and</w:t>
      </w:r>
      <w:r w:rsidRPr="009D2E27">
        <w:rPr>
          <w:lang w:val="en-IN"/>
        </w:rPr>
        <w:t> </w:t>
      </w:r>
      <w:r w:rsidRPr="009D2E27">
        <w:rPr>
          <w:sz w:val="20"/>
          <w:lang w:val="en-IN"/>
        </w:rPr>
        <w:t>remained optimal in each case. T</w:t>
      </w:r>
      <w:r>
        <w:rPr>
          <w:sz w:val="20"/>
          <w:lang w:val="en-IN"/>
        </w:rPr>
        <w:t>his algorithm makes use of previously</w:t>
      </w:r>
      <w:r w:rsidRPr="009D2E27">
        <w:rPr>
          <w:sz w:val="20"/>
          <w:lang w:val="en-IN"/>
        </w:rPr>
        <w:t xml:space="preserve"> computed paths</w:t>
      </w:r>
      <w:r>
        <w:rPr>
          <w:sz w:val="20"/>
          <w:lang w:val="en-IN"/>
        </w:rPr>
        <w:t xml:space="preserve"> for</w:t>
      </w:r>
      <w:r w:rsidRPr="009D2E27">
        <w:rPr>
          <w:sz w:val="20"/>
          <w:lang w:val="en-IN"/>
        </w:rPr>
        <w:t xml:space="preserve"> dynamically optimiz</w:t>
      </w:r>
      <w:r>
        <w:rPr>
          <w:sz w:val="20"/>
          <w:lang w:val="en-IN"/>
        </w:rPr>
        <w:t>ing</w:t>
      </w:r>
      <w:r w:rsidRPr="009D2E27">
        <w:rPr>
          <w:sz w:val="20"/>
          <w:lang w:val="en-IN"/>
        </w:rPr>
        <w:t xml:space="preserve"> its heuristics, making this one highly advantageous in repetitive or</w:t>
      </w:r>
      <w:r>
        <w:rPr>
          <w:lang w:val="en-IN"/>
        </w:rPr>
        <w:t xml:space="preserve"> </w:t>
      </w:r>
      <w:r w:rsidRPr="009D2E27">
        <w:rPr>
          <w:sz w:val="20"/>
          <w:lang w:val="en-IN"/>
        </w:rPr>
        <w:t>changing</w:t>
      </w:r>
      <w:r>
        <w:rPr>
          <w:sz w:val="20"/>
          <w:lang w:val="en-IN"/>
        </w:rPr>
        <w:t xml:space="preserve"> environment</w:t>
      </w:r>
      <w:r w:rsidRPr="009D2E27">
        <w:rPr>
          <w:sz w:val="20"/>
          <w:lang w:val="en-IN"/>
        </w:rPr>
        <w:t>.</w:t>
      </w:r>
      <w:r w:rsidR="00184113">
        <w:rPr>
          <w:sz w:val="20"/>
          <w:lang w:val="en-IN"/>
        </w:rPr>
        <w:t xml:space="preserve"> </w:t>
      </w:r>
      <w:r w:rsidR="00184113" w:rsidRPr="00184113">
        <w:rPr>
          <w:sz w:val="20"/>
          <w:lang w:val="en-IN"/>
        </w:rPr>
        <w:t>For example, if we consider the case of navigating warehouse robots going between aisles, Adaptive A* quickly calculated new paths whenever additional obstacles</w:t>
      </w:r>
      <w:r w:rsidR="00184113" w:rsidRPr="00184113">
        <w:rPr>
          <w:lang w:val="en-IN"/>
        </w:rPr>
        <w:t> </w:t>
      </w:r>
      <w:r w:rsidR="00184113" w:rsidRPr="00184113">
        <w:rPr>
          <w:sz w:val="20"/>
          <w:lang w:val="en-IN"/>
        </w:rPr>
        <w:t>(e.g. shelving or human intervention) came in the way. Adaptive A* performed its re-computation in 15 milliseconds, demonstrating a fast</w:t>
      </w:r>
      <w:r w:rsidR="00184113" w:rsidRPr="00184113">
        <w:rPr>
          <w:lang w:val="en-IN"/>
        </w:rPr>
        <w:t> </w:t>
      </w:r>
      <w:r w:rsidR="00184113" w:rsidRPr="00184113">
        <w:rPr>
          <w:sz w:val="20"/>
          <w:lang w:val="en-IN"/>
        </w:rPr>
        <w:t>adaptability to changes in the environment. In the beginning, it took more computation time than Weighted A* and</w:t>
      </w:r>
      <w:r w:rsidR="00184113" w:rsidRPr="00184113">
        <w:rPr>
          <w:lang w:val="en-IN"/>
        </w:rPr>
        <w:t> </w:t>
      </w:r>
      <w:r w:rsidR="00184113" w:rsidRPr="00184113">
        <w:rPr>
          <w:sz w:val="20"/>
          <w:lang w:val="en-IN"/>
        </w:rPr>
        <w:t>ARA* (about 25 milliseconds) to update and back-propagate heuristic values. Overall,</w:t>
      </w:r>
      <w:r w:rsidR="00184113" w:rsidRPr="00184113">
        <w:rPr>
          <w:lang w:val="en-IN"/>
        </w:rPr>
        <w:t> </w:t>
      </w:r>
      <w:r w:rsidR="00184113" w:rsidRPr="00184113">
        <w:rPr>
          <w:sz w:val="20"/>
          <w:lang w:val="en-IN"/>
        </w:rPr>
        <w:t>Adaptive A* emerged as the most stable algorithm in light of applications needing dynamic adaptability while still satisfying path optimality.</w:t>
      </w:r>
    </w:p>
    <w:p w14:paraId="32EF80B7" w14:textId="77777777" w:rsidR="004861DB" w:rsidRDefault="00C84289" w:rsidP="004861DB">
      <w:pPr>
        <w:tabs>
          <w:tab w:val="left" w:pos="1726"/>
        </w:tabs>
        <w:spacing w:before="147"/>
        <w:ind w:firstLine="113"/>
        <w:jc w:val="both"/>
        <w:rPr>
          <w:sz w:val="20"/>
          <w:lang w:val="en-IN"/>
        </w:rPr>
      </w:pPr>
      <w:r>
        <w:rPr>
          <w:sz w:val="20"/>
          <w:lang w:val="en-IN"/>
        </w:rPr>
        <w:t>On the other hand</w:t>
      </w:r>
      <w:r w:rsidRPr="00C84289">
        <w:rPr>
          <w:sz w:val="20"/>
          <w:lang w:val="en-IN"/>
        </w:rPr>
        <w:t>, Weighted A* performed well in scenarios where speed was</w:t>
      </w:r>
      <w:r w:rsidRPr="00C84289">
        <w:rPr>
          <w:sz w:val="20"/>
          <w:lang w:val="en-IN"/>
        </w:rPr>
        <w:t> </w:t>
      </w:r>
      <w:r w:rsidRPr="00C84289">
        <w:rPr>
          <w:sz w:val="20"/>
          <w:lang w:val="en-IN"/>
        </w:rPr>
        <w:t>prioritized more than optimality. This algorithm made computations quicker by applying a weight</w:t>
      </w:r>
      <w:r w:rsidRPr="00C84289">
        <w:rPr>
          <w:sz w:val="20"/>
          <w:lang w:val="en-IN"/>
        </w:rPr>
        <w:t> </w:t>
      </w:r>
      <w:r w:rsidRPr="00C84289">
        <w:rPr>
          <w:sz w:val="20"/>
          <w:lang w:val="en-IN"/>
        </w:rPr>
        <w:t>factor to the heuristic function, which kept the search bench from expanding a lot. For initial solutions, Weighted</w:t>
      </w:r>
      <w:r w:rsidRPr="00C84289">
        <w:rPr>
          <w:sz w:val="20"/>
          <w:lang w:val="en-IN"/>
        </w:rPr>
        <w:t> </w:t>
      </w:r>
      <w:r w:rsidRPr="00C84289">
        <w:rPr>
          <w:sz w:val="20"/>
          <w:lang w:val="en-IN"/>
        </w:rPr>
        <w:t>A* is the fastest (10</w:t>
      </w:r>
      <w:r>
        <w:rPr>
          <w:sz w:val="20"/>
          <w:lang w:val="en-IN"/>
        </w:rPr>
        <w:t xml:space="preserve"> </w:t>
      </w:r>
      <w:r w:rsidRPr="00184113">
        <w:rPr>
          <w:sz w:val="20"/>
          <w:lang w:val="en-IN"/>
        </w:rPr>
        <w:t>milliseconds</w:t>
      </w:r>
      <w:r w:rsidRPr="00C84289">
        <w:rPr>
          <w:sz w:val="20"/>
          <w:lang w:val="en-IN"/>
        </w:rPr>
        <w:t>) out of the three algorithms we tested. However, the solution quality was slightly suboptimal and the deviations depended</w:t>
      </w:r>
      <w:r w:rsidRPr="00C84289">
        <w:rPr>
          <w:sz w:val="20"/>
          <w:lang w:val="en-IN"/>
        </w:rPr>
        <w:t> </w:t>
      </w:r>
      <w:r w:rsidRPr="00C84289">
        <w:rPr>
          <w:sz w:val="20"/>
          <w:lang w:val="en-IN"/>
        </w:rPr>
        <w:t>on the weight factor used. So, in drone delivery systems, for instance, it would be preferable for the better route regarding time on the plane,</w:t>
      </w:r>
      <w:r w:rsidRPr="00C84289">
        <w:rPr>
          <w:sz w:val="20"/>
          <w:lang w:val="en-IN"/>
        </w:rPr>
        <w:t> </w:t>
      </w:r>
      <w:r w:rsidRPr="00C84289">
        <w:rPr>
          <w:sz w:val="20"/>
          <w:lang w:val="en-IN"/>
        </w:rPr>
        <w:t>not necessarily the short one, but the one that would get it there sooner. While the data was seen as dynamic, when obstacles were added to this grid, average times for re</w:t>
      </w:r>
      <w:r>
        <w:rPr>
          <w:sz w:val="20"/>
          <w:lang w:val="en-IN"/>
        </w:rPr>
        <w:t>-</w:t>
      </w:r>
      <w:r w:rsidRPr="00C84289">
        <w:rPr>
          <w:sz w:val="20"/>
          <w:lang w:val="en-IN"/>
        </w:rPr>
        <w:t>computation was in the order of</w:t>
      </w:r>
      <w:r w:rsidRPr="00C84289">
        <w:rPr>
          <w:sz w:val="20"/>
          <w:lang w:val="en-IN"/>
        </w:rPr>
        <w:t> </w:t>
      </w:r>
      <w:r w:rsidRPr="00C84289">
        <w:rPr>
          <w:sz w:val="20"/>
          <w:lang w:val="en-IN"/>
        </w:rPr>
        <w:t>20 milliseconds. Best suited for real-time based applications</w:t>
      </w:r>
      <w:r>
        <w:rPr>
          <w:sz w:val="20"/>
          <w:lang w:val="en-IN"/>
        </w:rPr>
        <w:t xml:space="preserve"> </w:t>
      </w:r>
      <w:r>
        <w:rPr>
          <w:sz w:val="20"/>
        </w:rPr>
        <w:t>where computational efficiency is needed, and minor deviations in path optimality are acceptable</w:t>
      </w:r>
      <w:r w:rsidRPr="00C84289">
        <w:rPr>
          <w:sz w:val="20"/>
          <w:lang w:val="en-IN"/>
        </w:rPr>
        <w:t>, weighted A* is</w:t>
      </w:r>
      <w:r w:rsidRPr="00C84289">
        <w:rPr>
          <w:sz w:val="20"/>
          <w:lang w:val="en-IN"/>
        </w:rPr>
        <w:t> </w:t>
      </w:r>
      <w:r w:rsidRPr="00C84289">
        <w:rPr>
          <w:sz w:val="20"/>
          <w:lang w:val="en-IN"/>
        </w:rPr>
        <w:t>computationally efficient.</w:t>
      </w:r>
    </w:p>
    <w:p w14:paraId="0B2369BE" w14:textId="77777777" w:rsidR="00922DDF" w:rsidRDefault="004861DB" w:rsidP="00922DDF">
      <w:pPr>
        <w:tabs>
          <w:tab w:val="left" w:pos="1726"/>
        </w:tabs>
        <w:spacing w:before="147"/>
        <w:ind w:firstLine="113"/>
        <w:jc w:val="both"/>
        <w:rPr>
          <w:sz w:val="20"/>
          <w:lang w:val="en-IN"/>
        </w:rPr>
      </w:pPr>
      <w:r w:rsidRPr="004861DB">
        <w:rPr>
          <w:sz w:val="20"/>
          <w:lang w:val="en-IN"/>
        </w:rPr>
        <w:t>Anytime Repairing A* received a balanced approach where an initial solution</w:t>
      </w:r>
      <w:r w:rsidRPr="004861DB">
        <w:rPr>
          <w:lang w:val="en-IN"/>
        </w:rPr>
        <w:t> </w:t>
      </w:r>
      <w:r w:rsidRPr="004861DB">
        <w:rPr>
          <w:sz w:val="20"/>
          <w:lang w:val="en-IN"/>
        </w:rPr>
        <w:t>was given relatively fast and was improved upon over time. Its ability to quickly adapt has made it ideal for applications that are dynamic and time sensitive, such as</w:t>
      </w:r>
      <w:r w:rsidRPr="004861DB">
        <w:rPr>
          <w:lang w:val="en-IN"/>
        </w:rPr>
        <w:t> </w:t>
      </w:r>
      <w:r w:rsidRPr="004861DB">
        <w:rPr>
          <w:sz w:val="20"/>
          <w:lang w:val="en-IN"/>
        </w:rPr>
        <w:t xml:space="preserve">traffic management systems that need to quickly reroute cars when a road is closed or when an </w:t>
      </w:r>
      <w:r w:rsidRPr="004861DB">
        <w:rPr>
          <w:sz w:val="20"/>
          <w:lang w:val="en-IN"/>
        </w:rPr>
        <w:lastRenderedPageBreak/>
        <w:t>accident occurs.</w:t>
      </w:r>
      <w:r>
        <w:rPr>
          <w:sz w:val="20"/>
          <w:lang w:val="en-IN"/>
        </w:rPr>
        <w:t xml:space="preserve"> Initially </w:t>
      </w:r>
      <w:r w:rsidRPr="004861DB">
        <w:rPr>
          <w:sz w:val="20"/>
          <w:lang w:val="en-IN"/>
        </w:rPr>
        <w:t>ARA*</w:t>
      </w:r>
      <w:r w:rsidR="00555FD8">
        <w:rPr>
          <w:sz w:val="20"/>
          <w:lang w:val="en-IN"/>
        </w:rPr>
        <w:t xml:space="preserve"> </w:t>
      </w:r>
      <w:r w:rsidRPr="004861DB">
        <w:rPr>
          <w:sz w:val="20"/>
          <w:lang w:val="en-IN"/>
        </w:rPr>
        <w:t>took 15 milliseconds</w:t>
      </w:r>
      <w:r w:rsidR="00555FD8">
        <w:rPr>
          <w:sz w:val="20"/>
          <w:lang w:val="en-IN"/>
        </w:rPr>
        <w:t xml:space="preserve"> for computation</w:t>
      </w:r>
      <w:r w:rsidRPr="004861DB">
        <w:rPr>
          <w:sz w:val="20"/>
          <w:lang w:val="en-IN"/>
        </w:rPr>
        <w:t xml:space="preserve"> </w:t>
      </w:r>
      <w:r w:rsidR="00895B56">
        <w:rPr>
          <w:sz w:val="20"/>
          <w:lang w:val="en-IN"/>
        </w:rPr>
        <w:t xml:space="preserve">time as </w:t>
      </w:r>
      <w:r w:rsidRPr="004861DB">
        <w:rPr>
          <w:sz w:val="20"/>
          <w:lang w:val="en-IN"/>
        </w:rPr>
        <w:t>compared to Weighted A</w:t>
      </w:r>
      <w:r w:rsidR="00895B56">
        <w:rPr>
          <w:sz w:val="20"/>
          <w:lang w:val="en-IN"/>
        </w:rPr>
        <w:t>* it is slightly slower</w:t>
      </w:r>
      <w:r w:rsidRPr="004861DB">
        <w:rPr>
          <w:sz w:val="20"/>
          <w:lang w:val="en-IN"/>
        </w:rPr>
        <w:t xml:space="preserve"> and </w:t>
      </w:r>
      <w:r w:rsidR="007D4680">
        <w:rPr>
          <w:sz w:val="20"/>
          <w:lang w:val="en-IN"/>
        </w:rPr>
        <w:t xml:space="preserve">as compared to </w:t>
      </w:r>
      <w:r w:rsidRPr="004861DB">
        <w:rPr>
          <w:sz w:val="20"/>
          <w:lang w:val="en-IN"/>
        </w:rPr>
        <w:t>Adaptive A</w:t>
      </w:r>
      <w:r w:rsidR="007D4680">
        <w:rPr>
          <w:sz w:val="20"/>
          <w:lang w:val="en-IN"/>
        </w:rPr>
        <w:t>* it is slightly higher</w:t>
      </w:r>
      <w:r w:rsidRPr="004861DB">
        <w:rPr>
          <w:sz w:val="20"/>
          <w:lang w:val="en-IN"/>
        </w:rPr>
        <w:t>. Its strength in iterative refinement gave it the potential to</w:t>
      </w:r>
      <w:r w:rsidRPr="004861DB">
        <w:rPr>
          <w:sz w:val="20"/>
          <w:lang w:val="en-IN"/>
        </w:rPr>
        <w:t> </w:t>
      </w:r>
      <w:r w:rsidRPr="004861DB">
        <w:rPr>
          <w:sz w:val="20"/>
          <w:lang w:val="en-IN"/>
        </w:rPr>
        <w:t>navigate towards an optimal solution and dynamically incorporate new environmental information. In fact, in one particular test case, ARA* would come</w:t>
      </w:r>
      <w:r w:rsidRPr="004861DB">
        <w:rPr>
          <w:sz w:val="20"/>
          <w:lang w:val="en-IN"/>
        </w:rPr>
        <w:t> </w:t>
      </w:r>
      <w:r w:rsidRPr="004861DB">
        <w:rPr>
          <w:sz w:val="20"/>
          <w:lang w:val="en-IN"/>
        </w:rPr>
        <w:t>up with a suboptimal path to the goal initially, and would refine the path to optimality in a few iterations given more computation time.</w:t>
      </w:r>
      <w:r>
        <w:rPr>
          <w:sz w:val="20"/>
          <w:lang w:val="en-IN"/>
        </w:rPr>
        <w:t xml:space="preserve"> </w:t>
      </w:r>
      <w:r w:rsidR="00705CE6">
        <w:rPr>
          <w:sz w:val="20"/>
        </w:rPr>
        <w:t>Additionally, ARA* was the most efficient in handling dynamic changes, with re-computation times averaging just 10 milliseconds. This adaptability makes ARA* a versatile choice for applications requiring both rapid responses and continuous improvement.</w:t>
      </w:r>
    </w:p>
    <w:p w14:paraId="4D51D7E9" w14:textId="466ACE9D" w:rsidR="00705CE6" w:rsidRPr="00735010" w:rsidRDefault="00922DDF" w:rsidP="00735010">
      <w:pPr>
        <w:tabs>
          <w:tab w:val="left" w:pos="1726"/>
        </w:tabs>
        <w:spacing w:before="147"/>
        <w:ind w:firstLine="113"/>
        <w:jc w:val="both"/>
        <w:rPr>
          <w:sz w:val="20"/>
          <w:lang w:val="en-IN"/>
        </w:rPr>
      </w:pPr>
      <w:r w:rsidRPr="00922DDF">
        <w:rPr>
          <w:sz w:val="20"/>
          <w:lang w:val="en-IN"/>
        </w:rPr>
        <w:t>An analysis of the three algorithms shows differences in terms of the</w:t>
      </w:r>
      <w:r w:rsidRPr="00922DDF">
        <w:rPr>
          <w:lang w:val="en-IN"/>
        </w:rPr>
        <w:t> </w:t>
      </w:r>
      <w:r w:rsidRPr="00922DDF">
        <w:rPr>
          <w:sz w:val="20"/>
          <w:lang w:val="en-IN"/>
        </w:rPr>
        <w:t>solution quality, computational time and adaptivity. From this analysis, we saw that Adaptive A* could not only continuously get the optimal solution, but also had great</w:t>
      </w:r>
      <w:r w:rsidRPr="00922DDF">
        <w:rPr>
          <w:lang w:val="en-IN"/>
        </w:rPr>
        <w:t> </w:t>
      </w:r>
      <w:r w:rsidRPr="00922DDF">
        <w:rPr>
          <w:sz w:val="20"/>
          <w:lang w:val="en-IN"/>
        </w:rPr>
        <w:t>adaptability to environmental changes, which would be very suitable for repetitive or highly dynamic environments (autonomous warehouse operation, etc.). It is important to notice that in order to achieve the fastest first solution possible</w:t>
      </w:r>
      <w:r w:rsidRPr="00922DDF">
        <w:rPr>
          <w:lang w:val="en-IN"/>
        </w:rPr>
        <w:t> </w:t>
      </w:r>
      <w:r w:rsidRPr="00922DDF">
        <w:rPr>
          <w:sz w:val="20"/>
          <w:lang w:val="en-IN"/>
        </w:rPr>
        <w:t>the quality of the solution has been reduced, which is acceptable in applications such as drone navigation or others requiring real-time systems. ARA* represented a compromise between the two approaches, providing a balance between the speed of deriving solutions and the quality of those solutions in such</w:t>
      </w:r>
      <w:r w:rsidRPr="00922DDF">
        <w:rPr>
          <w:lang w:val="en-IN"/>
        </w:rPr>
        <w:t> </w:t>
      </w:r>
      <w:r w:rsidRPr="00922DDF">
        <w:rPr>
          <w:sz w:val="20"/>
          <w:lang w:val="en-IN"/>
        </w:rPr>
        <w:t>a way that over time its solution paths would converge on optimal solutions. This balance renders ARA*</w:t>
      </w:r>
      <w:r w:rsidRPr="00922DDF">
        <w:rPr>
          <w:lang w:val="en-IN"/>
        </w:rPr>
        <w:t> </w:t>
      </w:r>
      <w:r w:rsidRPr="00922DDF">
        <w:rPr>
          <w:sz w:val="20"/>
          <w:lang w:val="en-IN"/>
        </w:rPr>
        <w:t>especially powerful for applications in which immediate, but improvable, solutions are required, such as dynamic rerouting of auto traffic.</w:t>
      </w:r>
    </w:p>
    <w:p w14:paraId="4847F868" w14:textId="0C1197A9" w:rsidR="00094AFD" w:rsidRDefault="00705CE6" w:rsidP="00094AFD">
      <w:pPr>
        <w:pStyle w:val="TableCaption"/>
        <w:rPr>
          <w:rStyle w:val="Strong"/>
          <w:b w:val="0"/>
          <w:bCs w:val="0"/>
        </w:rPr>
      </w:pPr>
      <w:r w:rsidRPr="00F32743">
        <w:rPr>
          <w:rStyle w:val="Strong"/>
        </w:rPr>
        <w:t>TABLE 1:</w:t>
      </w:r>
      <w:r w:rsidRPr="00F32743">
        <w:rPr>
          <w:rStyle w:val="Strong"/>
          <w:b w:val="0"/>
          <w:bCs w:val="0"/>
        </w:rPr>
        <w:t xml:space="preserve"> </w:t>
      </w:r>
      <w:r w:rsidRPr="00823001">
        <w:rPr>
          <w:rStyle w:val="Strong"/>
          <w:b w:val="0"/>
          <w:bCs w:val="0"/>
          <w:i/>
        </w:rPr>
        <w:t>PERFROMANCE METRICS FOR INFORMED SEARCH ALGORITHMS</w:t>
      </w:r>
    </w:p>
    <w:p w14:paraId="4A74DE70" w14:textId="77777777" w:rsidR="00B50251" w:rsidRPr="00F32743" w:rsidRDefault="00B50251" w:rsidP="00B50251">
      <w:pPr>
        <w:pStyle w:val="TableCaption"/>
        <w:spacing w:before="0"/>
        <w:rPr>
          <w:rStyle w:val="Strong"/>
          <w:b w:val="0"/>
          <w:bCs w:val="0"/>
        </w:rPr>
      </w:pPr>
    </w:p>
    <w:tbl>
      <w:tblPr>
        <w:tblStyle w:val="TableGrid"/>
        <w:tblW w:w="5000" w:type="pct"/>
        <w:jc w:val="center"/>
        <w:tblLook w:val="04A0" w:firstRow="1" w:lastRow="0" w:firstColumn="1" w:lastColumn="0" w:noHBand="0" w:noVBand="1"/>
      </w:tblPr>
      <w:tblGrid>
        <w:gridCol w:w="2546"/>
        <w:gridCol w:w="2389"/>
        <w:gridCol w:w="1870"/>
        <w:gridCol w:w="2545"/>
      </w:tblGrid>
      <w:tr w:rsidR="00EB3B68" w14:paraId="537D8540" w14:textId="77777777" w:rsidTr="00823001">
        <w:trPr>
          <w:trHeight w:val="754"/>
          <w:jc w:val="center"/>
        </w:trPr>
        <w:tc>
          <w:tcPr>
            <w:tcW w:w="1361" w:type="pct"/>
            <w:vAlign w:val="center"/>
          </w:tcPr>
          <w:p w14:paraId="1B6C16C8" w14:textId="77777777" w:rsidR="00705CE6" w:rsidRPr="00546DA6" w:rsidRDefault="00705CE6" w:rsidP="00E26D38">
            <w:pPr>
              <w:jc w:val="center"/>
              <w:rPr>
                <w:b/>
                <w:bCs/>
                <w:color w:val="000000"/>
                <w:sz w:val="18"/>
                <w:szCs w:val="18"/>
              </w:rPr>
            </w:pPr>
            <w:r w:rsidRPr="00546DA6">
              <w:rPr>
                <w:rStyle w:val="Strong"/>
                <w:rFonts w:eastAsia="SimSun"/>
                <w:color w:val="000000"/>
                <w:sz w:val="18"/>
                <w:szCs w:val="18"/>
                <w:lang w:eastAsia="zh-CN" w:bidi="ar"/>
              </w:rPr>
              <w:t>Algorithm</w:t>
            </w:r>
          </w:p>
        </w:tc>
        <w:tc>
          <w:tcPr>
            <w:tcW w:w="1277" w:type="pct"/>
            <w:vAlign w:val="center"/>
          </w:tcPr>
          <w:p w14:paraId="1CB2CA47" w14:textId="77777777" w:rsidR="00705CE6" w:rsidRPr="00546DA6" w:rsidRDefault="00705CE6" w:rsidP="00E26D38">
            <w:pPr>
              <w:jc w:val="center"/>
              <w:rPr>
                <w:b/>
                <w:bCs/>
                <w:color w:val="000000"/>
                <w:sz w:val="18"/>
                <w:szCs w:val="18"/>
              </w:rPr>
            </w:pPr>
            <w:r w:rsidRPr="00546DA6">
              <w:rPr>
                <w:rStyle w:val="Strong"/>
                <w:rFonts w:eastAsia="SimSun"/>
                <w:color w:val="000000"/>
                <w:sz w:val="18"/>
                <w:szCs w:val="18"/>
                <w:lang w:eastAsia="zh-CN" w:bidi="ar"/>
              </w:rPr>
              <w:t>Solution Quality (Optimality)</w:t>
            </w:r>
          </w:p>
        </w:tc>
        <w:tc>
          <w:tcPr>
            <w:tcW w:w="1000" w:type="pct"/>
            <w:vAlign w:val="center"/>
          </w:tcPr>
          <w:p w14:paraId="1206D48C" w14:textId="77777777" w:rsidR="00705CE6" w:rsidRPr="00546DA6" w:rsidRDefault="00705CE6" w:rsidP="00E26D38">
            <w:pPr>
              <w:jc w:val="center"/>
              <w:rPr>
                <w:b/>
                <w:bCs/>
                <w:color w:val="000000"/>
                <w:sz w:val="18"/>
                <w:szCs w:val="18"/>
              </w:rPr>
            </w:pPr>
            <w:r w:rsidRPr="00546DA6">
              <w:rPr>
                <w:rStyle w:val="Strong"/>
                <w:rFonts w:eastAsia="SimSun"/>
                <w:color w:val="000000"/>
                <w:sz w:val="18"/>
                <w:szCs w:val="18"/>
                <w:lang w:eastAsia="zh-CN" w:bidi="ar"/>
              </w:rPr>
              <w:t>Computational Time (</w:t>
            </w:r>
            <w:proofErr w:type="spellStart"/>
            <w:r w:rsidRPr="00546DA6">
              <w:rPr>
                <w:rStyle w:val="Strong"/>
                <w:rFonts w:eastAsia="SimSun"/>
                <w:color w:val="000000"/>
                <w:sz w:val="18"/>
                <w:szCs w:val="18"/>
                <w:lang w:eastAsia="zh-CN" w:bidi="ar"/>
              </w:rPr>
              <w:t>ms</w:t>
            </w:r>
            <w:proofErr w:type="spellEnd"/>
            <w:r w:rsidRPr="00546DA6">
              <w:rPr>
                <w:rStyle w:val="Strong"/>
                <w:rFonts w:eastAsia="SimSun"/>
                <w:color w:val="000000"/>
                <w:sz w:val="18"/>
                <w:szCs w:val="18"/>
                <w:lang w:eastAsia="zh-CN" w:bidi="ar"/>
              </w:rPr>
              <w:t>)</w:t>
            </w:r>
          </w:p>
        </w:tc>
        <w:tc>
          <w:tcPr>
            <w:tcW w:w="1361" w:type="pct"/>
            <w:vAlign w:val="center"/>
          </w:tcPr>
          <w:p w14:paraId="2C81A2E7" w14:textId="75DC4079" w:rsidR="00C172BA" w:rsidRDefault="00705CE6" w:rsidP="00E26D38">
            <w:pPr>
              <w:jc w:val="center"/>
              <w:rPr>
                <w:rStyle w:val="Strong"/>
                <w:rFonts w:eastAsia="SimSun"/>
                <w:color w:val="000000"/>
                <w:sz w:val="18"/>
                <w:szCs w:val="18"/>
                <w:lang w:eastAsia="zh-CN" w:bidi="ar"/>
              </w:rPr>
            </w:pPr>
            <w:r w:rsidRPr="00546DA6">
              <w:rPr>
                <w:rStyle w:val="Strong"/>
                <w:rFonts w:eastAsia="SimSun"/>
                <w:color w:val="000000"/>
                <w:sz w:val="18"/>
                <w:szCs w:val="18"/>
                <w:lang w:eastAsia="zh-CN" w:bidi="ar"/>
              </w:rPr>
              <w:t>Adaptability</w:t>
            </w:r>
          </w:p>
          <w:p w14:paraId="2B14AEAA" w14:textId="042F7AAB" w:rsidR="00705CE6" w:rsidRPr="00546DA6" w:rsidRDefault="00705CE6" w:rsidP="00E26D38">
            <w:pPr>
              <w:jc w:val="center"/>
              <w:rPr>
                <w:b/>
                <w:bCs/>
                <w:color w:val="000000"/>
                <w:sz w:val="18"/>
                <w:szCs w:val="18"/>
              </w:rPr>
            </w:pPr>
            <w:r w:rsidRPr="00546DA6">
              <w:rPr>
                <w:rStyle w:val="Strong"/>
                <w:rFonts w:eastAsia="SimSun"/>
                <w:color w:val="000000"/>
                <w:sz w:val="18"/>
                <w:szCs w:val="18"/>
                <w:lang w:eastAsia="zh-CN" w:bidi="ar"/>
              </w:rPr>
              <w:t xml:space="preserve">(Time to </w:t>
            </w:r>
            <w:proofErr w:type="spellStart"/>
            <w:r w:rsidRPr="00546DA6">
              <w:rPr>
                <w:rStyle w:val="Strong"/>
                <w:rFonts w:eastAsia="SimSun"/>
                <w:color w:val="000000"/>
                <w:sz w:val="18"/>
                <w:szCs w:val="18"/>
                <w:lang w:eastAsia="zh-CN" w:bidi="ar"/>
              </w:rPr>
              <w:t>Recompute</w:t>
            </w:r>
            <w:proofErr w:type="spellEnd"/>
            <w:r w:rsidRPr="00546DA6">
              <w:rPr>
                <w:rStyle w:val="Strong"/>
                <w:rFonts w:eastAsia="SimSun"/>
                <w:color w:val="000000"/>
                <w:sz w:val="18"/>
                <w:szCs w:val="18"/>
                <w:lang w:eastAsia="zh-CN" w:bidi="ar"/>
              </w:rPr>
              <w:t xml:space="preserve">, </w:t>
            </w:r>
            <w:proofErr w:type="spellStart"/>
            <w:r w:rsidRPr="00546DA6">
              <w:rPr>
                <w:rStyle w:val="Strong"/>
                <w:rFonts w:eastAsia="SimSun"/>
                <w:color w:val="000000"/>
                <w:sz w:val="18"/>
                <w:szCs w:val="18"/>
                <w:lang w:eastAsia="zh-CN" w:bidi="ar"/>
              </w:rPr>
              <w:t>ms</w:t>
            </w:r>
            <w:proofErr w:type="spellEnd"/>
            <w:r w:rsidRPr="00546DA6">
              <w:rPr>
                <w:rStyle w:val="Strong"/>
                <w:rFonts w:eastAsia="SimSun"/>
                <w:color w:val="000000"/>
                <w:sz w:val="18"/>
                <w:szCs w:val="18"/>
                <w:lang w:eastAsia="zh-CN" w:bidi="ar"/>
              </w:rPr>
              <w:t>)</w:t>
            </w:r>
          </w:p>
        </w:tc>
      </w:tr>
      <w:tr w:rsidR="00EB3B68" w14:paraId="58AB3F3A" w14:textId="77777777" w:rsidTr="00823001">
        <w:trPr>
          <w:jc w:val="center"/>
        </w:trPr>
        <w:tc>
          <w:tcPr>
            <w:tcW w:w="1361" w:type="pct"/>
            <w:vAlign w:val="center"/>
          </w:tcPr>
          <w:p w14:paraId="03B4DDDD" w14:textId="77777777" w:rsidR="00705CE6" w:rsidRDefault="00705CE6" w:rsidP="00E26D38">
            <w:pPr>
              <w:jc w:val="center"/>
              <w:rPr>
                <w:rFonts w:eastAsia="SimSun"/>
                <w:color w:val="000000"/>
                <w:sz w:val="20"/>
                <w:lang w:eastAsia="zh-CN" w:bidi="ar"/>
              </w:rPr>
            </w:pPr>
            <w:r w:rsidRPr="006A3FC8">
              <w:rPr>
                <w:rStyle w:val="Strong"/>
                <w:rFonts w:eastAsia="SimSun"/>
                <w:color w:val="000000"/>
                <w:sz w:val="20"/>
                <w:lang w:eastAsia="zh-CN" w:bidi="ar"/>
              </w:rPr>
              <w:t>Adaptive A</w:t>
            </w:r>
            <w:r w:rsidRPr="006A3FC8">
              <w:rPr>
                <w:rFonts w:eastAsia="SimSun"/>
                <w:color w:val="000000"/>
                <w:sz w:val="20"/>
                <w:lang w:eastAsia="zh-CN" w:bidi="ar"/>
              </w:rPr>
              <w:t>*</w:t>
            </w:r>
          </w:p>
          <w:p w14:paraId="3C2E8D58" w14:textId="1D532C2E" w:rsidR="00E26D38" w:rsidRPr="006A3FC8" w:rsidRDefault="00E26D38" w:rsidP="00E26D38">
            <w:pPr>
              <w:jc w:val="center"/>
              <w:rPr>
                <w:rFonts w:eastAsia="SimSun"/>
                <w:color w:val="000000"/>
                <w:sz w:val="20"/>
                <w:lang w:eastAsia="zh-CN" w:bidi="ar"/>
              </w:rPr>
            </w:pPr>
          </w:p>
        </w:tc>
        <w:tc>
          <w:tcPr>
            <w:tcW w:w="1277" w:type="pct"/>
            <w:vAlign w:val="center"/>
          </w:tcPr>
          <w:p w14:paraId="60F147D4" w14:textId="77777777" w:rsidR="00705CE6" w:rsidRPr="006A3FC8" w:rsidRDefault="00705CE6" w:rsidP="009B1E8A">
            <w:pPr>
              <w:jc w:val="center"/>
              <w:rPr>
                <w:color w:val="000000"/>
                <w:sz w:val="20"/>
              </w:rPr>
            </w:pPr>
            <w:r w:rsidRPr="006A3FC8">
              <w:rPr>
                <w:rFonts w:eastAsia="SimSun"/>
                <w:color w:val="000000"/>
                <w:sz w:val="20"/>
                <w:lang w:eastAsia="zh-CN" w:bidi="ar"/>
              </w:rPr>
              <w:t>Optimal</w:t>
            </w:r>
          </w:p>
        </w:tc>
        <w:tc>
          <w:tcPr>
            <w:tcW w:w="1000" w:type="pct"/>
            <w:vAlign w:val="center"/>
          </w:tcPr>
          <w:p w14:paraId="235D6835" w14:textId="77777777" w:rsidR="00705CE6" w:rsidRPr="006A3FC8" w:rsidRDefault="00705CE6" w:rsidP="009B1E8A">
            <w:pPr>
              <w:jc w:val="center"/>
              <w:rPr>
                <w:color w:val="000000"/>
                <w:sz w:val="20"/>
              </w:rPr>
            </w:pPr>
            <w:r w:rsidRPr="006A3FC8">
              <w:rPr>
                <w:rFonts w:eastAsia="SimSun"/>
                <w:color w:val="000000"/>
                <w:sz w:val="20"/>
                <w:lang w:eastAsia="zh-CN" w:bidi="ar"/>
              </w:rPr>
              <w:t>25</w:t>
            </w:r>
          </w:p>
        </w:tc>
        <w:tc>
          <w:tcPr>
            <w:tcW w:w="1361" w:type="pct"/>
            <w:vAlign w:val="center"/>
          </w:tcPr>
          <w:p w14:paraId="51738B13" w14:textId="77777777" w:rsidR="00705CE6" w:rsidRPr="006A3FC8" w:rsidRDefault="00705CE6" w:rsidP="009B1E8A">
            <w:pPr>
              <w:jc w:val="center"/>
              <w:rPr>
                <w:color w:val="000000"/>
                <w:sz w:val="20"/>
              </w:rPr>
            </w:pPr>
            <w:r w:rsidRPr="006A3FC8">
              <w:rPr>
                <w:rFonts w:eastAsia="SimSun"/>
                <w:color w:val="000000"/>
                <w:sz w:val="20"/>
                <w:lang w:eastAsia="zh-CN" w:bidi="ar"/>
              </w:rPr>
              <w:t>15</w:t>
            </w:r>
          </w:p>
        </w:tc>
      </w:tr>
      <w:tr w:rsidR="00EB3B68" w14:paraId="6E99C44E" w14:textId="77777777" w:rsidTr="00823001">
        <w:trPr>
          <w:trHeight w:val="584"/>
          <w:jc w:val="center"/>
        </w:trPr>
        <w:tc>
          <w:tcPr>
            <w:tcW w:w="1361" w:type="pct"/>
            <w:vAlign w:val="center"/>
          </w:tcPr>
          <w:p w14:paraId="3CA5806B" w14:textId="77777777" w:rsidR="00705CE6" w:rsidRPr="006A3FC8" w:rsidRDefault="00705CE6" w:rsidP="009B1E8A">
            <w:pPr>
              <w:jc w:val="center"/>
              <w:rPr>
                <w:rStyle w:val="Strong"/>
                <w:rFonts w:eastAsia="SimSun"/>
                <w:color w:val="000000"/>
                <w:sz w:val="20"/>
                <w:lang w:eastAsia="zh-CN" w:bidi="ar"/>
              </w:rPr>
            </w:pPr>
          </w:p>
          <w:p w14:paraId="343C5560" w14:textId="77777777" w:rsidR="00705CE6" w:rsidRPr="006A3FC8" w:rsidRDefault="00705CE6" w:rsidP="009B1E8A">
            <w:pPr>
              <w:jc w:val="center"/>
              <w:rPr>
                <w:rFonts w:eastAsia="SimSun"/>
                <w:color w:val="000000"/>
                <w:sz w:val="20"/>
                <w:lang w:eastAsia="zh-CN" w:bidi="ar"/>
              </w:rPr>
            </w:pPr>
            <w:r w:rsidRPr="006A3FC8">
              <w:rPr>
                <w:rStyle w:val="Strong"/>
                <w:rFonts w:eastAsia="SimSun"/>
                <w:color w:val="000000"/>
                <w:sz w:val="20"/>
                <w:lang w:eastAsia="zh-CN" w:bidi="ar"/>
              </w:rPr>
              <w:t>Weighted A</w:t>
            </w:r>
            <w:r w:rsidRPr="006A3FC8">
              <w:rPr>
                <w:rFonts w:eastAsia="SimSun"/>
                <w:color w:val="000000"/>
                <w:sz w:val="20"/>
                <w:lang w:eastAsia="zh-CN" w:bidi="ar"/>
              </w:rPr>
              <w:t>*</w:t>
            </w:r>
          </w:p>
          <w:p w14:paraId="74F2CB3B" w14:textId="77777777" w:rsidR="00705CE6" w:rsidRPr="006A3FC8" w:rsidRDefault="00705CE6" w:rsidP="009B1E8A">
            <w:pPr>
              <w:jc w:val="center"/>
              <w:rPr>
                <w:rFonts w:eastAsia="SimSun"/>
                <w:color w:val="000000"/>
                <w:sz w:val="20"/>
                <w:lang w:eastAsia="zh-CN" w:bidi="ar"/>
              </w:rPr>
            </w:pPr>
          </w:p>
        </w:tc>
        <w:tc>
          <w:tcPr>
            <w:tcW w:w="1277" w:type="pct"/>
            <w:vAlign w:val="center"/>
          </w:tcPr>
          <w:p w14:paraId="216B9511" w14:textId="77777777" w:rsidR="00705CE6" w:rsidRPr="006A3FC8" w:rsidRDefault="00705CE6" w:rsidP="009B1E8A">
            <w:pPr>
              <w:jc w:val="center"/>
              <w:rPr>
                <w:color w:val="000000"/>
                <w:sz w:val="20"/>
              </w:rPr>
            </w:pPr>
            <w:r w:rsidRPr="006A3FC8">
              <w:rPr>
                <w:rFonts w:eastAsia="SimSun"/>
                <w:color w:val="000000"/>
                <w:sz w:val="20"/>
                <w:lang w:eastAsia="zh-CN" w:bidi="ar"/>
              </w:rPr>
              <w:t>Near-optimal (depends on weight)</w:t>
            </w:r>
          </w:p>
        </w:tc>
        <w:tc>
          <w:tcPr>
            <w:tcW w:w="1000" w:type="pct"/>
            <w:vAlign w:val="center"/>
          </w:tcPr>
          <w:p w14:paraId="37425FC1" w14:textId="77777777" w:rsidR="00705CE6" w:rsidRPr="006A3FC8" w:rsidRDefault="00705CE6" w:rsidP="009B1E8A">
            <w:pPr>
              <w:jc w:val="center"/>
              <w:rPr>
                <w:color w:val="000000"/>
                <w:sz w:val="20"/>
              </w:rPr>
            </w:pPr>
            <w:r w:rsidRPr="006A3FC8">
              <w:rPr>
                <w:rFonts w:eastAsia="SimSun"/>
                <w:color w:val="000000"/>
                <w:sz w:val="20"/>
                <w:lang w:eastAsia="zh-CN" w:bidi="ar"/>
              </w:rPr>
              <w:t>10</w:t>
            </w:r>
          </w:p>
        </w:tc>
        <w:tc>
          <w:tcPr>
            <w:tcW w:w="1361" w:type="pct"/>
            <w:vAlign w:val="center"/>
          </w:tcPr>
          <w:p w14:paraId="086039E5" w14:textId="77777777" w:rsidR="00705CE6" w:rsidRPr="006A3FC8" w:rsidRDefault="00705CE6" w:rsidP="009B1E8A">
            <w:pPr>
              <w:jc w:val="center"/>
              <w:rPr>
                <w:color w:val="000000"/>
                <w:sz w:val="20"/>
              </w:rPr>
            </w:pPr>
            <w:r w:rsidRPr="006A3FC8">
              <w:rPr>
                <w:rFonts w:eastAsia="SimSun"/>
                <w:color w:val="000000"/>
                <w:sz w:val="20"/>
                <w:lang w:eastAsia="zh-CN" w:bidi="ar"/>
              </w:rPr>
              <w:t>20</w:t>
            </w:r>
          </w:p>
        </w:tc>
      </w:tr>
      <w:tr w:rsidR="00EB3B68" w14:paraId="26508268" w14:textId="77777777" w:rsidTr="00823001">
        <w:trPr>
          <w:jc w:val="center"/>
        </w:trPr>
        <w:tc>
          <w:tcPr>
            <w:tcW w:w="1361" w:type="pct"/>
            <w:vAlign w:val="center"/>
          </w:tcPr>
          <w:p w14:paraId="1C0CD46E" w14:textId="77777777" w:rsidR="00705CE6" w:rsidRPr="006A3FC8" w:rsidRDefault="00705CE6" w:rsidP="009B1E8A">
            <w:pPr>
              <w:jc w:val="center"/>
              <w:rPr>
                <w:rStyle w:val="Strong"/>
                <w:rFonts w:eastAsia="SimSun"/>
                <w:color w:val="000000"/>
                <w:sz w:val="20"/>
                <w:lang w:eastAsia="zh-CN" w:bidi="ar"/>
              </w:rPr>
            </w:pPr>
          </w:p>
          <w:p w14:paraId="7880F0BB" w14:textId="19F3D4C3" w:rsidR="00DE15B6" w:rsidRPr="006A3FC8" w:rsidRDefault="00705CE6" w:rsidP="00094AFD">
            <w:pPr>
              <w:jc w:val="center"/>
              <w:rPr>
                <w:rFonts w:eastAsia="SimSun"/>
                <w:color w:val="000000"/>
                <w:sz w:val="20"/>
                <w:lang w:eastAsia="zh-CN" w:bidi="ar"/>
              </w:rPr>
            </w:pPr>
            <w:r w:rsidRPr="006A3FC8">
              <w:rPr>
                <w:rStyle w:val="Strong"/>
                <w:rFonts w:eastAsia="SimSun"/>
                <w:color w:val="000000"/>
                <w:sz w:val="20"/>
                <w:lang w:eastAsia="zh-CN" w:bidi="ar"/>
              </w:rPr>
              <w:t>Anytime Repairing A</w:t>
            </w:r>
            <w:r w:rsidRPr="006A3FC8">
              <w:rPr>
                <w:rFonts w:eastAsia="SimSun"/>
                <w:color w:val="000000"/>
                <w:sz w:val="20"/>
                <w:lang w:eastAsia="zh-CN" w:bidi="ar"/>
              </w:rPr>
              <w:t>*</w:t>
            </w:r>
          </w:p>
        </w:tc>
        <w:tc>
          <w:tcPr>
            <w:tcW w:w="1277" w:type="pct"/>
            <w:vAlign w:val="center"/>
          </w:tcPr>
          <w:p w14:paraId="05A026B4" w14:textId="77777777" w:rsidR="00705CE6" w:rsidRPr="006A3FC8" w:rsidRDefault="00705CE6" w:rsidP="009B1E8A">
            <w:pPr>
              <w:jc w:val="center"/>
              <w:rPr>
                <w:color w:val="000000"/>
                <w:sz w:val="20"/>
              </w:rPr>
            </w:pPr>
            <w:r w:rsidRPr="006A3FC8">
              <w:rPr>
                <w:rFonts w:eastAsia="SimSun"/>
                <w:color w:val="000000"/>
                <w:sz w:val="20"/>
                <w:lang w:eastAsia="zh-CN" w:bidi="ar"/>
              </w:rPr>
              <w:t>Initially suboptimal; improves</w:t>
            </w:r>
          </w:p>
        </w:tc>
        <w:tc>
          <w:tcPr>
            <w:tcW w:w="1000" w:type="pct"/>
            <w:vAlign w:val="center"/>
          </w:tcPr>
          <w:p w14:paraId="6BF9891A" w14:textId="77777777" w:rsidR="00705CE6" w:rsidRPr="006A3FC8" w:rsidRDefault="00705CE6" w:rsidP="009B1E8A">
            <w:pPr>
              <w:jc w:val="center"/>
              <w:rPr>
                <w:color w:val="000000"/>
                <w:sz w:val="20"/>
              </w:rPr>
            </w:pPr>
            <w:r w:rsidRPr="006A3FC8">
              <w:rPr>
                <w:rFonts w:eastAsia="SimSun"/>
                <w:color w:val="000000"/>
                <w:sz w:val="20"/>
                <w:lang w:eastAsia="zh-CN" w:bidi="ar"/>
              </w:rPr>
              <w:t>15</w:t>
            </w:r>
          </w:p>
        </w:tc>
        <w:tc>
          <w:tcPr>
            <w:tcW w:w="1361" w:type="pct"/>
            <w:vAlign w:val="center"/>
          </w:tcPr>
          <w:p w14:paraId="5F0D8FBF" w14:textId="77777777" w:rsidR="00705CE6" w:rsidRPr="006A3FC8" w:rsidRDefault="00705CE6" w:rsidP="009B1E8A">
            <w:pPr>
              <w:jc w:val="center"/>
              <w:rPr>
                <w:color w:val="000000"/>
                <w:sz w:val="20"/>
              </w:rPr>
            </w:pPr>
            <w:r w:rsidRPr="006A3FC8">
              <w:rPr>
                <w:rFonts w:eastAsia="SimSun"/>
                <w:color w:val="000000"/>
                <w:sz w:val="20"/>
                <w:lang w:eastAsia="zh-CN" w:bidi="ar"/>
              </w:rPr>
              <w:t>10</w:t>
            </w:r>
          </w:p>
        </w:tc>
      </w:tr>
    </w:tbl>
    <w:p w14:paraId="4AC2BF1A" w14:textId="0FE88CF7" w:rsidR="00C57C63" w:rsidRPr="00C57C63" w:rsidRDefault="00C57C63" w:rsidP="00C57C63">
      <w:pPr>
        <w:tabs>
          <w:tab w:val="left" w:pos="1726"/>
        </w:tabs>
        <w:spacing w:before="147"/>
        <w:ind w:firstLine="113"/>
        <w:jc w:val="both"/>
        <w:rPr>
          <w:sz w:val="20"/>
          <w:lang w:val="en-IN"/>
        </w:rPr>
      </w:pPr>
      <w:r w:rsidRPr="00C57C63">
        <w:rPr>
          <w:sz w:val="20"/>
          <w:lang w:val="en-IN"/>
        </w:rPr>
        <w:t>The performance of the three algorithms is summarized in Table 1, which shows the various performance</w:t>
      </w:r>
      <w:r w:rsidRPr="00C57C63">
        <w:rPr>
          <w:lang w:val="en-IN"/>
        </w:rPr>
        <w:t> </w:t>
      </w:r>
      <w:r w:rsidRPr="00C57C63">
        <w:rPr>
          <w:sz w:val="20"/>
          <w:lang w:val="en-IN"/>
        </w:rPr>
        <w:t>metrics obtained. Adaptive A* resulted in the best</w:t>
      </w:r>
      <w:r w:rsidRPr="00C57C63">
        <w:rPr>
          <w:lang w:val="en-IN"/>
        </w:rPr>
        <w:t> </w:t>
      </w:r>
      <w:r w:rsidRPr="00C57C63">
        <w:rPr>
          <w:sz w:val="20"/>
          <w:lang w:val="en-IN"/>
        </w:rPr>
        <w:t>solution quality, while Weighted A* produced the fastest computation time. This makes ARA</w:t>
      </w:r>
      <w:r>
        <w:rPr>
          <w:sz w:val="20"/>
          <w:lang w:val="en-IN"/>
        </w:rPr>
        <w:t>*</w:t>
      </w:r>
      <w:r w:rsidRPr="00C57C63">
        <w:rPr>
          <w:sz w:val="20"/>
          <w:lang w:val="en-IN"/>
        </w:rPr>
        <w:t>, which showcases the best</w:t>
      </w:r>
      <w:r w:rsidRPr="00C57C63">
        <w:rPr>
          <w:lang w:val="en-IN"/>
        </w:rPr>
        <w:t> </w:t>
      </w:r>
      <w:r w:rsidRPr="00C57C63">
        <w:rPr>
          <w:sz w:val="20"/>
          <w:lang w:val="en-IN"/>
        </w:rPr>
        <w:t>adjustment properties, the most flexible for changing environments. These findings are also illustrated further with</w:t>
      </w:r>
      <w:r w:rsidRPr="00C57C63">
        <w:rPr>
          <w:lang w:val="en-IN"/>
        </w:rPr>
        <w:t> </w:t>
      </w:r>
      <w:r w:rsidRPr="00C57C63">
        <w:rPr>
          <w:sz w:val="20"/>
          <w:lang w:val="en-IN"/>
        </w:rPr>
        <w:t>graphical analyses. A bar chart comparing computational times indicates that Weighted A was the fastest algorithm, while a line graph of adaptability shows the efficiency with which</w:t>
      </w:r>
      <w:r w:rsidRPr="00C57C63">
        <w:rPr>
          <w:lang w:val="en-IN"/>
        </w:rPr>
        <w:t> </w:t>
      </w:r>
      <w:r w:rsidRPr="00C57C63">
        <w:rPr>
          <w:sz w:val="20"/>
          <w:lang w:val="en-IN"/>
        </w:rPr>
        <w:t>ARA* appropriated planning when confronted with changes in the environment.</w:t>
      </w:r>
    </w:p>
    <w:p w14:paraId="79A79875" w14:textId="7983A7A1" w:rsidR="00705CE6" w:rsidRDefault="00705CE6" w:rsidP="00DC18C2">
      <w:pPr>
        <w:pStyle w:val="ListParagraph"/>
        <w:tabs>
          <w:tab w:val="left" w:pos="1726"/>
        </w:tabs>
        <w:spacing w:before="147"/>
        <w:ind w:left="0"/>
        <w:jc w:val="both"/>
        <w:rPr>
          <w:sz w:val="20"/>
        </w:rPr>
      </w:pPr>
      <w:r>
        <w:rPr>
          <w:sz w:val="20"/>
        </w:rPr>
        <w:t>.</w:t>
      </w:r>
    </w:p>
    <w:p w14:paraId="2D90C80D" w14:textId="77777777" w:rsidR="00705CE6" w:rsidRPr="00705CE6" w:rsidRDefault="00705CE6" w:rsidP="00705CE6">
      <w:pPr>
        <w:pStyle w:val="ListParagraph"/>
        <w:tabs>
          <w:tab w:val="left" w:pos="1726"/>
        </w:tabs>
        <w:spacing w:before="147"/>
        <w:ind w:left="0"/>
        <w:jc w:val="center"/>
        <w:rPr>
          <w:rStyle w:val="Strong"/>
          <w:szCs w:val="24"/>
        </w:rPr>
      </w:pPr>
      <w:r w:rsidRPr="00705CE6">
        <w:rPr>
          <w:rStyle w:val="Strong"/>
          <w:szCs w:val="24"/>
        </w:rPr>
        <w:t>Analysis and Observations</w:t>
      </w:r>
    </w:p>
    <w:p w14:paraId="1E4EFEC1" w14:textId="0E99DBC0" w:rsidR="00705CE6" w:rsidRPr="00A8361D" w:rsidRDefault="00A8361D" w:rsidP="00A8361D">
      <w:pPr>
        <w:tabs>
          <w:tab w:val="left" w:pos="1726"/>
        </w:tabs>
        <w:spacing w:before="147"/>
        <w:ind w:firstLine="113"/>
        <w:jc w:val="both"/>
        <w:rPr>
          <w:sz w:val="20"/>
          <w:lang w:val="en-IN"/>
        </w:rPr>
      </w:pPr>
      <w:r w:rsidRPr="00A8361D">
        <w:rPr>
          <w:sz w:val="20"/>
          <w:lang w:val="en-IN"/>
        </w:rPr>
        <w:t>Given its ability to adapt quickly while ensuring optimality, Adaptive A* is particularly useful in dynamic environments like the mentioned warehouse, where</w:t>
      </w:r>
      <w:r w:rsidR="009D2C08">
        <w:rPr>
          <w:lang w:val="en-IN"/>
        </w:rPr>
        <w:t xml:space="preserve"> </w:t>
      </w:r>
      <w:r w:rsidRPr="00A8361D">
        <w:rPr>
          <w:sz w:val="20"/>
          <w:lang w:val="en-IN"/>
        </w:rPr>
        <w:t>environments are subject to obstacle changes and require efficient recalculation. Weighted A, on the other hand, proved superior in speed-critical contexts with relaxed optimality requirements, like drone navigation</w:t>
      </w:r>
      <w:r w:rsidRPr="00A8361D">
        <w:rPr>
          <w:lang w:val="en-IN"/>
        </w:rPr>
        <w:t> </w:t>
      </w:r>
      <w:r w:rsidRPr="00A8361D">
        <w:rPr>
          <w:sz w:val="20"/>
          <w:lang w:val="en-IN"/>
        </w:rPr>
        <w:t>systems, where marginal suboptimality can offset overhead in generation time. AR</w:t>
      </w:r>
      <w:r w:rsidR="00CA5FA5">
        <w:rPr>
          <w:sz w:val="20"/>
          <w:lang w:val="en-IN"/>
        </w:rPr>
        <w:t>A*</w:t>
      </w:r>
      <w:r w:rsidRPr="00A8361D">
        <w:rPr>
          <w:sz w:val="20"/>
          <w:lang w:val="en-IN"/>
        </w:rPr>
        <w:t xml:space="preserve"> probably is the best of your requirements, float your initial, fast solution and gradually enhance along the way, it would</w:t>
      </w:r>
      <w:r>
        <w:rPr>
          <w:lang w:val="en-IN"/>
        </w:rPr>
        <w:t xml:space="preserve"> </w:t>
      </w:r>
      <w:r w:rsidRPr="00A8361D">
        <w:rPr>
          <w:sz w:val="20"/>
          <w:lang w:val="en-IN"/>
        </w:rPr>
        <w:t>be useful for traffic management in real time or other dynamic stuff. The graphs below visually</w:t>
      </w:r>
      <w:r>
        <w:rPr>
          <w:lang w:val="en-IN"/>
        </w:rPr>
        <w:t xml:space="preserve"> </w:t>
      </w:r>
      <w:r w:rsidRPr="00A8361D">
        <w:rPr>
          <w:sz w:val="20"/>
          <w:lang w:val="en-IN"/>
        </w:rPr>
        <w:t>depict the results:</w:t>
      </w:r>
    </w:p>
    <w:p w14:paraId="01C3E526" w14:textId="077266B5" w:rsidR="00705CE6" w:rsidRDefault="00705CE6" w:rsidP="00B34A5F">
      <w:pPr>
        <w:pStyle w:val="ListParagraph"/>
        <w:tabs>
          <w:tab w:val="left" w:pos="1726"/>
        </w:tabs>
        <w:spacing w:before="147"/>
        <w:ind w:left="0"/>
        <w:jc w:val="center"/>
        <w:rPr>
          <w:sz w:val="20"/>
        </w:rPr>
      </w:pPr>
      <w:r>
        <w:rPr>
          <w:noProof/>
          <w:sz w:val="20"/>
        </w:rPr>
        <w:lastRenderedPageBreak/>
        <w:drawing>
          <wp:inline distT="0" distB="0" distL="114300" distR="114300" wp14:anchorId="3802D66F" wp14:editId="4CA8F969">
            <wp:extent cx="3107867" cy="2415540"/>
            <wp:effectExtent l="0" t="0" r="0" b="3810"/>
            <wp:docPr id="768773038" name="Picture 768773038" desc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1"/>
                    <pic:cNvPicPr>
                      <a:picLocks noChangeAspect="1"/>
                    </pic:cNvPicPr>
                  </pic:nvPicPr>
                  <pic:blipFill>
                    <a:blip r:embed="rId9"/>
                    <a:srcRect t="4929"/>
                    <a:stretch>
                      <a:fillRect/>
                    </a:stretch>
                  </pic:blipFill>
                  <pic:spPr>
                    <a:xfrm>
                      <a:off x="0" y="0"/>
                      <a:ext cx="3126744" cy="2430212"/>
                    </a:xfrm>
                    <a:prstGeom prst="rect">
                      <a:avLst/>
                    </a:prstGeom>
                  </pic:spPr>
                </pic:pic>
              </a:graphicData>
            </a:graphic>
          </wp:inline>
        </w:drawing>
      </w:r>
    </w:p>
    <w:p w14:paraId="4546ED8E" w14:textId="669888F1" w:rsidR="00B256DB" w:rsidRPr="00B256DB" w:rsidRDefault="00B34A5F" w:rsidP="00B256DB">
      <w:pPr>
        <w:pStyle w:val="NormalWeb"/>
        <w:jc w:val="center"/>
        <w:rPr>
          <w:rStyle w:val="Strong"/>
          <w:b w:val="0"/>
          <w:bCs w:val="0"/>
          <w:i/>
          <w:iCs/>
          <w:sz w:val="18"/>
          <w:szCs w:val="18"/>
        </w:rPr>
      </w:pPr>
      <w:r w:rsidRPr="00B34A5F">
        <w:rPr>
          <w:b/>
          <w:caps/>
          <w:sz w:val="18"/>
          <w:szCs w:val="18"/>
        </w:rPr>
        <w:t>Figure 1.</w:t>
      </w:r>
      <w:r w:rsidRPr="00B34A5F">
        <w:rPr>
          <w:sz w:val="18"/>
          <w:szCs w:val="18"/>
        </w:rPr>
        <w:t xml:space="preserve"> </w:t>
      </w:r>
      <w:r w:rsidR="00823001" w:rsidRPr="00B34A5F">
        <w:rPr>
          <w:rStyle w:val="Strong"/>
          <w:b w:val="0"/>
          <w:bCs w:val="0"/>
          <w:i/>
          <w:iCs/>
          <w:sz w:val="18"/>
          <w:szCs w:val="18"/>
        </w:rPr>
        <w:t>SOLUTION QUALITY VS. ALGORITHMS</w:t>
      </w:r>
    </w:p>
    <w:p w14:paraId="070937D6" w14:textId="275FF98F" w:rsidR="00705CE6" w:rsidRPr="00CA5FA5" w:rsidRDefault="00CA5FA5" w:rsidP="00CA5FA5">
      <w:pPr>
        <w:pStyle w:val="NormalWeb"/>
        <w:ind w:firstLine="113"/>
        <w:jc w:val="both"/>
        <w:rPr>
          <w:sz w:val="20"/>
          <w:lang w:val="en-IN"/>
        </w:rPr>
      </w:pPr>
      <w:r w:rsidRPr="00CA5FA5">
        <w:rPr>
          <w:sz w:val="20"/>
          <w:lang w:val="en-IN"/>
        </w:rPr>
        <w:t>This is a compared</w:t>
      </w:r>
      <w:r w:rsidRPr="00CA5FA5">
        <w:rPr>
          <w:sz w:val="20"/>
          <w:lang w:val="en-IN"/>
        </w:rPr>
        <w:t> </w:t>
      </w:r>
      <w:r w:rsidRPr="00CA5FA5">
        <w:rPr>
          <w:sz w:val="20"/>
          <w:lang w:val="en-IN"/>
        </w:rPr>
        <w:t>solution quality of the three algorithms bar chart. Adaptive A* is perfectly optimal (quality=1.0) while Weighted A* and ARA* will always</w:t>
      </w:r>
      <w:r w:rsidRPr="00CA5FA5">
        <w:rPr>
          <w:sz w:val="20"/>
          <w:lang w:val="en-IN"/>
        </w:rPr>
        <w:t> </w:t>
      </w:r>
      <w:r w:rsidRPr="00CA5FA5">
        <w:rPr>
          <w:sz w:val="20"/>
          <w:lang w:val="en-IN"/>
        </w:rPr>
        <w:t xml:space="preserve">have a suboptimal quality in their first iterations. </w:t>
      </w:r>
      <w:r w:rsidR="00705CE6">
        <w:rPr>
          <w:sz w:val="20"/>
          <w:szCs w:val="20"/>
        </w:rPr>
        <w:t>.</w:t>
      </w:r>
    </w:p>
    <w:p w14:paraId="07AFD3C7" w14:textId="77777777" w:rsidR="00705CE6" w:rsidRDefault="00705CE6" w:rsidP="005B451F">
      <w:pPr>
        <w:pStyle w:val="NormalWeb"/>
        <w:jc w:val="center"/>
        <w:rPr>
          <w:sz w:val="20"/>
          <w:szCs w:val="20"/>
        </w:rPr>
      </w:pPr>
      <w:r>
        <w:rPr>
          <w:noProof/>
          <w:sz w:val="20"/>
          <w:szCs w:val="20"/>
          <w:lang w:val="en-US" w:eastAsia="en-US"/>
        </w:rPr>
        <w:drawing>
          <wp:inline distT="0" distB="0" distL="114300" distR="114300" wp14:anchorId="10BCB6B1" wp14:editId="539F4D71">
            <wp:extent cx="3307080" cy="2506745"/>
            <wp:effectExtent l="0" t="0" r="7620" b="8255"/>
            <wp:docPr id="51403856" name="Picture 51403856" descr="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2"/>
                    <pic:cNvPicPr>
                      <a:picLocks noChangeAspect="1"/>
                    </pic:cNvPicPr>
                  </pic:nvPicPr>
                  <pic:blipFill>
                    <a:blip r:embed="rId10"/>
                    <a:srcRect t="4964"/>
                    <a:stretch>
                      <a:fillRect/>
                    </a:stretch>
                  </pic:blipFill>
                  <pic:spPr>
                    <a:xfrm>
                      <a:off x="0" y="0"/>
                      <a:ext cx="3309674" cy="2508711"/>
                    </a:xfrm>
                    <a:prstGeom prst="rect">
                      <a:avLst/>
                    </a:prstGeom>
                  </pic:spPr>
                </pic:pic>
              </a:graphicData>
            </a:graphic>
          </wp:inline>
        </w:drawing>
      </w:r>
    </w:p>
    <w:p w14:paraId="7F5C3442" w14:textId="658EB068" w:rsidR="00705CE6" w:rsidRPr="00B831CD" w:rsidRDefault="00B831CD" w:rsidP="00705CE6">
      <w:pPr>
        <w:pStyle w:val="NormalWeb"/>
        <w:jc w:val="center"/>
        <w:rPr>
          <w:sz w:val="22"/>
          <w:szCs w:val="22"/>
        </w:rPr>
      </w:pPr>
      <w:r w:rsidRPr="00B34A5F">
        <w:rPr>
          <w:b/>
          <w:caps/>
          <w:sz w:val="18"/>
          <w:szCs w:val="18"/>
        </w:rPr>
        <w:t xml:space="preserve">Figure </w:t>
      </w:r>
      <w:r w:rsidR="00705CE6" w:rsidRPr="00B831CD">
        <w:rPr>
          <w:rStyle w:val="Strong"/>
          <w:sz w:val="18"/>
          <w:szCs w:val="18"/>
        </w:rPr>
        <w:t xml:space="preserve">2: </w:t>
      </w:r>
      <w:r w:rsidR="00823001" w:rsidRPr="00B831CD">
        <w:rPr>
          <w:rStyle w:val="Strong"/>
          <w:b w:val="0"/>
          <w:bCs w:val="0"/>
          <w:i/>
          <w:iCs/>
          <w:sz w:val="18"/>
          <w:szCs w:val="18"/>
        </w:rPr>
        <w:t>COMPUTATIONAL TIME VS. ALGORITHMS</w:t>
      </w:r>
    </w:p>
    <w:p w14:paraId="0F4DC64F" w14:textId="298DBB67" w:rsidR="00705CE6" w:rsidRDefault="00705CE6" w:rsidP="00634A21">
      <w:pPr>
        <w:pStyle w:val="NormalWeb"/>
        <w:ind w:firstLine="113"/>
        <w:jc w:val="both"/>
        <w:rPr>
          <w:sz w:val="20"/>
          <w:szCs w:val="20"/>
        </w:rPr>
      </w:pPr>
      <w:r>
        <w:rPr>
          <w:sz w:val="20"/>
          <w:szCs w:val="20"/>
        </w:rPr>
        <w:t xml:space="preserve">The </w:t>
      </w:r>
      <w:r w:rsidR="00CA5FA5">
        <w:rPr>
          <w:sz w:val="20"/>
          <w:szCs w:val="20"/>
        </w:rPr>
        <w:t xml:space="preserve">above </w:t>
      </w:r>
      <w:r>
        <w:rPr>
          <w:sz w:val="20"/>
          <w:szCs w:val="20"/>
        </w:rPr>
        <w:t xml:space="preserve">computational time comparison </w:t>
      </w:r>
      <w:r w:rsidR="00CA5FA5">
        <w:rPr>
          <w:sz w:val="20"/>
          <w:szCs w:val="20"/>
        </w:rPr>
        <w:t xml:space="preserve">bar chart </w:t>
      </w:r>
      <w:r>
        <w:rPr>
          <w:sz w:val="20"/>
          <w:szCs w:val="20"/>
        </w:rPr>
        <w:t>shows the clear speed advantage of Weighted A* due to its heuristic prioritization, while Adaptive A* lags behind because of its detailed heuristic updates.</w:t>
      </w:r>
    </w:p>
    <w:p w14:paraId="35BD81C4" w14:textId="77777777" w:rsidR="00705CE6" w:rsidRDefault="00705CE6" w:rsidP="001E3395">
      <w:pPr>
        <w:pStyle w:val="NormalWeb"/>
        <w:jc w:val="center"/>
        <w:rPr>
          <w:sz w:val="20"/>
          <w:szCs w:val="20"/>
        </w:rPr>
      </w:pPr>
      <w:r>
        <w:rPr>
          <w:noProof/>
          <w:sz w:val="20"/>
          <w:szCs w:val="20"/>
          <w:lang w:val="en-US" w:eastAsia="en-US"/>
        </w:rPr>
        <w:lastRenderedPageBreak/>
        <w:drawing>
          <wp:inline distT="0" distB="0" distL="114300" distR="114300" wp14:anchorId="0DE76242" wp14:editId="50200D55">
            <wp:extent cx="3313786" cy="2560320"/>
            <wp:effectExtent l="0" t="0" r="1270" b="0"/>
            <wp:docPr id="1433670158" name="Picture 1433670158" descr="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3"/>
                    <pic:cNvPicPr>
                      <a:picLocks noChangeAspect="1"/>
                    </pic:cNvPicPr>
                  </pic:nvPicPr>
                  <pic:blipFill>
                    <a:blip r:embed="rId11"/>
                    <a:srcRect t="5034"/>
                    <a:stretch>
                      <a:fillRect/>
                    </a:stretch>
                  </pic:blipFill>
                  <pic:spPr>
                    <a:xfrm>
                      <a:off x="0" y="0"/>
                      <a:ext cx="3317356" cy="2563079"/>
                    </a:xfrm>
                    <a:prstGeom prst="rect">
                      <a:avLst/>
                    </a:prstGeom>
                  </pic:spPr>
                </pic:pic>
              </a:graphicData>
            </a:graphic>
          </wp:inline>
        </w:drawing>
      </w:r>
    </w:p>
    <w:p w14:paraId="42281777" w14:textId="4B6DD4F9" w:rsidR="00705CE6" w:rsidRDefault="0049338C" w:rsidP="00705CE6">
      <w:pPr>
        <w:pStyle w:val="NormalWeb"/>
        <w:jc w:val="center"/>
        <w:rPr>
          <w:sz w:val="16"/>
          <w:szCs w:val="16"/>
        </w:rPr>
      </w:pPr>
      <w:r w:rsidRPr="00B34A5F">
        <w:rPr>
          <w:b/>
          <w:caps/>
          <w:sz w:val="18"/>
          <w:szCs w:val="18"/>
        </w:rPr>
        <w:t xml:space="preserve">Figure </w:t>
      </w:r>
      <w:r w:rsidR="00705CE6" w:rsidRPr="0049338C">
        <w:rPr>
          <w:rStyle w:val="Strong"/>
          <w:sz w:val="18"/>
          <w:szCs w:val="18"/>
        </w:rPr>
        <w:t>3</w:t>
      </w:r>
      <w:r>
        <w:rPr>
          <w:rStyle w:val="Strong"/>
          <w:sz w:val="16"/>
          <w:szCs w:val="16"/>
        </w:rPr>
        <w:t>:</w:t>
      </w:r>
      <w:r w:rsidR="00705CE6" w:rsidRPr="0049338C">
        <w:rPr>
          <w:rStyle w:val="Strong"/>
          <w:b w:val="0"/>
          <w:bCs w:val="0"/>
          <w:i/>
          <w:iCs/>
          <w:sz w:val="16"/>
          <w:szCs w:val="16"/>
        </w:rPr>
        <w:t xml:space="preserve"> </w:t>
      </w:r>
      <w:r w:rsidR="00C06964" w:rsidRPr="00E1684E">
        <w:rPr>
          <w:rStyle w:val="Strong"/>
          <w:b w:val="0"/>
          <w:bCs w:val="0"/>
          <w:i/>
          <w:iCs/>
          <w:sz w:val="18"/>
          <w:szCs w:val="18"/>
        </w:rPr>
        <w:t>ADAPTABILITY TO DYNAMIC CHANGES</w:t>
      </w:r>
    </w:p>
    <w:p w14:paraId="17191337" w14:textId="6233D1B6" w:rsidR="00705CE6" w:rsidRPr="00C56D4A" w:rsidRDefault="00C56D4A" w:rsidP="00C56D4A">
      <w:pPr>
        <w:pStyle w:val="NormalWeb"/>
        <w:ind w:firstLine="113"/>
        <w:jc w:val="both"/>
        <w:rPr>
          <w:sz w:val="20"/>
          <w:lang w:val="en-IN"/>
        </w:rPr>
      </w:pPr>
      <w:r w:rsidRPr="00C56D4A">
        <w:rPr>
          <w:sz w:val="20"/>
          <w:lang w:val="en-IN"/>
        </w:rPr>
        <w:t>This line chart illustrates the compensation achieved for ARA</w:t>
      </w:r>
      <w:r w:rsidR="0053786D">
        <w:rPr>
          <w:sz w:val="20"/>
          <w:lang w:val="en-IN"/>
        </w:rPr>
        <w:t>*</w:t>
      </w:r>
      <w:r w:rsidRPr="00C56D4A">
        <w:rPr>
          <w:sz w:val="20"/>
          <w:lang w:val="en-IN"/>
        </w:rPr>
        <w:t>, which adapts quickly</w:t>
      </w:r>
      <w:r w:rsidRPr="00C56D4A">
        <w:rPr>
          <w:sz w:val="20"/>
          <w:lang w:val="en-IN"/>
        </w:rPr>
        <w:t> </w:t>
      </w:r>
      <w:r w:rsidRPr="00C56D4A">
        <w:rPr>
          <w:sz w:val="20"/>
          <w:lang w:val="en-IN"/>
        </w:rPr>
        <w:t>to changing environments, and which is closely followed by Adaptive A. Either way, the</w:t>
      </w:r>
      <w:r w:rsidRPr="00C56D4A">
        <w:rPr>
          <w:sz w:val="20"/>
          <w:lang w:val="en-IN"/>
        </w:rPr>
        <w:t> </w:t>
      </w:r>
      <w:r w:rsidRPr="00C56D4A">
        <w:rPr>
          <w:sz w:val="20"/>
          <w:lang w:val="en-IN"/>
        </w:rPr>
        <w:t>appropriate informed search algorithm depends on the needs of the application. In conclusion, both Adaptive A</w:t>
      </w:r>
      <w:r w:rsidR="0053786D">
        <w:rPr>
          <w:sz w:val="20"/>
          <w:lang w:val="en-IN"/>
        </w:rPr>
        <w:t>*</w:t>
      </w:r>
      <w:r w:rsidRPr="00C56D4A">
        <w:rPr>
          <w:sz w:val="20"/>
          <w:lang w:val="en-IN"/>
        </w:rPr>
        <w:t>, Weighted A</w:t>
      </w:r>
      <w:r w:rsidR="0053786D">
        <w:rPr>
          <w:sz w:val="20"/>
          <w:lang w:val="en-IN"/>
        </w:rPr>
        <w:t>*</w:t>
      </w:r>
      <w:r w:rsidRPr="00C56D4A">
        <w:rPr>
          <w:sz w:val="20"/>
          <w:lang w:val="en-IN"/>
        </w:rPr>
        <w:t>, and ARA* are well-existing algorithms that can be used for various purposes: Adaptive A* is suitable when tasks need a high degree of accuracy while adaptability, on the other side, Weighted A* best</w:t>
      </w:r>
      <w:r w:rsidRPr="00C56D4A">
        <w:rPr>
          <w:sz w:val="20"/>
          <w:lang w:val="en-IN"/>
        </w:rPr>
        <w:t> </w:t>
      </w:r>
      <w:r w:rsidRPr="00C56D4A">
        <w:rPr>
          <w:sz w:val="20"/>
          <w:lang w:val="en-IN"/>
        </w:rPr>
        <w:t>works when speed matters over accuracy, and ARA* caters a solid approach when there are dynamic environments that are real-time and need improvement on every iteration. These</w:t>
      </w:r>
      <w:r w:rsidRPr="00C56D4A">
        <w:rPr>
          <w:sz w:val="20"/>
          <w:lang w:val="en-IN"/>
        </w:rPr>
        <w:t> </w:t>
      </w:r>
      <w:r w:rsidRPr="00C56D4A">
        <w:rPr>
          <w:sz w:val="20"/>
          <w:lang w:val="en-IN"/>
        </w:rPr>
        <w:t>outcomes highlight the necessity of grasping the trade-offs among algorithmic performance metrics to determine the most suitable approach for real-world implementations</w:t>
      </w:r>
      <w:r w:rsidR="00705CE6">
        <w:rPr>
          <w:sz w:val="20"/>
          <w:szCs w:val="20"/>
        </w:rPr>
        <w:t>.</w:t>
      </w:r>
    </w:p>
    <w:p w14:paraId="266DA909" w14:textId="2F69A88D" w:rsidR="00EF176F" w:rsidRDefault="00EF176F" w:rsidP="00F402BC">
      <w:pPr>
        <w:pStyle w:val="Heading1"/>
      </w:pPr>
      <w:r>
        <w:t>Conclusion</w:t>
      </w:r>
    </w:p>
    <w:p w14:paraId="4375DBC0" w14:textId="57EDB865" w:rsidR="0053786D" w:rsidRPr="0053786D" w:rsidRDefault="0053786D" w:rsidP="00EA3CE0">
      <w:pPr>
        <w:pStyle w:val="Paragraph"/>
        <w:ind w:firstLine="113"/>
        <w:rPr>
          <w:lang w:val="en-IN"/>
        </w:rPr>
      </w:pPr>
      <w:r w:rsidRPr="0053786D">
        <w:rPr>
          <w:lang w:val="en-IN"/>
        </w:rPr>
        <w:t>In this paper we executed and compared three informed search algorithms Adaptive A</w:t>
      </w:r>
      <w:r>
        <w:rPr>
          <w:lang w:val="en-IN"/>
        </w:rPr>
        <w:t>*</w:t>
      </w:r>
      <w:r w:rsidRPr="0053786D">
        <w:rPr>
          <w:lang w:val="en-IN"/>
        </w:rPr>
        <w:t>, Weighted</w:t>
      </w:r>
      <w:r w:rsidRPr="0053786D">
        <w:rPr>
          <w:lang w:val="en-IN"/>
        </w:rPr>
        <w:t> </w:t>
      </w:r>
      <w:r w:rsidRPr="0053786D">
        <w:rPr>
          <w:lang w:val="en-IN"/>
        </w:rPr>
        <w:t>A</w:t>
      </w:r>
      <w:r>
        <w:rPr>
          <w:lang w:val="en-IN"/>
        </w:rPr>
        <w:t>*</w:t>
      </w:r>
      <w:r w:rsidRPr="0053786D">
        <w:rPr>
          <w:lang w:val="en-IN"/>
        </w:rPr>
        <w:t>, and Anytime Repairing A* (ARA*) in a defined grid world environment. The algorithms exhibited</w:t>
      </w:r>
      <w:r w:rsidRPr="0053786D">
        <w:rPr>
          <w:lang w:val="en-IN"/>
        </w:rPr>
        <w:t> </w:t>
      </w:r>
      <w:r w:rsidRPr="0053786D">
        <w:rPr>
          <w:lang w:val="en-IN"/>
        </w:rPr>
        <w:t>unique trade-offs in computational complexity and path optimality.</w:t>
      </w:r>
    </w:p>
    <w:p w14:paraId="218D6C7C" w14:textId="1AE8FBB7" w:rsidR="00EF176F" w:rsidRPr="00EF176F" w:rsidRDefault="0053786D" w:rsidP="00EA3CE0">
      <w:pPr>
        <w:pStyle w:val="Paragraph"/>
        <w:ind w:firstLine="113"/>
        <w:rPr>
          <w:lang w:val="en-IN"/>
        </w:rPr>
      </w:pPr>
      <w:r w:rsidRPr="0053786D">
        <w:rPr>
          <w:lang w:val="en-IN"/>
        </w:rPr>
        <w:t>The Adaptive A* algorithm improves search efficiency in successive searches by updating</w:t>
      </w:r>
      <w:r w:rsidRPr="0053786D">
        <w:rPr>
          <w:lang w:val="en-IN"/>
        </w:rPr>
        <w:t> </w:t>
      </w:r>
      <w:r w:rsidRPr="0053786D">
        <w:rPr>
          <w:lang w:val="en-IN"/>
        </w:rPr>
        <w:t>the heuristic values based on previously visited paths. Though</w:t>
      </w:r>
      <w:r w:rsidRPr="0053786D">
        <w:rPr>
          <w:lang w:val="en-IN"/>
        </w:rPr>
        <w:t> </w:t>
      </w:r>
      <w:r w:rsidRPr="0053786D">
        <w:rPr>
          <w:lang w:val="en-IN"/>
        </w:rPr>
        <w:t>the search was fast, the Weighted A* method provided suboptimal paths produced due to a high heuristic weight. Heavier weights yielded less ideal but much quicker</w:t>
      </w:r>
      <w:r w:rsidRPr="0053786D">
        <w:rPr>
          <w:lang w:val="en-IN"/>
        </w:rPr>
        <w:t> </w:t>
      </w:r>
      <w:r w:rsidRPr="0053786D">
        <w:rPr>
          <w:lang w:val="en-IN"/>
        </w:rPr>
        <w:t>pathfinding results. This is an approach described by the ARA* algorithm, which repeatedly improves the solution beginning</w:t>
      </w:r>
      <w:r w:rsidRPr="0053786D">
        <w:rPr>
          <w:lang w:val="en-IN"/>
        </w:rPr>
        <w:t> </w:t>
      </w:r>
      <w:r w:rsidRPr="0053786D">
        <w:rPr>
          <w:lang w:val="en-IN"/>
        </w:rPr>
        <w:t>from an approximate heuristic and eventually approaches the optimal path while maintaining efficiency, which in turn allows for dependence on accuracy</w:t>
      </w:r>
      <w:r w:rsidR="00EF176F" w:rsidRPr="00EF176F">
        <w:rPr>
          <w:lang w:val="en-IN"/>
        </w:rPr>
        <w:t>.</w:t>
      </w:r>
    </w:p>
    <w:p w14:paraId="19A258FD" w14:textId="77777777" w:rsidR="003C0014" w:rsidRPr="003C0014" w:rsidRDefault="003C0014" w:rsidP="00EA3CE0">
      <w:pPr>
        <w:pStyle w:val="Paragraph"/>
        <w:ind w:firstLine="113"/>
        <w:rPr>
          <w:lang w:val="en-IN"/>
        </w:rPr>
      </w:pPr>
      <w:r w:rsidRPr="003C0014">
        <w:rPr>
          <w:lang w:val="en-IN"/>
        </w:rPr>
        <w:t>The experimental results showed that the shortest and optimal path was given</w:t>
      </w:r>
      <w:r w:rsidRPr="003C0014">
        <w:rPr>
          <w:lang w:val="en-IN"/>
        </w:rPr>
        <w:t> </w:t>
      </w:r>
      <w:r w:rsidRPr="003C0014">
        <w:rPr>
          <w:lang w:val="en-IN"/>
        </w:rPr>
        <w:t>by standard A, whereas with Weighted A, there was a trade-off with accuracy for speed. The ARA* algorithm is a defer optimal technique which can</w:t>
      </w:r>
      <w:r w:rsidRPr="003C0014">
        <w:rPr>
          <w:lang w:val="en-IN"/>
        </w:rPr>
        <w:t> </w:t>
      </w:r>
      <w:r w:rsidRPr="003C0014">
        <w:rPr>
          <w:lang w:val="en-IN"/>
        </w:rPr>
        <w:t>incrementally improve the path based on the amount of time spent in computation. This comparative study emphasizes the importance of choosing a suitable search strategy; due to real-time constraints and the desire for path optimality, these considerations are</w:t>
      </w:r>
      <w:r w:rsidRPr="003C0014">
        <w:rPr>
          <w:lang w:val="en-IN"/>
        </w:rPr>
        <w:t> </w:t>
      </w:r>
      <w:r w:rsidRPr="003C0014">
        <w:rPr>
          <w:lang w:val="en-IN"/>
        </w:rPr>
        <w:t>essential in the context of urban applications like robotics, navigation systems and automated planning.</w:t>
      </w:r>
    </w:p>
    <w:p w14:paraId="7399E4CF" w14:textId="27CDFA26" w:rsidR="00EF176F" w:rsidRPr="00EF176F" w:rsidRDefault="003C0014" w:rsidP="00EA3CE0">
      <w:pPr>
        <w:pStyle w:val="Paragraph"/>
        <w:ind w:firstLine="113"/>
        <w:rPr>
          <w:lang w:val="en-IN"/>
        </w:rPr>
      </w:pPr>
      <w:r w:rsidRPr="003C0014">
        <w:rPr>
          <w:lang w:val="en-IN"/>
        </w:rPr>
        <w:t>Future work</w:t>
      </w:r>
      <w:r w:rsidRPr="003C0014">
        <w:rPr>
          <w:lang w:val="en-IN"/>
        </w:rPr>
        <w:t> </w:t>
      </w:r>
      <w:r w:rsidRPr="003C0014">
        <w:rPr>
          <w:lang w:val="en-IN"/>
        </w:rPr>
        <w:t>should study the applicability of these algorithms with realistic dynamic environments and complicated obstacle-rich grids, allowing further adaptation in real-time navigation challenges</w:t>
      </w:r>
      <w:r w:rsidR="00EF176F" w:rsidRPr="00EF176F">
        <w:rPr>
          <w:lang w:val="en-IN"/>
        </w:rPr>
        <w:t>.</w:t>
      </w:r>
    </w:p>
    <w:p w14:paraId="1067BF5F" w14:textId="77777777" w:rsidR="00EF176F" w:rsidRPr="00EF176F" w:rsidRDefault="00EF176F" w:rsidP="00EA3CE0">
      <w:pPr>
        <w:pStyle w:val="Paragraph"/>
        <w:ind w:firstLine="0"/>
      </w:pPr>
    </w:p>
    <w:p w14:paraId="5B842D1B" w14:textId="77777777" w:rsidR="00EA3CE0" w:rsidRDefault="00EA3CE0" w:rsidP="00F402BC">
      <w:pPr>
        <w:pStyle w:val="Heading1"/>
      </w:pPr>
    </w:p>
    <w:p w14:paraId="41B4324D" w14:textId="1E0907FD" w:rsidR="00F402BC" w:rsidRDefault="00F402BC" w:rsidP="00F402BC">
      <w:pPr>
        <w:pStyle w:val="Heading1"/>
      </w:pPr>
      <w:r>
        <w:t>references</w:t>
      </w:r>
    </w:p>
    <w:p w14:paraId="09D675F2" w14:textId="7C4D3001"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 xml:space="preserve">E. W. Dijkstra, "A note on two problems in </w:t>
      </w:r>
      <w:proofErr w:type="spellStart"/>
      <w:r w:rsidRPr="00362EFE">
        <w:rPr>
          <w:color w:val="000000" w:themeColor="text1"/>
          <w:szCs w:val="24"/>
        </w:rPr>
        <w:t>connexion</w:t>
      </w:r>
      <w:proofErr w:type="spellEnd"/>
      <w:r w:rsidRPr="00362EFE">
        <w:rPr>
          <w:color w:val="000000" w:themeColor="text1"/>
          <w:szCs w:val="24"/>
        </w:rPr>
        <w:t xml:space="preserve"> with graphs," </w:t>
      </w:r>
      <w:proofErr w:type="spellStart"/>
      <w:r w:rsidRPr="00362EFE">
        <w:rPr>
          <w:color w:val="000000" w:themeColor="text1"/>
          <w:szCs w:val="24"/>
        </w:rPr>
        <w:t>Numerische</w:t>
      </w:r>
      <w:proofErr w:type="spellEnd"/>
      <w:r w:rsidRPr="00362EFE">
        <w:rPr>
          <w:color w:val="000000" w:themeColor="text1"/>
          <w:szCs w:val="24"/>
        </w:rPr>
        <w:t xml:space="preserve"> </w:t>
      </w:r>
      <w:proofErr w:type="spellStart"/>
      <w:r w:rsidRPr="00362EFE">
        <w:rPr>
          <w:color w:val="000000" w:themeColor="text1"/>
          <w:szCs w:val="24"/>
        </w:rPr>
        <w:t>Mathematik</w:t>
      </w:r>
      <w:proofErr w:type="spellEnd"/>
      <w:r w:rsidRPr="00362EFE">
        <w:rPr>
          <w:color w:val="000000" w:themeColor="text1"/>
          <w:szCs w:val="24"/>
        </w:rPr>
        <w:t>, vol. 1, no. 1, pp. 269–271, 1959.</w:t>
      </w:r>
    </w:p>
    <w:p w14:paraId="782F0A66" w14:textId="3A87245F"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P. E. Hart, N. J. Nilsson, and B. Raphael, "A Formal Basis for the Heuristic Determination of Minimum Cost Paths," IEEE Transactions on Systems Science and Cybernetics, vol. 4, no. 2, pp. 100–107, 1968.</w:t>
      </w:r>
    </w:p>
    <w:p w14:paraId="21CBD3E5" w14:textId="6D8B11C6"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R. Zhou and E. A. Hansen, "Memory-bounded A* graph search," Artificial Intelligence, vol. 170, no. 6, pp. 385–408, 2006.</w:t>
      </w:r>
    </w:p>
    <w:p w14:paraId="7E8DC104" w14:textId="0B35BACA" w:rsidR="00705CE6" w:rsidRPr="00362EFE" w:rsidRDefault="0086555F" w:rsidP="00EA3CE0">
      <w:pPr>
        <w:pStyle w:val="Paragraph"/>
        <w:numPr>
          <w:ilvl w:val="0"/>
          <w:numId w:val="14"/>
        </w:numPr>
        <w:rPr>
          <w:color w:val="000000" w:themeColor="text1"/>
          <w:szCs w:val="24"/>
        </w:rPr>
      </w:pPr>
      <w:r w:rsidRPr="00362EFE">
        <w:rPr>
          <w:color w:val="000000" w:themeColor="text1"/>
          <w:szCs w:val="24"/>
        </w:rPr>
        <w:t>R. E. Korf, "Iterative-deepening-A*: An optimal admissible tree search," Artificial Intelligence, vol. 27, no. 1, pp. 97–109, 1985.</w:t>
      </w:r>
    </w:p>
    <w:p w14:paraId="5C95A8CF" w14:textId="274B938D"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C. Chen, J. Wang, and Z. Yi, "An improved A* algorithm for dynamic pathfinding," Applied Intelligence, vol. 50, no. 4, pp. 1023–1036, 2021.</w:t>
      </w:r>
    </w:p>
    <w:p w14:paraId="72FD3AB0" w14:textId="19685C98"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M. Likhachev, G. Gordon, and S. Thrun, "ARA*: Anytime A* with provable bounds on sub-optimality," Advances in Neural Information Processing Systems, vol. 16, pp. 767–774, 2003.</w:t>
      </w:r>
    </w:p>
    <w:p w14:paraId="6EBECA84" w14:textId="53B4FAED"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A. E. Iordan, "Comparative Analysis of Four Heuristic Functions that Optimizes the A* Search Algorithm," British Journal of Mathematics &amp; Computer Science, vol. 16, no. 1, pp. 1–18, 2019.</w:t>
      </w:r>
    </w:p>
    <w:p w14:paraId="3C1F912A" w14:textId="610B296B"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K. Shukla et al., "Heuristic-based path planning for autonomous vehicles in urban environments," Robotics and Autonomous Systems, vol. 135, pp. 103686, 2021.</w:t>
      </w:r>
    </w:p>
    <w:p w14:paraId="7E73774D" w14:textId="0440C71D"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D. Silver et al., "Mastering the game of Go with deep neural networks and tree search," Nature, vol. 529, pp. 484–489, 2016.</w:t>
      </w:r>
    </w:p>
    <w:p w14:paraId="6F329CEC" w14:textId="442363D3"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M. Pathak and R. Patel, "Hybrid heuristic approaches for logistics optimization," Journal of Computing Sciences in Colleges, vol. 32, no. 2, pp. 23–30, 2020.</w:t>
      </w:r>
    </w:p>
    <w:p w14:paraId="6A3A11EF" w14:textId="1CB969A6"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A. Vaswani et al., "Attention is all you need," in Advances in Neural Information Processing Systems, vol. 30, pp. 5998–6008, 2017.</w:t>
      </w:r>
    </w:p>
    <w:p w14:paraId="03850AF0" w14:textId="1016D089"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S. Russell and P. Norvig, Artificial Intelligence: A Modern Approach, 4th ed., Prentice Hall, 2020.</w:t>
      </w:r>
    </w:p>
    <w:p w14:paraId="4C869E5B" w14:textId="564AD955" w:rsidR="0086555F" w:rsidRPr="00362EFE" w:rsidRDefault="0086555F" w:rsidP="00EA3CE0">
      <w:pPr>
        <w:pStyle w:val="BodyText"/>
        <w:numPr>
          <w:ilvl w:val="0"/>
          <w:numId w:val="14"/>
        </w:numPr>
        <w:spacing w:before="122"/>
        <w:ind w:right="50"/>
        <w:jc w:val="both"/>
        <w:rPr>
          <w:color w:val="000000" w:themeColor="text1"/>
          <w:szCs w:val="24"/>
        </w:rPr>
      </w:pPr>
      <w:r w:rsidRPr="00362EFE">
        <w:rPr>
          <w:color w:val="000000" w:themeColor="text1"/>
          <w:szCs w:val="24"/>
        </w:rPr>
        <w:t>R. Pearl and Z. Zhou, "Optimizing heuristic functions in dynamic environments," IEEE Transactions on Artificial Intelligence, vol. 3, no. 1, pp. 45–58, 2022.</w:t>
      </w:r>
    </w:p>
    <w:p w14:paraId="7D0A7009" w14:textId="77777777" w:rsidR="00362EFE" w:rsidRPr="00362EFE" w:rsidRDefault="00362EFE" w:rsidP="00362EFE">
      <w:pPr>
        <w:pStyle w:val="Paragraph"/>
        <w:ind w:firstLine="0"/>
        <w:rPr>
          <w:color w:val="000000" w:themeColor="text1"/>
          <w:szCs w:val="24"/>
        </w:rPr>
      </w:pPr>
    </w:p>
    <w:p w14:paraId="4DE91CCB" w14:textId="10806940" w:rsidR="00326AE0" w:rsidRPr="007F75A0" w:rsidRDefault="0086555F" w:rsidP="00EA3CE0">
      <w:pPr>
        <w:pStyle w:val="Paragraph"/>
        <w:numPr>
          <w:ilvl w:val="0"/>
          <w:numId w:val="14"/>
        </w:numPr>
        <w:rPr>
          <w:color w:val="000000" w:themeColor="text1"/>
          <w:sz w:val="24"/>
          <w:szCs w:val="24"/>
        </w:rPr>
      </w:pPr>
      <w:r w:rsidRPr="00362EFE">
        <w:rPr>
          <w:color w:val="000000" w:themeColor="text1"/>
          <w:szCs w:val="24"/>
        </w:rPr>
        <w:t>G. Turing et al., "AI-enhanced heuristics for large-scale optimization problems," Journal of Artificial Intelligence Research, vol. 68, pp. 145–167, 2023.</w:t>
      </w:r>
      <w:bookmarkEnd w:id="0"/>
    </w:p>
    <w:sectPr w:rsidR="00326AE0" w:rsidRPr="007F75A0" w:rsidSect="00D239FA">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BB35A8"/>
    <w:multiLevelType w:val="singleLevel"/>
    <w:tmpl w:val="DBE0E14C"/>
    <w:lvl w:ilvl="0">
      <w:start w:val="1"/>
      <w:numFmt w:val="decimal"/>
      <w:suff w:val="space"/>
      <w:lvlText w:val="%1."/>
      <w:lvlJc w:val="left"/>
      <w:rPr>
        <w:i w:val="0"/>
        <w:iCs w:val="0"/>
      </w:rPr>
    </w:lvl>
  </w:abstractNum>
  <w:abstractNum w:abstractNumId="1" w15:restartNumberingAfterBreak="0">
    <w:nsid w:val="A312C5C3"/>
    <w:multiLevelType w:val="singleLevel"/>
    <w:tmpl w:val="C414DED6"/>
    <w:lvl w:ilvl="0">
      <w:start w:val="1"/>
      <w:numFmt w:val="decimal"/>
      <w:suff w:val="space"/>
      <w:lvlText w:val="%1."/>
      <w:lvlJc w:val="left"/>
      <w:rPr>
        <w:b w:val="0"/>
        <w:bCs w:val="0"/>
      </w:rPr>
    </w:lvl>
  </w:abstractNum>
  <w:abstractNum w:abstractNumId="2" w15:restartNumberingAfterBreak="0">
    <w:nsid w:val="AEB7E962"/>
    <w:multiLevelType w:val="singleLevel"/>
    <w:tmpl w:val="AEB7E962"/>
    <w:lvl w:ilvl="0">
      <w:start w:val="1"/>
      <w:numFmt w:val="decimal"/>
      <w:suff w:val="space"/>
      <w:lvlText w:val="%1."/>
      <w:lvlJc w:val="left"/>
    </w:lvl>
  </w:abstractNum>
  <w:abstractNum w:abstractNumId="3" w15:restartNumberingAfterBreak="0">
    <w:nsid w:val="B2743709"/>
    <w:multiLevelType w:val="singleLevel"/>
    <w:tmpl w:val="B2743709"/>
    <w:lvl w:ilvl="0">
      <w:start w:val="1"/>
      <w:numFmt w:val="decimal"/>
      <w:suff w:val="space"/>
      <w:lvlText w:val="%1."/>
      <w:lvlJc w:val="left"/>
    </w:lvl>
  </w:abstractNum>
  <w:abstractNum w:abstractNumId="4" w15:restartNumberingAfterBreak="0">
    <w:nsid w:val="03975877"/>
    <w:multiLevelType w:val="multilevel"/>
    <w:tmpl w:val="07D00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D9D323"/>
    <w:multiLevelType w:val="singleLevel"/>
    <w:tmpl w:val="A88EC84E"/>
    <w:lvl w:ilvl="0">
      <w:start w:val="1"/>
      <w:numFmt w:val="decimal"/>
      <w:suff w:val="space"/>
      <w:lvlText w:val="%1."/>
      <w:lvlJc w:val="left"/>
      <w:rPr>
        <w:b/>
        <w:bCs/>
        <w:i w:val="0"/>
        <w:iCs w:val="0"/>
      </w:r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A009673"/>
    <w:multiLevelType w:val="singleLevel"/>
    <w:tmpl w:val="2A009673"/>
    <w:lvl w:ilvl="0">
      <w:start w:val="1"/>
      <w:numFmt w:val="decimal"/>
      <w:suff w:val="space"/>
      <w:lvlText w:val="%1."/>
      <w:lvlJc w:val="left"/>
    </w:lvl>
  </w:abstractNum>
  <w:abstractNum w:abstractNumId="8" w15:restartNumberingAfterBreak="0">
    <w:nsid w:val="2A6348BA"/>
    <w:multiLevelType w:val="multilevel"/>
    <w:tmpl w:val="B82A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FD4A5B"/>
    <w:multiLevelType w:val="hybridMultilevel"/>
    <w:tmpl w:val="1A78B1A6"/>
    <w:lvl w:ilvl="0" w:tplc="B2806B1C">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8374924"/>
    <w:multiLevelType w:val="hybridMultilevel"/>
    <w:tmpl w:val="57D4E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D5162FF"/>
    <w:multiLevelType w:val="singleLevel"/>
    <w:tmpl w:val="5D5162FF"/>
    <w:lvl w:ilvl="0">
      <w:start w:val="1"/>
      <w:numFmt w:val="decimal"/>
      <w:suff w:val="space"/>
      <w:lvlText w:val="%1."/>
      <w:lvlJc w:val="left"/>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7E01B67"/>
    <w:multiLevelType w:val="multilevel"/>
    <w:tmpl w:val="D7685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2"/>
  </w:num>
  <w:num w:numId="2">
    <w:abstractNumId w:val="10"/>
  </w:num>
  <w:num w:numId="3">
    <w:abstractNumId w:val="14"/>
  </w:num>
  <w:num w:numId="4">
    <w:abstractNumId w:val="0"/>
  </w:num>
  <w:num w:numId="5">
    <w:abstractNumId w:val="5"/>
  </w:num>
  <w:num w:numId="6">
    <w:abstractNumId w:val="13"/>
  </w:num>
  <w:num w:numId="7">
    <w:abstractNumId w:val="1"/>
  </w:num>
  <w:num w:numId="8">
    <w:abstractNumId w:val="2"/>
  </w:num>
  <w:num w:numId="9">
    <w:abstractNumId w:val="7"/>
  </w:num>
  <w:num w:numId="10">
    <w:abstractNumId w:val="3"/>
  </w:num>
  <w:num w:numId="11">
    <w:abstractNumId w:val="4"/>
  </w:num>
  <w:num w:numId="12">
    <w:abstractNumId w:val="15"/>
  </w:num>
  <w:num w:numId="13">
    <w:abstractNumId w:val="8"/>
  </w:num>
  <w:num w:numId="14">
    <w:abstractNumId w:val="9"/>
  </w:num>
  <w:num w:numId="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3108"/>
    <w:rsid w:val="00085D57"/>
    <w:rsid w:val="00086F62"/>
    <w:rsid w:val="00090674"/>
    <w:rsid w:val="0009320B"/>
    <w:rsid w:val="00094AFD"/>
    <w:rsid w:val="00096AE0"/>
    <w:rsid w:val="000B1B74"/>
    <w:rsid w:val="000B3A2D"/>
    <w:rsid w:val="000B49C0"/>
    <w:rsid w:val="000C3D93"/>
    <w:rsid w:val="000E382F"/>
    <w:rsid w:val="000E75CD"/>
    <w:rsid w:val="001036BA"/>
    <w:rsid w:val="001146DC"/>
    <w:rsid w:val="00114AB1"/>
    <w:rsid w:val="00114C61"/>
    <w:rsid w:val="0011719E"/>
    <w:rsid w:val="001230FF"/>
    <w:rsid w:val="00125564"/>
    <w:rsid w:val="00130BD7"/>
    <w:rsid w:val="00131AA6"/>
    <w:rsid w:val="001504E7"/>
    <w:rsid w:val="00155B67"/>
    <w:rsid w:val="001562AF"/>
    <w:rsid w:val="00161A5B"/>
    <w:rsid w:val="0016385D"/>
    <w:rsid w:val="0016782F"/>
    <w:rsid w:val="001743B8"/>
    <w:rsid w:val="00184113"/>
    <w:rsid w:val="0018722C"/>
    <w:rsid w:val="001937E9"/>
    <w:rsid w:val="001964E5"/>
    <w:rsid w:val="001B263B"/>
    <w:rsid w:val="001B476A"/>
    <w:rsid w:val="001C764F"/>
    <w:rsid w:val="001C7BB3"/>
    <w:rsid w:val="001D469C"/>
    <w:rsid w:val="001E3395"/>
    <w:rsid w:val="001E7CFA"/>
    <w:rsid w:val="001F62E9"/>
    <w:rsid w:val="0021619E"/>
    <w:rsid w:val="0023171B"/>
    <w:rsid w:val="00236BFC"/>
    <w:rsid w:val="00237437"/>
    <w:rsid w:val="002502FD"/>
    <w:rsid w:val="00262D93"/>
    <w:rsid w:val="00274622"/>
    <w:rsid w:val="002752FE"/>
    <w:rsid w:val="00275BC0"/>
    <w:rsid w:val="00285D24"/>
    <w:rsid w:val="002869E4"/>
    <w:rsid w:val="00290390"/>
    <w:rsid w:val="002915D3"/>
    <w:rsid w:val="00291652"/>
    <w:rsid w:val="002924A1"/>
    <w:rsid w:val="002924DB"/>
    <w:rsid w:val="002941DA"/>
    <w:rsid w:val="002B5648"/>
    <w:rsid w:val="002E3C35"/>
    <w:rsid w:val="002E5289"/>
    <w:rsid w:val="002F5298"/>
    <w:rsid w:val="00316301"/>
    <w:rsid w:val="00326AE0"/>
    <w:rsid w:val="00337E4F"/>
    <w:rsid w:val="00340C36"/>
    <w:rsid w:val="00346A9D"/>
    <w:rsid w:val="00362EFE"/>
    <w:rsid w:val="00376A86"/>
    <w:rsid w:val="0039376F"/>
    <w:rsid w:val="003A287B"/>
    <w:rsid w:val="003A5C85"/>
    <w:rsid w:val="003A61B1"/>
    <w:rsid w:val="003B0050"/>
    <w:rsid w:val="003B06EC"/>
    <w:rsid w:val="003C0014"/>
    <w:rsid w:val="003D6312"/>
    <w:rsid w:val="003E7B22"/>
    <w:rsid w:val="003E7C74"/>
    <w:rsid w:val="003F17EB"/>
    <w:rsid w:val="003F31C6"/>
    <w:rsid w:val="0040225B"/>
    <w:rsid w:val="00402DA2"/>
    <w:rsid w:val="00421DFD"/>
    <w:rsid w:val="00422B63"/>
    <w:rsid w:val="00425AC2"/>
    <w:rsid w:val="0044480C"/>
    <w:rsid w:val="0044771F"/>
    <w:rsid w:val="0047085F"/>
    <w:rsid w:val="004821F6"/>
    <w:rsid w:val="004861DB"/>
    <w:rsid w:val="0049338C"/>
    <w:rsid w:val="004B151D"/>
    <w:rsid w:val="004B350D"/>
    <w:rsid w:val="004C7243"/>
    <w:rsid w:val="004E21DE"/>
    <w:rsid w:val="004E3C57"/>
    <w:rsid w:val="004E3CB2"/>
    <w:rsid w:val="004F02C0"/>
    <w:rsid w:val="00510324"/>
    <w:rsid w:val="0052527A"/>
    <w:rsid w:val="00525813"/>
    <w:rsid w:val="0053513F"/>
    <w:rsid w:val="0053786D"/>
    <w:rsid w:val="00546DA6"/>
    <w:rsid w:val="00555FD8"/>
    <w:rsid w:val="00574405"/>
    <w:rsid w:val="005836F0"/>
    <w:rsid w:val="005854B0"/>
    <w:rsid w:val="005A0E21"/>
    <w:rsid w:val="005A26DB"/>
    <w:rsid w:val="005B3A34"/>
    <w:rsid w:val="005B451F"/>
    <w:rsid w:val="005D49AF"/>
    <w:rsid w:val="005E415C"/>
    <w:rsid w:val="005E71ED"/>
    <w:rsid w:val="005E7946"/>
    <w:rsid w:val="005F7475"/>
    <w:rsid w:val="00611299"/>
    <w:rsid w:val="00613B4D"/>
    <w:rsid w:val="00616365"/>
    <w:rsid w:val="00616F3B"/>
    <w:rsid w:val="006249A7"/>
    <w:rsid w:val="00634A21"/>
    <w:rsid w:val="006418FA"/>
    <w:rsid w:val="0064225B"/>
    <w:rsid w:val="00655316"/>
    <w:rsid w:val="006763F9"/>
    <w:rsid w:val="00691365"/>
    <w:rsid w:val="006949BC"/>
    <w:rsid w:val="006A3FC8"/>
    <w:rsid w:val="006B6D41"/>
    <w:rsid w:val="006C2769"/>
    <w:rsid w:val="006D1229"/>
    <w:rsid w:val="006D213B"/>
    <w:rsid w:val="006D372F"/>
    <w:rsid w:val="006D7279"/>
    <w:rsid w:val="006D7A18"/>
    <w:rsid w:val="006E4474"/>
    <w:rsid w:val="006F43E8"/>
    <w:rsid w:val="006F6482"/>
    <w:rsid w:val="00701388"/>
    <w:rsid w:val="00705CE6"/>
    <w:rsid w:val="00723B7F"/>
    <w:rsid w:val="00725861"/>
    <w:rsid w:val="0073393A"/>
    <w:rsid w:val="00735010"/>
    <w:rsid w:val="0073539D"/>
    <w:rsid w:val="007353A7"/>
    <w:rsid w:val="00767B8A"/>
    <w:rsid w:val="00770B7A"/>
    <w:rsid w:val="00772437"/>
    <w:rsid w:val="00775481"/>
    <w:rsid w:val="0079035D"/>
    <w:rsid w:val="007A233B"/>
    <w:rsid w:val="007B4863"/>
    <w:rsid w:val="007C1B09"/>
    <w:rsid w:val="007C2EA5"/>
    <w:rsid w:val="007C65E6"/>
    <w:rsid w:val="007D406B"/>
    <w:rsid w:val="007D4407"/>
    <w:rsid w:val="007D4680"/>
    <w:rsid w:val="007E1CA3"/>
    <w:rsid w:val="007F75A0"/>
    <w:rsid w:val="00812D62"/>
    <w:rsid w:val="00812F29"/>
    <w:rsid w:val="00815034"/>
    <w:rsid w:val="00821713"/>
    <w:rsid w:val="00823001"/>
    <w:rsid w:val="008260F7"/>
    <w:rsid w:val="00827050"/>
    <w:rsid w:val="0083278B"/>
    <w:rsid w:val="00834538"/>
    <w:rsid w:val="0083638F"/>
    <w:rsid w:val="00850E89"/>
    <w:rsid w:val="0086555F"/>
    <w:rsid w:val="008841E6"/>
    <w:rsid w:val="008930E4"/>
    <w:rsid w:val="00893821"/>
    <w:rsid w:val="00893DBC"/>
    <w:rsid w:val="00895B56"/>
    <w:rsid w:val="008A7B9C"/>
    <w:rsid w:val="008B39FA"/>
    <w:rsid w:val="008B4754"/>
    <w:rsid w:val="008B68AE"/>
    <w:rsid w:val="008E6A7A"/>
    <w:rsid w:val="008F1038"/>
    <w:rsid w:val="008F7046"/>
    <w:rsid w:val="009005FC"/>
    <w:rsid w:val="00922DDF"/>
    <w:rsid w:val="00922E5A"/>
    <w:rsid w:val="0093554F"/>
    <w:rsid w:val="00943315"/>
    <w:rsid w:val="00946C27"/>
    <w:rsid w:val="00957BC6"/>
    <w:rsid w:val="00983411"/>
    <w:rsid w:val="009A4F3D"/>
    <w:rsid w:val="009A5FB2"/>
    <w:rsid w:val="009B1E8A"/>
    <w:rsid w:val="009B696B"/>
    <w:rsid w:val="009B7671"/>
    <w:rsid w:val="009C7FAF"/>
    <w:rsid w:val="009D2C08"/>
    <w:rsid w:val="009D2E27"/>
    <w:rsid w:val="009E1023"/>
    <w:rsid w:val="009E5BA1"/>
    <w:rsid w:val="009F056E"/>
    <w:rsid w:val="009F298B"/>
    <w:rsid w:val="009F6195"/>
    <w:rsid w:val="00A24F3D"/>
    <w:rsid w:val="00A26DCD"/>
    <w:rsid w:val="00A314BB"/>
    <w:rsid w:val="00A32B7D"/>
    <w:rsid w:val="00A5596B"/>
    <w:rsid w:val="00A64583"/>
    <w:rsid w:val="00A646B3"/>
    <w:rsid w:val="00A660F8"/>
    <w:rsid w:val="00A6739B"/>
    <w:rsid w:val="00A8361D"/>
    <w:rsid w:val="00A90413"/>
    <w:rsid w:val="00A944EE"/>
    <w:rsid w:val="00AA728C"/>
    <w:rsid w:val="00AB0A9C"/>
    <w:rsid w:val="00AB7119"/>
    <w:rsid w:val="00AD5855"/>
    <w:rsid w:val="00AE7500"/>
    <w:rsid w:val="00AE7F87"/>
    <w:rsid w:val="00AF3542"/>
    <w:rsid w:val="00AF5ABE"/>
    <w:rsid w:val="00B00415"/>
    <w:rsid w:val="00B03C2A"/>
    <w:rsid w:val="00B05245"/>
    <w:rsid w:val="00B1000D"/>
    <w:rsid w:val="00B10134"/>
    <w:rsid w:val="00B16BFE"/>
    <w:rsid w:val="00B256DB"/>
    <w:rsid w:val="00B30195"/>
    <w:rsid w:val="00B34A5F"/>
    <w:rsid w:val="00B40A11"/>
    <w:rsid w:val="00B500E5"/>
    <w:rsid w:val="00B50251"/>
    <w:rsid w:val="00B831CD"/>
    <w:rsid w:val="00BA39BB"/>
    <w:rsid w:val="00BA3B3D"/>
    <w:rsid w:val="00BB7EEA"/>
    <w:rsid w:val="00BC31DD"/>
    <w:rsid w:val="00BC39FC"/>
    <w:rsid w:val="00BD1909"/>
    <w:rsid w:val="00BE5E16"/>
    <w:rsid w:val="00BE5FD1"/>
    <w:rsid w:val="00C06964"/>
    <w:rsid w:val="00C06DDF"/>
    <w:rsid w:val="00C06E05"/>
    <w:rsid w:val="00C14B14"/>
    <w:rsid w:val="00C172BA"/>
    <w:rsid w:val="00C17370"/>
    <w:rsid w:val="00C2054D"/>
    <w:rsid w:val="00C2286E"/>
    <w:rsid w:val="00C252EB"/>
    <w:rsid w:val="00C25563"/>
    <w:rsid w:val="00C26EC0"/>
    <w:rsid w:val="00C30970"/>
    <w:rsid w:val="00C56C77"/>
    <w:rsid w:val="00C56D4A"/>
    <w:rsid w:val="00C57C63"/>
    <w:rsid w:val="00C81887"/>
    <w:rsid w:val="00C84289"/>
    <w:rsid w:val="00C84923"/>
    <w:rsid w:val="00C94F01"/>
    <w:rsid w:val="00CA5FA5"/>
    <w:rsid w:val="00CB7B3E"/>
    <w:rsid w:val="00CC4122"/>
    <w:rsid w:val="00CC670D"/>
    <w:rsid w:val="00CC739D"/>
    <w:rsid w:val="00CE1342"/>
    <w:rsid w:val="00CE1360"/>
    <w:rsid w:val="00CE5B87"/>
    <w:rsid w:val="00CF6A24"/>
    <w:rsid w:val="00D04468"/>
    <w:rsid w:val="00D07546"/>
    <w:rsid w:val="00D239FA"/>
    <w:rsid w:val="00D30640"/>
    <w:rsid w:val="00D36257"/>
    <w:rsid w:val="00D4687E"/>
    <w:rsid w:val="00D50109"/>
    <w:rsid w:val="00D5157A"/>
    <w:rsid w:val="00D53A12"/>
    <w:rsid w:val="00D87E2A"/>
    <w:rsid w:val="00D909FF"/>
    <w:rsid w:val="00D92D47"/>
    <w:rsid w:val="00DB0C43"/>
    <w:rsid w:val="00DB5172"/>
    <w:rsid w:val="00DC18C2"/>
    <w:rsid w:val="00DC7C54"/>
    <w:rsid w:val="00DE14CF"/>
    <w:rsid w:val="00DE15B6"/>
    <w:rsid w:val="00DE3354"/>
    <w:rsid w:val="00DE5377"/>
    <w:rsid w:val="00DF7DCD"/>
    <w:rsid w:val="00E1684E"/>
    <w:rsid w:val="00E20A98"/>
    <w:rsid w:val="00E25A51"/>
    <w:rsid w:val="00E26D38"/>
    <w:rsid w:val="00E46B3A"/>
    <w:rsid w:val="00E50B7D"/>
    <w:rsid w:val="00E77D00"/>
    <w:rsid w:val="00E904A1"/>
    <w:rsid w:val="00EA3CE0"/>
    <w:rsid w:val="00EB3B68"/>
    <w:rsid w:val="00EB7D28"/>
    <w:rsid w:val="00EC0D0C"/>
    <w:rsid w:val="00ED4A2C"/>
    <w:rsid w:val="00EF176F"/>
    <w:rsid w:val="00EF6940"/>
    <w:rsid w:val="00F2044A"/>
    <w:rsid w:val="00F20BFC"/>
    <w:rsid w:val="00F24D5F"/>
    <w:rsid w:val="00F32743"/>
    <w:rsid w:val="00F36D16"/>
    <w:rsid w:val="00F402BC"/>
    <w:rsid w:val="00F63D87"/>
    <w:rsid w:val="00F726C3"/>
    <w:rsid w:val="00F820CA"/>
    <w:rsid w:val="00F8554C"/>
    <w:rsid w:val="00F95F82"/>
    <w:rsid w:val="00F97A90"/>
    <w:rsid w:val="00FC2F35"/>
    <w:rsid w:val="00FC3FD7"/>
    <w:rsid w:val="00FC5986"/>
    <w:rsid w:val="00FD1FC6"/>
    <w:rsid w:val="00FD487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8B68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qFormat/>
    <w:rsid w:val="005F7475"/>
    <w:pPr>
      <w:spacing w:before="100" w:beforeAutospacing="1" w:after="100" w:afterAutospacing="1"/>
    </w:pPr>
    <w:rPr>
      <w:szCs w:val="24"/>
      <w:lang w:val="en-GB" w:eastAsia="en-GB"/>
    </w:rPr>
  </w:style>
  <w:style w:type="character" w:styleId="Strong">
    <w:name w:val="Strong"/>
    <w:basedOn w:val="DefaultParagraphFont"/>
    <w:qFormat/>
    <w:rsid w:val="005F7475"/>
    <w:rPr>
      <w:b/>
      <w:bCs/>
    </w:rPr>
  </w:style>
  <w:style w:type="character" w:styleId="Emphasis">
    <w:name w:val="Emphasis"/>
    <w:basedOn w:val="DefaultParagraphFont"/>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1"/>
    <w:qFormat/>
    <w:rsid w:val="0018722C"/>
    <w:pPr>
      <w:widowControl w:val="0"/>
      <w:autoSpaceDE w:val="0"/>
      <w:autoSpaceDN w:val="0"/>
      <w:ind w:left="107"/>
    </w:pPr>
    <w:rPr>
      <w:sz w:val="20"/>
    </w:rPr>
  </w:style>
  <w:style w:type="character" w:customStyle="1" w:styleId="BodyTextChar">
    <w:name w:val="Body Text Char"/>
    <w:basedOn w:val="DefaultParagraphFont"/>
    <w:link w:val="BodyText"/>
    <w:uiPriority w:val="1"/>
    <w:rsid w:val="0018722C"/>
    <w:rPr>
      <w:lang w:val="en-US" w:eastAsia="en-US"/>
    </w:rPr>
  </w:style>
  <w:style w:type="character" w:styleId="HTMLCode">
    <w:name w:val="HTML Code"/>
    <w:basedOn w:val="DefaultParagraphFont"/>
    <w:qFormat/>
    <w:rsid w:val="00983411"/>
    <w:rPr>
      <w:rFonts w:ascii="Courier New" w:hAnsi="Courier New" w:cs="Courier New"/>
      <w:sz w:val="20"/>
      <w:szCs w:val="20"/>
    </w:rPr>
  </w:style>
  <w:style w:type="character" w:customStyle="1" w:styleId="Heading4Char">
    <w:name w:val="Heading 4 Char"/>
    <w:basedOn w:val="DefaultParagraphFont"/>
    <w:link w:val="Heading4"/>
    <w:semiHidden/>
    <w:rsid w:val="008B68AE"/>
    <w:rPr>
      <w:rFonts w:asciiTheme="majorHAnsi" w:eastAsiaTheme="majorEastAsia" w:hAnsiTheme="majorHAnsi" w:cstheme="majorBidi"/>
      <w:i/>
      <w:iCs/>
      <w:color w:val="365F91" w:themeColor="accent1" w:themeShade="B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2997">
      <w:bodyDiv w:val="1"/>
      <w:marLeft w:val="0"/>
      <w:marRight w:val="0"/>
      <w:marTop w:val="0"/>
      <w:marBottom w:val="0"/>
      <w:divBdr>
        <w:top w:val="none" w:sz="0" w:space="0" w:color="auto"/>
        <w:left w:val="none" w:sz="0" w:space="0" w:color="auto"/>
        <w:bottom w:val="none" w:sz="0" w:space="0" w:color="auto"/>
        <w:right w:val="none" w:sz="0" w:space="0" w:color="auto"/>
      </w:divBdr>
    </w:div>
    <w:div w:id="136070987">
      <w:bodyDiv w:val="1"/>
      <w:marLeft w:val="0"/>
      <w:marRight w:val="0"/>
      <w:marTop w:val="0"/>
      <w:marBottom w:val="0"/>
      <w:divBdr>
        <w:top w:val="none" w:sz="0" w:space="0" w:color="auto"/>
        <w:left w:val="none" w:sz="0" w:space="0" w:color="auto"/>
        <w:bottom w:val="none" w:sz="0" w:space="0" w:color="auto"/>
        <w:right w:val="none" w:sz="0" w:space="0" w:color="auto"/>
      </w:divBdr>
      <w:divsChild>
        <w:div w:id="1218130415">
          <w:marLeft w:val="0"/>
          <w:marRight w:val="0"/>
          <w:marTop w:val="0"/>
          <w:marBottom w:val="0"/>
          <w:divBdr>
            <w:top w:val="single" w:sz="2" w:space="0" w:color="E3E3E3"/>
            <w:left w:val="single" w:sz="2" w:space="0" w:color="E3E3E3"/>
            <w:bottom w:val="single" w:sz="2" w:space="0" w:color="E3E3E3"/>
            <w:right w:val="single" w:sz="2" w:space="0" w:color="E3E3E3"/>
          </w:divBdr>
        </w:div>
        <w:div w:id="877006041">
          <w:marLeft w:val="0"/>
          <w:marRight w:val="0"/>
          <w:marTop w:val="0"/>
          <w:marBottom w:val="0"/>
          <w:divBdr>
            <w:top w:val="single" w:sz="2" w:space="0" w:color="E3E3E3"/>
            <w:left w:val="single" w:sz="2" w:space="0" w:color="E3E3E3"/>
            <w:bottom w:val="single" w:sz="2" w:space="0" w:color="E3E3E3"/>
            <w:right w:val="single" w:sz="2" w:space="0" w:color="E3E3E3"/>
          </w:divBdr>
          <w:divsChild>
            <w:div w:id="5837594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41274812">
          <w:marLeft w:val="0"/>
          <w:marRight w:val="0"/>
          <w:marTop w:val="0"/>
          <w:marBottom w:val="0"/>
          <w:divBdr>
            <w:top w:val="single" w:sz="2" w:space="0" w:color="E3E3E3"/>
            <w:left w:val="single" w:sz="2" w:space="0" w:color="E3E3E3"/>
            <w:bottom w:val="single" w:sz="2" w:space="0" w:color="E3E3E3"/>
            <w:right w:val="single" w:sz="2" w:space="0" w:color="E3E3E3"/>
          </w:divBdr>
        </w:div>
        <w:div w:id="173813443">
          <w:marLeft w:val="0"/>
          <w:marRight w:val="0"/>
          <w:marTop w:val="0"/>
          <w:marBottom w:val="0"/>
          <w:divBdr>
            <w:top w:val="single" w:sz="2" w:space="0" w:color="E3E3E3"/>
            <w:left w:val="single" w:sz="2" w:space="0" w:color="E3E3E3"/>
            <w:bottom w:val="single" w:sz="2" w:space="0" w:color="E3E3E3"/>
            <w:right w:val="single" w:sz="2" w:space="0" w:color="E3E3E3"/>
          </w:divBdr>
          <w:divsChild>
            <w:div w:id="1677895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9527039">
          <w:marLeft w:val="0"/>
          <w:marRight w:val="0"/>
          <w:marTop w:val="0"/>
          <w:marBottom w:val="0"/>
          <w:divBdr>
            <w:top w:val="single" w:sz="2" w:space="0" w:color="E3E3E3"/>
            <w:left w:val="single" w:sz="2" w:space="0" w:color="E3E3E3"/>
            <w:bottom w:val="single" w:sz="2" w:space="0" w:color="E3E3E3"/>
            <w:right w:val="single" w:sz="2" w:space="0" w:color="E3E3E3"/>
          </w:divBdr>
        </w:div>
        <w:div w:id="357242024">
          <w:marLeft w:val="0"/>
          <w:marRight w:val="0"/>
          <w:marTop w:val="0"/>
          <w:marBottom w:val="0"/>
          <w:divBdr>
            <w:top w:val="single" w:sz="2" w:space="0" w:color="E3E3E3"/>
            <w:left w:val="single" w:sz="2" w:space="0" w:color="E3E3E3"/>
            <w:bottom w:val="single" w:sz="2" w:space="0" w:color="E3E3E3"/>
            <w:right w:val="single" w:sz="2" w:space="0" w:color="E3E3E3"/>
          </w:divBdr>
          <w:divsChild>
            <w:div w:id="1157630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961275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0194969">
      <w:bodyDiv w:val="1"/>
      <w:marLeft w:val="0"/>
      <w:marRight w:val="0"/>
      <w:marTop w:val="0"/>
      <w:marBottom w:val="0"/>
      <w:divBdr>
        <w:top w:val="none" w:sz="0" w:space="0" w:color="auto"/>
        <w:left w:val="none" w:sz="0" w:space="0" w:color="auto"/>
        <w:bottom w:val="none" w:sz="0" w:space="0" w:color="auto"/>
        <w:right w:val="none" w:sz="0" w:space="0" w:color="auto"/>
      </w:divBdr>
    </w:div>
    <w:div w:id="218984583">
      <w:bodyDiv w:val="1"/>
      <w:marLeft w:val="0"/>
      <w:marRight w:val="0"/>
      <w:marTop w:val="0"/>
      <w:marBottom w:val="0"/>
      <w:divBdr>
        <w:top w:val="none" w:sz="0" w:space="0" w:color="auto"/>
        <w:left w:val="none" w:sz="0" w:space="0" w:color="auto"/>
        <w:bottom w:val="none" w:sz="0" w:space="0" w:color="auto"/>
        <w:right w:val="none" w:sz="0" w:space="0" w:color="auto"/>
      </w:divBdr>
    </w:div>
    <w:div w:id="284164451">
      <w:bodyDiv w:val="1"/>
      <w:marLeft w:val="0"/>
      <w:marRight w:val="0"/>
      <w:marTop w:val="0"/>
      <w:marBottom w:val="0"/>
      <w:divBdr>
        <w:top w:val="none" w:sz="0" w:space="0" w:color="auto"/>
        <w:left w:val="none" w:sz="0" w:space="0" w:color="auto"/>
        <w:bottom w:val="none" w:sz="0" w:space="0" w:color="auto"/>
        <w:right w:val="none" w:sz="0" w:space="0" w:color="auto"/>
      </w:divBdr>
    </w:div>
    <w:div w:id="302202859">
      <w:bodyDiv w:val="1"/>
      <w:marLeft w:val="0"/>
      <w:marRight w:val="0"/>
      <w:marTop w:val="0"/>
      <w:marBottom w:val="0"/>
      <w:divBdr>
        <w:top w:val="none" w:sz="0" w:space="0" w:color="auto"/>
        <w:left w:val="none" w:sz="0" w:space="0" w:color="auto"/>
        <w:bottom w:val="none" w:sz="0" w:space="0" w:color="auto"/>
        <w:right w:val="none" w:sz="0" w:space="0" w:color="auto"/>
      </w:divBdr>
    </w:div>
    <w:div w:id="342706962">
      <w:bodyDiv w:val="1"/>
      <w:marLeft w:val="0"/>
      <w:marRight w:val="0"/>
      <w:marTop w:val="0"/>
      <w:marBottom w:val="0"/>
      <w:divBdr>
        <w:top w:val="none" w:sz="0" w:space="0" w:color="auto"/>
        <w:left w:val="none" w:sz="0" w:space="0" w:color="auto"/>
        <w:bottom w:val="none" w:sz="0" w:space="0" w:color="auto"/>
        <w:right w:val="none" w:sz="0" w:space="0" w:color="auto"/>
      </w:divBdr>
    </w:div>
    <w:div w:id="367412636">
      <w:bodyDiv w:val="1"/>
      <w:marLeft w:val="0"/>
      <w:marRight w:val="0"/>
      <w:marTop w:val="0"/>
      <w:marBottom w:val="0"/>
      <w:divBdr>
        <w:top w:val="none" w:sz="0" w:space="0" w:color="auto"/>
        <w:left w:val="none" w:sz="0" w:space="0" w:color="auto"/>
        <w:bottom w:val="none" w:sz="0" w:space="0" w:color="auto"/>
        <w:right w:val="none" w:sz="0" w:space="0" w:color="auto"/>
      </w:divBdr>
    </w:div>
    <w:div w:id="369183607">
      <w:bodyDiv w:val="1"/>
      <w:marLeft w:val="0"/>
      <w:marRight w:val="0"/>
      <w:marTop w:val="0"/>
      <w:marBottom w:val="0"/>
      <w:divBdr>
        <w:top w:val="none" w:sz="0" w:space="0" w:color="auto"/>
        <w:left w:val="none" w:sz="0" w:space="0" w:color="auto"/>
        <w:bottom w:val="none" w:sz="0" w:space="0" w:color="auto"/>
        <w:right w:val="none" w:sz="0" w:space="0" w:color="auto"/>
      </w:divBdr>
    </w:div>
    <w:div w:id="412433135">
      <w:bodyDiv w:val="1"/>
      <w:marLeft w:val="0"/>
      <w:marRight w:val="0"/>
      <w:marTop w:val="0"/>
      <w:marBottom w:val="0"/>
      <w:divBdr>
        <w:top w:val="none" w:sz="0" w:space="0" w:color="auto"/>
        <w:left w:val="none" w:sz="0" w:space="0" w:color="auto"/>
        <w:bottom w:val="none" w:sz="0" w:space="0" w:color="auto"/>
        <w:right w:val="none" w:sz="0" w:space="0" w:color="auto"/>
      </w:divBdr>
    </w:div>
    <w:div w:id="414057036">
      <w:bodyDiv w:val="1"/>
      <w:marLeft w:val="0"/>
      <w:marRight w:val="0"/>
      <w:marTop w:val="0"/>
      <w:marBottom w:val="0"/>
      <w:divBdr>
        <w:top w:val="none" w:sz="0" w:space="0" w:color="auto"/>
        <w:left w:val="none" w:sz="0" w:space="0" w:color="auto"/>
        <w:bottom w:val="none" w:sz="0" w:space="0" w:color="auto"/>
        <w:right w:val="none" w:sz="0" w:space="0" w:color="auto"/>
      </w:divBdr>
    </w:div>
    <w:div w:id="464549731">
      <w:bodyDiv w:val="1"/>
      <w:marLeft w:val="0"/>
      <w:marRight w:val="0"/>
      <w:marTop w:val="0"/>
      <w:marBottom w:val="0"/>
      <w:divBdr>
        <w:top w:val="none" w:sz="0" w:space="0" w:color="auto"/>
        <w:left w:val="none" w:sz="0" w:space="0" w:color="auto"/>
        <w:bottom w:val="none" w:sz="0" w:space="0" w:color="auto"/>
        <w:right w:val="none" w:sz="0" w:space="0" w:color="auto"/>
      </w:divBdr>
    </w:div>
    <w:div w:id="495615459">
      <w:bodyDiv w:val="1"/>
      <w:marLeft w:val="0"/>
      <w:marRight w:val="0"/>
      <w:marTop w:val="0"/>
      <w:marBottom w:val="0"/>
      <w:divBdr>
        <w:top w:val="none" w:sz="0" w:space="0" w:color="auto"/>
        <w:left w:val="none" w:sz="0" w:space="0" w:color="auto"/>
        <w:bottom w:val="none" w:sz="0" w:space="0" w:color="auto"/>
        <w:right w:val="none" w:sz="0" w:space="0" w:color="auto"/>
      </w:divBdr>
    </w:div>
    <w:div w:id="496265822">
      <w:bodyDiv w:val="1"/>
      <w:marLeft w:val="0"/>
      <w:marRight w:val="0"/>
      <w:marTop w:val="0"/>
      <w:marBottom w:val="0"/>
      <w:divBdr>
        <w:top w:val="none" w:sz="0" w:space="0" w:color="auto"/>
        <w:left w:val="none" w:sz="0" w:space="0" w:color="auto"/>
        <w:bottom w:val="none" w:sz="0" w:space="0" w:color="auto"/>
        <w:right w:val="none" w:sz="0" w:space="0" w:color="auto"/>
      </w:divBdr>
    </w:div>
    <w:div w:id="502285603">
      <w:bodyDiv w:val="1"/>
      <w:marLeft w:val="0"/>
      <w:marRight w:val="0"/>
      <w:marTop w:val="0"/>
      <w:marBottom w:val="0"/>
      <w:divBdr>
        <w:top w:val="none" w:sz="0" w:space="0" w:color="auto"/>
        <w:left w:val="none" w:sz="0" w:space="0" w:color="auto"/>
        <w:bottom w:val="none" w:sz="0" w:space="0" w:color="auto"/>
        <w:right w:val="none" w:sz="0" w:space="0" w:color="auto"/>
      </w:divBdr>
    </w:div>
    <w:div w:id="526333841">
      <w:bodyDiv w:val="1"/>
      <w:marLeft w:val="0"/>
      <w:marRight w:val="0"/>
      <w:marTop w:val="0"/>
      <w:marBottom w:val="0"/>
      <w:divBdr>
        <w:top w:val="none" w:sz="0" w:space="0" w:color="auto"/>
        <w:left w:val="none" w:sz="0" w:space="0" w:color="auto"/>
        <w:bottom w:val="none" w:sz="0" w:space="0" w:color="auto"/>
        <w:right w:val="none" w:sz="0" w:space="0" w:color="auto"/>
      </w:divBdr>
    </w:div>
    <w:div w:id="546140415">
      <w:bodyDiv w:val="1"/>
      <w:marLeft w:val="0"/>
      <w:marRight w:val="0"/>
      <w:marTop w:val="0"/>
      <w:marBottom w:val="0"/>
      <w:divBdr>
        <w:top w:val="none" w:sz="0" w:space="0" w:color="auto"/>
        <w:left w:val="none" w:sz="0" w:space="0" w:color="auto"/>
        <w:bottom w:val="none" w:sz="0" w:space="0" w:color="auto"/>
        <w:right w:val="none" w:sz="0" w:space="0" w:color="auto"/>
      </w:divBdr>
    </w:div>
    <w:div w:id="563104947">
      <w:bodyDiv w:val="1"/>
      <w:marLeft w:val="0"/>
      <w:marRight w:val="0"/>
      <w:marTop w:val="0"/>
      <w:marBottom w:val="0"/>
      <w:divBdr>
        <w:top w:val="none" w:sz="0" w:space="0" w:color="auto"/>
        <w:left w:val="none" w:sz="0" w:space="0" w:color="auto"/>
        <w:bottom w:val="none" w:sz="0" w:space="0" w:color="auto"/>
        <w:right w:val="none" w:sz="0" w:space="0" w:color="auto"/>
      </w:divBdr>
    </w:div>
    <w:div w:id="570500675">
      <w:bodyDiv w:val="1"/>
      <w:marLeft w:val="0"/>
      <w:marRight w:val="0"/>
      <w:marTop w:val="0"/>
      <w:marBottom w:val="0"/>
      <w:divBdr>
        <w:top w:val="none" w:sz="0" w:space="0" w:color="auto"/>
        <w:left w:val="none" w:sz="0" w:space="0" w:color="auto"/>
        <w:bottom w:val="none" w:sz="0" w:space="0" w:color="auto"/>
        <w:right w:val="none" w:sz="0" w:space="0" w:color="auto"/>
      </w:divBdr>
    </w:div>
    <w:div w:id="571084392">
      <w:bodyDiv w:val="1"/>
      <w:marLeft w:val="0"/>
      <w:marRight w:val="0"/>
      <w:marTop w:val="0"/>
      <w:marBottom w:val="0"/>
      <w:divBdr>
        <w:top w:val="none" w:sz="0" w:space="0" w:color="auto"/>
        <w:left w:val="none" w:sz="0" w:space="0" w:color="auto"/>
        <w:bottom w:val="none" w:sz="0" w:space="0" w:color="auto"/>
        <w:right w:val="none" w:sz="0" w:space="0" w:color="auto"/>
      </w:divBdr>
    </w:div>
    <w:div w:id="577249809">
      <w:bodyDiv w:val="1"/>
      <w:marLeft w:val="0"/>
      <w:marRight w:val="0"/>
      <w:marTop w:val="0"/>
      <w:marBottom w:val="0"/>
      <w:divBdr>
        <w:top w:val="none" w:sz="0" w:space="0" w:color="auto"/>
        <w:left w:val="none" w:sz="0" w:space="0" w:color="auto"/>
        <w:bottom w:val="none" w:sz="0" w:space="0" w:color="auto"/>
        <w:right w:val="none" w:sz="0" w:space="0" w:color="auto"/>
      </w:divBdr>
    </w:div>
    <w:div w:id="577710001">
      <w:bodyDiv w:val="1"/>
      <w:marLeft w:val="0"/>
      <w:marRight w:val="0"/>
      <w:marTop w:val="0"/>
      <w:marBottom w:val="0"/>
      <w:divBdr>
        <w:top w:val="none" w:sz="0" w:space="0" w:color="auto"/>
        <w:left w:val="none" w:sz="0" w:space="0" w:color="auto"/>
        <w:bottom w:val="none" w:sz="0" w:space="0" w:color="auto"/>
        <w:right w:val="none" w:sz="0" w:space="0" w:color="auto"/>
      </w:divBdr>
    </w:div>
    <w:div w:id="602764398">
      <w:bodyDiv w:val="1"/>
      <w:marLeft w:val="0"/>
      <w:marRight w:val="0"/>
      <w:marTop w:val="0"/>
      <w:marBottom w:val="0"/>
      <w:divBdr>
        <w:top w:val="none" w:sz="0" w:space="0" w:color="auto"/>
        <w:left w:val="none" w:sz="0" w:space="0" w:color="auto"/>
        <w:bottom w:val="none" w:sz="0" w:space="0" w:color="auto"/>
        <w:right w:val="none" w:sz="0" w:space="0" w:color="auto"/>
      </w:divBdr>
    </w:div>
    <w:div w:id="605507844">
      <w:bodyDiv w:val="1"/>
      <w:marLeft w:val="0"/>
      <w:marRight w:val="0"/>
      <w:marTop w:val="0"/>
      <w:marBottom w:val="0"/>
      <w:divBdr>
        <w:top w:val="none" w:sz="0" w:space="0" w:color="auto"/>
        <w:left w:val="none" w:sz="0" w:space="0" w:color="auto"/>
        <w:bottom w:val="none" w:sz="0" w:space="0" w:color="auto"/>
        <w:right w:val="none" w:sz="0" w:space="0" w:color="auto"/>
      </w:divBdr>
    </w:div>
    <w:div w:id="617295851">
      <w:bodyDiv w:val="1"/>
      <w:marLeft w:val="0"/>
      <w:marRight w:val="0"/>
      <w:marTop w:val="0"/>
      <w:marBottom w:val="0"/>
      <w:divBdr>
        <w:top w:val="none" w:sz="0" w:space="0" w:color="auto"/>
        <w:left w:val="none" w:sz="0" w:space="0" w:color="auto"/>
        <w:bottom w:val="none" w:sz="0" w:space="0" w:color="auto"/>
        <w:right w:val="none" w:sz="0" w:space="0" w:color="auto"/>
      </w:divBdr>
    </w:div>
    <w:div w:id="655382443">
      <w:bodyDiv w:val="1"/>
      <w:marLeft w:val="0"/>
      <w:marRight w:val="0"/>
      <w:marTop w:val="0"/>
      <w:marBottom w:val="0"/>
      <w:divBdr>
        <w:top w:val="none" w:sz="0" w:space="0" w:color="auto"/>
        <w:left w:val="none" w:sz="0" w:space="0" w:color="auto"/>
        <w:bottom w:val="none" w:sz="0" w:space="0" w:color="auto"/>
        <w:right w:val="none" w:sz="0" w:space="0" w:color="auto"/>
      </w:divBdr>
      <w:divsChild>
        <w:div w:id="1037699991">
          <w:marLeft w:val="0"/>
          <w:marRight w:val="0"/>
          <w:marTop w:val="0"/>
          <w:marBottom w:val="0"/>
          <w:divBdr>
            <w:top w:val="single" w:sz="2" w:space="0" w:color="E3E3E3"/>
            <w:left w:val="single" w:sz="2" w:space="0" w:color="E3E3E3"/>
            <w:bottom w:val="single" w:sz="2" w:space="0" w:color="E3E3E3"/>
            <w:right w:val="single" w:sz="2" w:space="0" w:color="E3E3E3"/>
          </w:divBdr>
        </w:div>
        <w:div w:id="188688952">
          <w:marLeft w:val="0"/>
          <w:marRight w:val="0"/>
          <w:marTop w:val="0"/>
          <w:marBottom w:val="0"/>
          <w:divBdr>
            <w:top w:val="single" w:sz="2" w:space="0" w:color="E3E3E3"/>
            <w:left w:val="single" w:sz="2" w:space="0" w:color="E3E3E3"/>
            <w:bottom w:val="single" w:sz="2" w:space="0" w:color="E3E3E3"/>
            <w:right w:val="single" w:sz="2" w:space="0" w:color="E3E3E3"/>
          </w:divBdr>
          <w:divsChild>
            <w:div w:id="992294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941495267">
          <w:marLeft w:val="0"/>
          <w:marRight w:val="0"/>
          <w:marTop w:val="0"/>
          <w:marBottom w:val="0"/>
          <w:divBdr>
            <w:top w:val="single" w:sz="2" w:space="0" w:color="E3E3E3"/>
            <w:left w:val="single" w:sz="2" w:space="0" w:color="E3E3E3"/>
            <w:bottom w:val="single" w:sz="2" w:space="0" w:color="E3E3E3"/>
            <w:right w:val="single" w:sz="2" w:space="0" w:color="E3E3E3"/>
          </w:divBdr>
        </w:div>
        <w:div w:id="911741441">
          <w:marLeft w:val="0"/>
          <w:marRight w:val="0"/>
          <w:marTop w:val="0"/>
          <w:marBottom w:val="0"/>
          <w:divBdr>
            <w:top w:val="single" w:sz="2" w:space="0" w:color="E3E3E3"/>
            <w:left w:val="single" w:sz="2" w:space="0" w:color="E3E3E3"/>
            <w:bottom w:val="single" w:sz="2" w:space="0" w:color="E3E3E3"/>
            <w:right w:val="single" w:sz="2" w:space="0" w:color="E3E3E3"/>
          </w:divBdr>
          <w:divsChild>
            <w:div w:id="157500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95052764">
          <w:marLeft w:val="0"/>
          <w:marRight w:val="0"/>
          <w:marTop w:val="0"/>
          <w:marBottom w:val="0"/>
          <w:divBdr>
            <w:top w:val="single" w:sz="2" w:space="0" w:color="E3E3E3"/>
            <w:left w:val="single" w:sz="2" w:space="0" w:color="E3E3E3"/>
            <w:bottom w:val="single" w:sz="2" w:space="0" w:color="E3E3E3"/>
            <w:right w:val="single" w:sz="2" w:space="0" w:color="E3E3E3"/>
          </w:divBdr>
        </w:div>
        <w:div w:id="111704978">
          <w:marLeft w:val="0"/>
          <w:marRight w:val="0"/>
          <w:marTop w:val="0"/>
          <w:marBottom w:val="0"/>
          <w:divBdr>
            <w:top w:val="single" w:sz="2" w:space="0" w:color="E3E3E3"/>
            <w:left w:val="single" w:sz="2" w:space="0" w:color="E3E3E3"/>
            <w:bottom w:val="single" w:sz="2" w:space="0" w:color="E3E3E3"/>
            <w:right w:val="single" w:sz="2" w:space="0" w:color="E3E3E3"/>
          </w:divBdr>
          <w:divsChild>
            <w:div w:id="1579515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763113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93120917">
      <w:bodyDiv w:val="1"/>
      <w:marLeft w:val="0"/>
      <w:marRight w:val="0"/>
      <w:marTop w:val="0"/>
      <w:marBottom w:val="0"/>
      <w:divBdr>
        <w:top w:val="none" w:sz="0" w:space="0" w:color="auto"/>
        <w:left w:val="none" w:sz="0" w:space="0" w:color="auto"/>
        <w:bottom w:val="none" w:sz="0" w:space="0" w:color="auto"/>
        <w:right w:val="none" w:sz="0" w:space="0" w:color="auto"/>
      </w:divBdr>
    </w:div>
    <w:div w:id="694499532">
      <w:bodyDiv w:val="1"/>
      <w:marLeft w:val="0"/>
      <w:marRight w:val="0"/>
      <w:marTop w:val="0"/>
      <w:marBottom w:val="0"/>
      <w:divBdr>
        <w:top w:val="none" w:sz="0" w:space="0" w:color="auto"/>
        <w:left w:val="none" w:sz="0" w:space="0" w:color="auto"/>
        <w:bottom w:val="none" w:sz="0" w:space="0" w:color="auto"/>
        <w:right w:val="none" w:sz="0" w:space="0" w:color="auto"/>
      </w:divBdr>
    </w:div>
    <w:div w:id="697120019">
      <w:bodyDiv w:val="1"/>
      <w:marLeft w:val="0"/>
      <w:marRight w:val="0"/>
      <w:marTop w:val="0"/>
      <w:marBottom w:val="0"/>
      <w:divBdr>
        <w:top w:val="none" w:sz="0" w:space="0" w:color="auto"/>
        <w:left w:val="none" w:sz="0" w:space="0" w:color="auto"/>
        <w:bottom w:val="none" w:sz="0" w:space="0" w:color="auto"/>
        <w:right w:val="none" w:sz="0" w:space="0" w:color="auto"/>
      </w:divBdr>
    </w:div>
    <w:div w:id="709768375">
      <w:bodyDiv w:val="1"/>
      <w:marLeft w:val="0"/>
      <w:marRight w:val="0"/>
      <w:marTop w:val="0"/>
      <w:marBottom w:val="0"/>
      <w:divBdr>
        <w:top w:val="none" w:sz="0" w:space="0" w:color="auto"/>
        <w:left w:val="none" w:sz="0" w:space="0" w:color="auto"/>
        <w:bottom w:val="none" w:sz="0" w:space="0" w:color="auto"/>
        <w:right w:val="none" w:sz="0" w:space="0" w:color="auto"/>
      </w:divBdr>
    </w:div>
    <w:div w:id="761268366">
      <w:bodyDiv w:val="1"/>
      <w:marLeft w:val="0"/>
      <w:marRight w:val="0"/>
      <w:marTop w:val="0"/>
      <w:marBottom w:val="0"/>
      <w:divBdr>
        <w:top w:val="none" w:sz="0" w:space="0" w:color="auto"/>
        <w:left w:val="none" w:sz="0" w:space="0" w:color="auto"/>
        <w:bottom w:val="none" w:sz="0" w:space="0" w:color="auto"/>
        <w:right w:val="none" w:sz="0" w:space="0" w:color="auto"/>
      </w:divBdr>
    </w:div>
    <w:div w:id="801582773">
      <w:bodyDiv w:val="1"/>
      <w:marLeft w:val="0"/>
      <w:marRight w:val="0"/>
      <w:marTop w:val="0"/>
      <w:marBottom w:val="0"/>
      <w:divBdr>
        <w:top w:val="none" w:sz="0" w:space="0" w:color="auto"/>
        <w:left w:val="none" w:sz="0" w:space="0" w:color="auto"/>
        <w:bottom w:val="none" w:sz="0" w:space="0" w:color="auto"/>
        <w:right w:val="none" w:sz="0" w:space="0" w:color="auto"/>
      </w:divBdr>
    </w:div>
    <w:div w:id="814613716">
      <w:bodyDiv w:val="1"/>
      <w:marLeft w:val="0"/>
      <w:marRight w:val="0"/>
      <w:marTop w:val="0"/>
      <w:marBottom w:val="0"/>
      <w:divBdr>
        <w:top w:val="none" w:sz="0" w:space="0" w:color="auto"/>
        <w:left w:val="none" w:sz="0" w:space="0" w:color="auto"/>
        <w:bottom w:val="none" w:sz="0" w:space="0" w:color="auto"/>
        <w:right w:val="none" w:sz="0" w:space="0" w:color="auto"/>
      </w:divBdr>
    </w:div>
    <w:div w:id="820851690">
      <w:bodyDiv w:val="1"/>
      <w:marLeft w:val="0"/>
      <w:marRight w:val="0"/>
      <w:marTop w:val="0"/>
      <w:marBottom w:val="0"/>
      <w:divBdr>
        <w:top w:val="none" w:sz="0" w:space="0" w:color="auto"/>
        <w:left w:val="none" w:sz="0" w:space="0" w:color="auto"/>
        <w:bottom w:val="none" w:sz="0" w:space="0" w:color="auto"/>
        <w:right w:val="none" w:sz="0" w:space="0" w:color="auto"/>
      </w:divBdr>
    </w:div>
    <w:div w:id="843859159">
      <w:bodyDiv w:val="1"/>
      <w:marLeft w:val="0"/>
      <w:marRight w:val="0"/>
      <w:marTop w:val="0"/>
      <w:marBottom w:val="0"/>
      <w:divBdr>
        <w:top w:val="none" w:sz="0" w:space="0" w:color="auto"/>
        <w:left w:val="none" w:sz="0" w:space="0" w:color="auto"/>
        <w:bottom w:val="none" w:sz="0" w:space="0" w:color="auto"/>
        <w:right w:val="none" w:sz="0" w:space="0" w:color="auto"/>
      </w:divBdr>
    </w:div>
    <w:div w:id="889222359">
      <w:bodyDiv w:val="1"/>
      <w:marLeft w:val="0"/>
      <w:marRight w:val="0"/>
      <w:marTop w:val="0"/>
      <w:marBottom w:val="0"/>
      <w:divBdr>
        <w:top w:val="none" w:sz="0" w:space="0" w:color="auto"/>
        <w:left w:val="none" w:sz="0" w:space="0" w:color="auto"/>
        <w:bottom w:val="none" w:sz="0" w:space="0" w:color="auto"/>
        <w:right w:val="none" w:sz="0" w:space="0" w:color="auto"/>
      </w:divBdr>
    </w:div>
    <w:div w:id="957417008">
      <w:bodyDiv w:val="1"/>
      <w:marLeft w:val="0"/>
      <w:marRight w:val="0"/>
      <w:marTop w:val="0"/>
      <w:marBottom w:val="0"/>
      <w:divBdr>
        <w:top w:val="none" w:sz="0" w:space="0" w:color="auto"/>
        <w:left w:val="none" w:sz="0" w:space="0" w:color="auto"/>
        <w:bottom w:val="none" w:sz="0" w:space="0" w:color="auto"/>
        <w:right w:val="none" w:sz="0" w:space="0" w:color="auto"/>
      </w:divBdr>
    </w:div>
    <w:div w:id="971448437">
      <w:bodyDiv w:val="1"/>
      <w:marLeft w:val="0"/>
      <w:marRight w:val="0"/>
      <w:marTop w:val="0"/>
      <w:marBottom w:val="0"/>
      <w:divBdr>
        <w:top w:val="none" w:sz="0" w:space="0" w:color="auto"/>
        <w:left w:val="none" w:sz="0" w:space="0" w:color="auto"/>
        <w:bottom w:val="none" w:sz="0" w:space="0" w:color="auto"/>
        <w:right w:val="none" w:sz="0" w:space="0" w:color="auto"/>
      </w:divBdr>
    </w:div>
    <w:div w:id="993068426">
      <w:bodyDiv w:val="1"/>
      <w:marLeft w:val="0"/>
      <w:marRight w:val="0"/>
      <w:marTop w:val="0"/>
      <w:marBottom w:val="0"/>
      <w:divBdr>
        <w:top w:val="none" w:sz="0" w:space="0" w:color="auto"/>
        <w:left w:val="none" w:sz="0" w:space="0" w:color="auto"/>
        <w:bottom w:val="none" w:sz="0" w:space="0" w:color="auto"/>
        <w:right w:val="none" w:sz="0" w:space="0" w:color="auto"/>
      </w:divBdr>
    </w:div>
    <w:div w:id="1007487732">
      <w:bodyDiv w:val="1"/>
      <w:marLeft w:val="0"/>
      <w:marRight w:val="0"/>
      <w:marTop w:val="0"/>
      <w:marBottom w:val="0"/>
      <w:divBdr>
        <w:top w:val="none" w:sz="0" w:space="0" w:color="auto"/>
        <w:left w:val="none" w:sz="0" w:space="0" w:color="auto"/>
        <w:bottom w:val="none" w:sz="0" w:space="0" w:color="auto"/>
        <w:right w:val="none" w:sz="0" w:space="0" w:color="auto"/>
      </w:divBdr>
    </w:div>
    <w:div w:id="1028989223">
      <w:bodyDiv w:val="1"/>
      <w:marLeft w:val="0"/>
      <w:marRight w:val="0"/>
      <w:marTop w:val="0"/>
      <w:marBottom w:val="0"/>
      <w:divBdr>
        <w:top w:val="none" w:sz="0" w:space="0" w:color="auto"/>
        <w:left w:val="none" w:sz="0" w:space="0" w:color="auto"/>
        <w:bottom w:val="none" w:sz="0" w:space="0" w:color="auto"/>
        <w:right w:val="none" w:sz="0" w:space="0" w:color="auto"/>
      </w:divBdr>
    </w:div>
    <w:div w:id="1029183433">
      <w:bodyDiv w:val="1"/>
      <w:marLeft w:val="0"/>
      <w:marRight w:val="0"/>
      <w:marTop w:val="0"/>
      <w:marBottom w:val="0"/>
      <w:divBdr>
        <w:top w:val="none" w:sz="0" w:space="0" w:color="auto"/>
        <w:left w:val="none" w:sz="0" w:space="0" w:color="auto"/>
        <w:bottom w:val="none" w:sz="0" w:space="0" w:color="auto"/>
        <w:right w:val="none" w:sz="0" w:space="0" w:color="auto"/>
      </w:divBdr>
    </w:div>
    <w:div w:id="1058552668">
      <w:bodyDiv w:val="1"/>
      <w:marLeft w:val="0"/>
      <w:marRight w:val="0"/>
      <w:marTop w:val="0"/>
      <w:marBottom w:val="0"/>
      <w:divBdr>
        <w:top w:val="none" w:sz="0" w:space="0" w:color="auto"/>
        <w:left w:val="none" w:sz="0" w:space="0" w:color="auto"/>
        <w:bottom w:val="none" w:sz="0" w:space="0" w:color="auto"/>
        <w:right w:val="none" w:sz="0" w:space="0" w:color="auto"/>
      </w:divBdr>
      <w:divsChild>
        <w:div w:id="665859869">
          <w:marLeft w:val="0"/>
          <w:marRight w:val="0"/>
          <w:marTop w:val="0"/>
          <w:marBottom w:val="0"/>
          <w:divBdr>
            <w:top w:val="single" w:sz="2" w:space="0" w:color="E3E3E3"/>
            <w:left w:val="single" w:sz="2" w:space="0" w:color="E3E3E3"/>
            <w:bottom w:val="single" w:sz="2" w:space="0" w:color="E3E3E3"/>
            <w:right w:val="single" w:sz="2" w:space="0" w:color="E3E3E3"/>
          </w:divBdr>
        </w:div>
        <w:div w:id="731389236">
          <w:marLeft w:val="0"/>
          <w:marRight w:val="0"/>
          <w:marTop w:val="0"/>
          <w:marBottom w:val="0"/>
          <w:divBdr>
            <w:top w:val="single" w:sz="2" w:space="0" w:color="E3E3E3"/>
            <w:left w:val="single" w:sz="2" w:space="0" w:color="E3E3E3"/>
            <w:bottom w:val="single" w:sz="2" w:space="0" w:color="E3E3E3"/>
            <w:right w:val="single" w:sz="2" w:space="0" w:color="E3E3E3"/>
          </w:divBdr>
          <w:divsChild>
            <w:div w:id="19060643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63002430">
          <w:marLeft w:val="0"/>
          <w:marRight w:val="0"/>
          <w:marTop w:val="0"/>
          <w:marBottom w:val="0"/>
          <w:divBdr>
            <w:top w:val="single" w:sz="2" w:space="0" w:color="E3E3E3"/>
            <w:left w:val="single" w:sz="2" w:space="0" w:color="E3E3E3"/>
            <w:bottom w:val="single" w:sz="2" w:space="0" w:color="E3E3E3"/>
            <w:right w:val="single" w:sz="2" w:space="0" w:color="E3E3E3"/>
          </w:divBdr>
        </w:div>
        <w:div w:id="1477794277">
          <w:marLeft w:val="0"/>
          <w:marRight w:val="0"/>
          <w:marTop w:val="0"/>
          <w:marBottom w:val="0"/>
          <w:divBdr>
            <w:top w:val="single" w:sz="2" w:space="0" w:color="E3E3E3"/>
            <w:left w:val="single" w:sz="2" w:space="0" w:color="E3E3E3"/>
            <w:bottom w:val="single" w:sz="2" w:space="0" w:color="E3E3E3"/>
            <w:right w:val="single" w:sz="2" w:space="0" w:color="E3E3E3"/>
          </w:divBdr>
          <w:divsChild>
            <w:div w:id="540835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14448172">
          <w:marLeft w:val="0"/>
          <w:marRight w:val="0"/>
          <w:marTop w:val="0"/>
          <w:marBottom w:val="0"/>
          <w:divBdr>
            <w:top w:val="single" w:sz="2" w:space="0" w:color="E3E3E3"/>
            <w:left w:val="single" w:sz="2" w:space="0" w:color="E3E3E3"/>
            <w:bottom w:val="single" w:sz="2" w:space="0" w:color="E3E3E3"/>
            <w:right w:val="single" w:sz="2" w:space="0" w:color="E3E3E3"/>
          </w:divBdr>
        </w:div>
        <w:div w:id="1717856551">
          <w:marLeft w:val="0"/>
          <w:marRight w:val="0"/>
          <w:marTop w:val="0"/>
          <w:marBottom w:val="0"/>
          <w:divBdr>
            <w:top w:val="single" w:sz="2" w:space="0" w:color="E3E3E3"/>
            <w:left w:val="single" w:sz="2" w:space="0" w:color="E3E3E3"/>
            <w:bottom w:val="single" w:sz="2" w:space="0" w:color="E3E3E3"/>
            <w:right w:val="single" w:sz="2" w:space="0" w:color="E3E3E3"/>
          </w:divBdr>
          <w:divsChild>
            <w:div w:id="6824427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897243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70039017">
      <w:bodyDiv w:val="1"/>
      <w:marLeft w:val="0"/>
      <w:marRight w:val="0"/>
      <w:marTop w:val="0"/>
      <w:marBottom w:val="0"/>
      <w:divBdr>
        <w:top w:val="none" w:sz="0" w:space="0" w:color="auto"/>
        <w:left w:val="none" w:sz="0" w:space="0" w:color="auto"/>
        <w:bottom w:val="none" w:sz="0" w:space="0" w:color="auto"/>
        <w:right w:val="none" w:sz="0" w:space="0" w:color="auto"/>
      </w:divBdr>
    </w:div>
    <w:div w:id="1072393117">
      <w:bodyDiv w:val="1"/>
      <w:marLeft w:val="0"/>
      <w:marRight w:val="0"/>
      <w:marTop w:val="0"/>
      <w:marBottom w:val="0"/>
      <w:divBdr>
        <w:top w:val="none" w:sz="0" w:space="0" w:color="auto"/>
        <w:left w:val="none" w:sz="0" w:space="0" w:color="auto"/>
        <w:bottom w:val="none" w:sz="0" w:space="0" w:color="auto"/>
        <w:right w:val="none" w:sz="0" w:space="0" w:color="auto"/>
      </w:divBdr>
    </w:div>
    <w:div w:id="1084717922">
      <w:bodyDiv w:val="1"/>
      <w:marLeft w:val="0"/>
      <w:marRight w:val="0"/>
      <w:marTop w:val="0"/>
      <w:marBottom w:val="0"/>
      <w:divBdr>
        <w:top w:val="none" w:sz="0" w:space="0" w:color="auto"/>
        <w:left w:val="none" w:sz="0" w:space="0" w:color="auto"/>
        <w:bottom w:val="none" w:sz="0" w:space="0" w:color="auto"/>
        <w:right w:val="none" w:sz="0" w:space="0" w:color="auto"/>
      </w:divBdr>
    </w:div>
    <w:div w:id="1176337505">
      <w:bodyDiv w:val="1"/>
      <w:marLeft w:val="0"/>
      <w:marRight w:val="0"/>
      <w:marTop w:val="0"/>
      <w:marBottom w:val="0"/>
      <w:divBdr>
        <w:top w:val="none" w:sz="0" w:space="0" w:color="auto"/>
        <w:left w:val="none" w:sz="0" w:space="0" w:color="auto"/>
        <w:bottom w:val="none" w:sz="0" w:space="0" w:color="auto"/>
        <w:right w:val="none" w:sz="0" w:space="0" w:color="auto"/>
      </w:divBdr>
    </w:div>
    <w:div w:id="119203885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5628746">
      <w:bodyDiv w:val="1"/>
      <w:marLeft w:val="0"/>
      <w:marRight w:val="0"/>
      <w:marTop w:val="0"/>
      <w:marBottom w:val="0"/>
      <w:divBdr>
        <w:top w:val="none" w:sz="0" w:space="0" w:color="auto"/>
        <w:left w:val="none" w:sz="0" w:space="0" w:color="auto"/>
        <w:bottom w:val="none" w:sz="0" w:space="0" w:color="auto"/>
        <w:right w:val="none" w:sz="0" w:space="0" w:color="auto"/>
      </w:divBdr>
    </w:div>
    <w:div w:id="1362392221">
      <w:bodyDiv w:val="1"/>
      <w:marLeft w:val="0"/>
      <w:marRight w:val="0"/>
      <w:marTop w:val="0"/>
      <w:marBottom w:val="0"/>
      <w:divBdr>
        <w:top w:val="none" w:sz="0" w:space="0" w:color="auto"/>
        <w:left w:val="none" w:sz="0" w:space="0" w:color="auto"/>
        <w:bottom w:val="none" w:sz="0" w:space="0" w:color="auto"/>
        <w:right w:val="none" w:sz="0" w:space="0" w:color="auto"/>
      </w:divBdr>
    </w:div>
    <w:div w:id="1390037815">
      <w:bodyDiv w:val="1"/>
      <w:marLeft w:val="0"/>
      <w:marRight w:val="0"/>
      <w:marTop w:val="0"/>
      <w:marBottom w:val="0"/>
      <w:divBdr>
        <w:top w:val="none" w:sz="0" w:space="0" w:color="auto"/>
        <w:left w:val="none" w:sz="0" w:space="0" w:color="auto"/>
        <w:bottom w:val="none" w:sz="0" w:space="0" w:color="auto"/>
        <w:right w:val="none" w:sz="0" w:space="0" w:color="auto"/>
      </w:divBdr>
      <w:divsChild>
        <w:div w:id="564223282">
          <w:marLeft w:val="0"/>
          <w:marRight w:val="0"/>
          <w:marTop w:val="0"/>
          <w:marBottom w:val="0"/>
          <w:divBdr>
            <w:top w:val="single" w:sz="2" w:space="0" w:color="E3E3E3"/>
            <w:left w:val="single" w:sz="2" w:space="0" w:color="E3E3E3"/>
            <w:bottom w:val="single" w:sz="2" w:space="0" w:color="E3E3E3"/>
            <w:right w:val="single" w:sz="2" w:space="0" w:color="E3E3E3"/>
          </w:divBdr>
        </w:div>
        <w:div w:id="1493838261">
          <w:marLeft w:val="0"/>
          <w:marRight w:val="0"/>
          <w:marTop w:val="0"/>
          <w:marBottom w:val="0"/>
          <w:divBdr>
            <w:top w:val="single" w:sz="2" w:space="0" w:color="E3E3E3"/>
            <w:left w:val="single" w:sz="2" w:space="0" w:color="E3E3E3"/>
            <w:bottom w:val="single" w:sz="2" w:space="0" w:color="E3E3E3"/>
            <w:right w:val="single" w:sz="2" w:space="0" w:color="E3E3E3"/>
          </w:divBdr>
          <w:divsChild>
            <w:div w:id="17929382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84287121">
          <w:marLeft w:val="0"/>
          <w:marRight w:val="0"/>
          <w:marTop w:val="0"/>
          <w:marBottom w:val="0"/>
          <w:divBdr>
            <w:top w:val="single" w:sz="2" w:space="0" w:color="E3E3E3"/>
            <w:left w:val="single" w:sz="2" w:space="0" w:color="E3E3E3"/>
            <w:bottom w:val="single" w:sz="2" w:space="0" w:color="E3E3E3"/>
            <w:right w:val="single" w:sz="2" w:space="0" w:color="E3E3E3"/>
          </w:divBdr>
        </w:div>
        <w:div w:id="2135784563">
          <w:marLeft w:val="0"/>
          <w:marRight w:val="0"/>
          <w:marTop w:val="0"/>
          <w:marBottom w:val="0"/>
          <w:divBdr>
            <w:top w:val="single" w:sz="2" w:space="0" w:color="E3E3E3"/>
            <w:left w:val="single" w:sz="2" w:space="0" w:color="E3E3E3"/>
            <w:bottom w:val="single" w:sz="2" w:space="0" w:color="E3E3E3"/>
            <w:right w:val="single" w:sz="2" w:space="0" w:color="E3E3E3"/>
          </w:divBdr>
          <w:divsChild>
            <w:div w:id="11810921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693140357">
          <w:marLeft w:val="0"/>
          <w:marRight w:val="0"/>
          <w:marTop w:val="0"/>
          <w:marBottom w:val="0"/>
          <w:divBdr>
            <w:top w:val="single" w:sz="2" w:space="0" w:color="E3E3E3"/>
            <w:left w:val="single" w:sz="2" w:space="0" w:color="E3E3E3"/>
            <w:bottom w:val="single" w:sz="2" w:space="0" w:color="E3E3E3"/>
            <w:right w:val="single" w:sz="2" w:space="0" w:color="E3E3E3"/>
          </w:divBdr>
        </w:div>
        <w:div w:id="1246375293">
          <w:marLeft w:val="0"/>
          <w:marRight w:val="0"/>
          <w:marTop w:val="0"/>
          <w:marBottom w:val="0"/>
          <w:divBdr>
            <w:top w:val="single" w:sz="2" w:space="0" w:color="E3E3E3"/>
            <w:left w:val="single" w:sz="2" w:space="0" w:color="E3E3E3"/>
            <w:bottom w:val="single" w:sz="2" w:space="0" w:color="E3E3E3"/>
            <w:right w:val="single" w:sz="2" w:space="0" w:color="E3E3E3"/>
          </w:divBdr>
          <w:divsChild>
            <w:div w:id="3178515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8224320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21029350">
      <w:bodyDiv w:val="1"/>
      <w:marLeft w:val="0"/>
      <w:marRight w:val="0"/>
      <w:marTop w:val="0"/>
      <w:marBottom w:val="0"/>
      <w:divBdr>
        <w:top w:val="none" w:sz="0" w:space="0" w:color="auto"/>
        <w:left w:val="none" w:sz="0" w:space="0" w:color="auto"/>
        <w:bottom w:val="none" w:sz="0" w:space="0" w:color="auto"/>
        <w:right w:val="none" w:sz="0" w:space="0" w:color="auto"/>
      </w:divBdr>
    </w:div>
    <w:div w:id="1421752253">
      <w:bodyDiv w:val="1"/>
      <w:marLeft w:val="0"/>
      <w:marRight w:val="0"/>
      <w:marTop w:val="0"/>
      <w:marBottom w:val="0"/>
      <w:divBdr>
        <w:top w:val="none" w:sz="0" w:space="0" w:color="auto"/>
        <w:left w:val="none" w:sz="0" w:space="0" w:color="auto"/>
        <w:bottom w:val="none" w:sz="0" w:space="0" w:color="auto"/>
        <w:right w:val="none" w:sz="0" w:space="0" w:color="auto"/>
      </w:divBdr>
    </w:div>
    <w:div w:id="1481460457">
      <w:bodyDiv w:val="1"/>
      <w:marLeft w:val="0"/>
      <w:marRight w:val="0"/>
      <w:marTop w:val="0"/>
      <w:marBottom w:val="0"/>
      <w:divBdr>
        <w:top w:val="none" w:sz="0" w:space="0" w:color="auto"/>
        <w:left w:val="none" w:sz="0" w:space="0" w:color="auto"/>
        <w:bottom w:val="none" w:sz="0" w:space="0" w:color="auto"/>
        <w:right w:val="none" w:sz="0" w:space="0" w:color="auto"/>
      </w:divBdr>
    </w:div>
    <w:div w:id="1492604730">
      <w:bodyDiv w:val="1"/>
      <w:marLeft w:val="0"/>
      <w:marRight w:val="0"/>
      <w:marTop w:val="0"/>
      <w:marBottom w:val="0"/>
      <w:divBdr>
        <w:top w:val="none" w:sz="0" w:space="0" w:color="auto"/>
        <w:left w:val="none" w:sz="0" w:space="0" w:color="auto"/>
        <w:bottom w:val="none" w:sz="0" w:space="0" w:color="auto"/>
        <w:right w:val="none" w:sz="0" w:space="0" w:color="auto"/>
      </w:divBdr>
    </w:div>
    <w:div w:id="1532765298">
      <w:bodyDiv w:val="1"/>
      <w:marLeft w:val="0"/>
      <w:marRight w:val="0"/>
      <w:marTop w:val="0"/>
      <w:marBottom w:val="0"/>
      <w:divBdr>
        <w:top w:val="none" w:sz="0" w:space="0" w:color="auto"/>
        <w:left w:val="none" w:sz="0" w:space="0" w:color="auto"/>
        <w:bottom w:val="none" w:sz="0" w:space="0" w:color="auto"/>
        <w:right w:val="none" w:sz="0" w:space="0" w:color="auto"/>
      </w:divBdr>
    </w:div>
    <w:div w:id="1594433711">
      <w:bodyDiv w:val="1"/>
      <w:marLeft w:val="0"/>
      <w:marRight w:val="0"/>
      <w:marTop w:val="0"/>
      <w:marBottom w:val="0"/>
      <w:divBdr>
        <w:top w:val="none" w:sz="0" w:space="0" w:color="auto"/>
        <w:left w:val="none" w:sz="0" w:space="0" w:color="auto"/>
        <w:bottom w:val="none" w:sz="0" w:space="0" w:color="auto"/>
        <w:right w:val="none" w:sz="0" w:space="0" w:color="auto"/>
      </w:divBdr>
    </w:div>
    <w:div w:id="1677925960">
      <w:bodyDiv w:val="1"/>
      <w:marLeft w:val="0"/>
      <w:marRight w:val="0"/>
      <w:marTop w:val="0"/>
      <w:marBottom w:val="0"/>
      <w:divBdr>
        <w:top w:val="none" w:sz="0" w:space="0" w:color="auto"/>
        <w:left w:val="none" w:sz="0" w:space="0" w:color="auto"/>
        <w:bottom w:val="none" w:sz="0" w:space="0" w:color="auto"/>
        <w:right w:val="none" w:sz="0" w:space="0" w:color="auto"/>
      </w:divBdr>
    </w:div>
    <w:div w:id="1708021855">
      <w:bodyDiv w:val="1"/>
      <w:marLeft w:val="0"/>
      <w:marRight w:val="0"/>
      <w:marTop w:val="0"/>
      <w:marBottom w:val="0"/>
      <w:divBdr>
        <w:top w:val="none" w:sz="0" w:space="0" w:color="auto"/>
        <w:left w:val="none" w:sz="0" w:space="0" w:color="auto"/>
        <w:bottom w:val="none" w:sz="0" w:space="0" w:color="auto"/>
        <w:right w:val="none" w:sz="0" w:space="0" w:color="auto"/>
      </w:divBdr>
    </w:div>
    <w:div w:id="1708598372">
      <w:bodyDiv w:val="1"/>
      <w:marLeft w:val="0"/>
      <w:marRight w:val="0"/>
      <w:marTop w:val="0"/>
      <w:marBottom w:val="0"/>
      <w:divBdr>
        <w:top w:val="none" w:sz="0" w:space="0" w:color="auto"/>
        <w:left w:val="none" w:sz="0" w:space="0" w:color="auto"/>
        <w:bottom w:val="none" w:sz="0" w:space="0" w:color="auto"/>
        <w:right w:val="none" w:sz="0" w:space="0" w:color="auto"/>
      </w:divBdr>
    </w:div>
    <w:div w:id="172490969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93732758">
      <w:bodyDiv w:val="1"/>
      <w:marLeft w:val="0"/>
      <w:marRight w:val="0"/>
      <w:marTop w:val="0"/>
      <w:marBottom w:val="0"/>
      <w:divBdr>
        <w:top w:val="none" w:sz="0" w:space="0" w:color="auto"/>
        <w:left w:val="none" w:sz="0" w:space="0" w:color="auto"/>
        <w:bottom w:val="none" w:sz="0" w:space="0" w:color="auto"/>
        <w:right w:val="none" w:sz="0" w:space="0" w:color="auto"/>
      </w:divBdr>
    </w:div>
    <w:div w:id="1939285974">
      <w:bodyDiv w:val="1"/>
      <w:marLeft w:val="0"/>
      <w:marRight w:val="0"/>
      <w:marTop w:val="0"/>
      <w:marBottom w:val="0"/>
      <w:divBdr>
        <w:top w:val="none" w:sz="0" w:space="0" w:color="auto"/>
        <w:left w:val="none" w:sz="0" w:space="0" w:color="auto"/>
        <w:bottom w:val="none" w:sz="0" w:space="0" w:color="auto"/>
        <w:right w:val="none" w:sz="0" w:space="0" w:color="auto"/>
      </w:divBdr>
    </w:div>
    <w:div w:id="1980306861">
      <w:bodyDiv w:val="1"/>
      <w:marLeft w:val="0"/>
      <w:marRight w:val="0"/>
      <w:marTop w:val="0"/>
      <w:marBottom w:val="0"/>
      <w:divBdr>
        <w:top w:val="none" w:sz="0" w:space="0" w:color="auto"/>
        <w:left w:val="none" w:sz="0" w:space="0" w:color="auto"/>
        <w:bottom w:val="none" w:sz="0" w:space="0" w:color="auto"/>
        <w:right w:val="none" w:sz="0" w:space="0" w:color="auto"/>
      </w:divBdr>
    </w:div>
    <w:div w:id="2012678972">
      <w:bodyDiv w:val="1"/>
      <w:marLeft w:val="0"/>
      <w:marRight w:val="0"/>
      <w:marTop w:val="0"/>
      <w:marBottom w:val="0"/>
      <w:divBdr>
        <w:top w:val="none" w:sz="0" w:space="0" w:color="auto"/>
        <w:left w:val="none" w:sz="0" w:space="0" w:color="auto"/>
        <w:bottom w:val="none" w:sz="0" w:space="0" w:color="auto"/>
        <w:right w:val="none" w:sz="0" w:space="0" w:color="auto"/>
      </w:divBdr>
    </w:div>
    <w:div w:id="2019693333">
      <w:bodyDiv w:val="1"/>
      <w:marLeft w:val="0"/>
      <w:marRight w:val="0"/>
      <w:marTop w:val="0"/>
      <w:marBottom w:val="0"/>
      <w:divBdr>
        <w:top w:val="none" w:sz="0" w:space="0" w:color="auto"/>
        <w:left w:val="none" w:sz="0" w:space="0" w:color="auto"/>
        <w:bottom w:val="none" w:sz="0" w:space="0" w:color="auto"/>
        <w:right w:val="none" w:sz="0" w:space="0" w:color="auto"/>
      </w:divBdr>
    </w:div>
    <w:div w:id="2036610854">
      <w:bodyDiv w:val="1"/>
      <w:marLeft w:val="0"/>
      <w:marRight w:val="0"/>
      <w:marTop w:val="0"/>
      <w:marBottom w:val="0"/>
      <w:divBdr>
        <w:top w:val="none" w:sz="0" w:space="0" w:color="auto"/>
        <w:left w:val="none" w:sz="0" w:space="0" w:color="auto"/>
        <w:bottom w:val="none" w:sz="0" w:space="0" w:color="auto"/>
        <w:right w:val="none" w:sz="0" w:space="0" w:color="auto"/>
      </w:divBdr>
    </w:div>
    <w:div w:id="2041972774">
      <w:bodyDiv w:val="1"/>
      <w:marLeft w:val="0"/>
      <w:marRight w:val="0"/>
      <w:marTop w:val="0"/>
      <w:marBottom w:val="0"/>
      <w:divBdr>
        <w:top w:val="none" w:sz="0" w:space="0" w:color="auto"/>
        <w:left w:val="none" w:sz="0" w:space="0" w:color="auto"/>
        <w:bottom w:val="none" w:sz="0" w:space="0" w:color="auto"/>
        <w:right w:val="none" w:sz="0" w:space="0" w:color="auto"/>
      </w:divBdr>
    </w:div>
    <w:div w:id="2048137834">
      <w:bodyDiv w:val="1"/>
      <w:marLeft w:val="0"/>
      <w:marRight w:val="0"/>
      <w:marTop w:val="0"/>
      <w:marBottom w:val="0"/>
      <w:divBdr>
        <w:top w:val="none" w:sz="0" w:space="0" w:color="auto"/>
        <w:left w:val="none" w:sz="0" w:space="0" w:color="auto"/>
        <w:bottom w:val="none" w:sz="0" w:space="0" w:color="auto"/>
        <w:right w:val="none" w:sz="0" w:space="0" w:color="auto"/>
      </w:divBdr>
    </w:div>
    <w:div w:id="2053458177">
      <w:bodyDiv w:val="1"/>
      <w:marLeft w:val="0"/>
      <w:marRight w:val="0"/>
      <w:marTop w:val="0"/>
      <w:marBottom w:val="0"/>
      <w:divBdr>
        <w:top w:val="none" w:sz="0" w:space="0" w:color="auto"/>
        <w:left w:val="none" w:sz="0" w:space="0" w:color="auto"/>
        <w:bottom w:val="none" w:sz="0" w:space="0" w:color="auto"/>
        <w:right w:val="none" w:sz="0" w:space="0" w:color="auto"/>
      </w:divBdr>
    </w:div>
    <w:div w:id="2077583827">
      <w:bodyDiv w:val="1"/>
      <w:marLeft w:val="0"/>
      <w:marRight w:val="0"/>
      <w:marTop w:val="0"/>
      <w:marBottom w:val="0"/>
      <w:divBdr>
        <w:top w:val="none" w:sz="0" w:space="0" w:color="auto"/>
        <w:left w:val="none" w:sz="0" w:space="0" w:color="auto"/>
        <w:bottom w:val="none" w:sz="0" w:space="0" w:color="auto"/>
        <w:right w:val="none" w:sz="0" w:space="0" w:color="auto"/>
      </w:divBdr>
    </w:div>
    <w:div w:id="211061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3C3E9F-F47B-425B-8496-362950470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1056</TotalTime>
  <Pages>1</Pages>
  <Words>5155</Words>
  <Characters>29387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Windows User</cp:lastModifiedBy>
  <cp:revision>134</cp:revision>
  <cp:lastPrinted>2025-03-27T15:44:00Z</cp:lastPrinted>
  <dcterms:created xsi:type="dcterms:W3CDTF">2023-09-01T14:34:00Z</dcterms:created>
  <dcterms:modified xsi:type="dcterms:W3CDTF">2025-09-15T05:07:00Z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